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7FB3C" w14:textId="0C29EF93" w:rsidR="00D4299E" w:rsidRDefault="005E6EB9" w:rsidP="00255B72">
      <w:pPr>
        <w:pStyle w:val="MDPI41tablecaption"/>
        <w:ind w:left="0"/>
      </w:pPr>
      <w:r>
        <w:rPr>
          <w:b/>
          <w:iCs/>
          <w:lang w:val="en-GB"/>
        </w:rPr>
        <w:t>Supplementary</w:t>
      </w:r>
      <w:r w:rsidR="00D4299E" w:rsidRPr="00F76BB1">
        <w:rPr>
          <w:b/>
          <w:iCs/>
          <w:lang w:val="en-GB"/>
        </w:rPr>
        <w:t xml:space="preserve"> </w:t>
      </w:r>
      <w:r w:rsidR="00D4299E">
        <w:rPr>
          <w:b/>
          <w:iCs/>
          <w:lang w:val="en-GB"/>
        </w:rPr>
        <w:t>2.</w:t>
      </w:r>
      <w:r w:rsidR="00D4299E" w:rsidRPr="00F76BB1">
        <w:rPr>
          <w:b/>
          <w:iCs/>
          <w:lang w:val="en-GB"/>
        </w:rPr>
        <w:t xml:space="preserve"> </w:t>
      </w:r>
      <w:r w:rsidR="0066472D" w:rsidRPr="0066472D">
        <w:rPr>
          <w:bCs/>
          <w:iCs/>
          <w:lang w:val="en-GB"/>
        </w:rPr>
        <w:t xml:space="preserve">Key </w:t>
      </w:r>
      <w:r w:rsidR="0066472D">
        <w:rPr>
          <w:bCs/>
          <w:lang w:val="en-GB"/>
        </w:rPr>
        <w:t>cellular events that can induce or repress transcription factors, enzymes, kinases, permeases, transporters, and pumps</w:t>
      </w:r>
      <w:r w:rsidR="00AC0C56">
        <w:rPr>
          <w:bCs/>
          <w:lang w:val="en-GB"/>
        </w:rPr>
        <w:t xml:space="preserve"> in</w:t>
      </w:r>
      <w:r w:rsidR="0066472D">
        <w:rPr>
          <w:bCs/>
          <w:lang w:val="en-GB"/>
        </w:rPr>
        <w:t xml:space="preserve"> </w:t>
      </w:r>
      <w:r w:rsidR="00E100A1" w:rsidRPr="00E100A1">
        <w:rPr>
          <w:bCs/>
          <w:i/>
          <w:iCs/>
          <w:lang w:val="en-GB"/>
        </w:rPr>
        <w:t>C. neoformans</w:t>
      </w:r>
      <w:r w:rsidR="00D4299E" w:rsidRPr="00D4299E">
        <w:rPr>
          <w:bCs/>
          <w:iCs/>
          <w:lang w:val="en-GB"/>
        </w:rPr>
        <w:t>. Some of these genes encode putative homologues/orthologues transcription factors of mammalian cells and fungi</w:t>
      </w:r>
      <w:r w:rsidR="0066472D">
        <w:rPr>
          <w:bCs/>
          <w:iCs/>
          <w:lang w:val="en-GB"/>
        </w:rPr>
        <w:t>,</w:t>
      </w:r>
      <w:r w:rsidR="00D4299E" w:rsidRPr="00D4299E">
        <w:rPr>
          <w:bCs/>
          <w:iCs/>
          <w:lang w:val="en-GB"/>
        </w:rPr>
        <w:t xml:space="preserve"> such as the species of </w:t>
      </w:r>
      <w:r w:rsidR="00D4299E" w:rsidRPr="00D4299E">
        <w:rPr>
          <w:bCs/>
          <w:i/>
          <w:iCs/>
          <w:lang w:val="en-GB"/>
        </w:rPr>
        <w:t>Saccharomyces, Magnaporthe, Aspergillus, Neurospora</w:t>
      </w:r>
      <w:r w:rsidR="00D4299E" w:rsidRPr="00D4299E">
        <w:rPr>
          <w:bCs/>
          <w:iCs/>
          <w:lang w:val="en-GB"/>
        </w:rPr>
        <w:t xml:space="preserve">, and </w:t>
      </w:r>
      <w:r w:rsidR="00D4299E" w:rsidRPr="00D4299E">
        <w:rPr>
          <w:bCs/>
          <w:i/>
          <w:iCs/>
          <w:lang w:val="en-GB"/>
        </w:rPr>
        <w:t>Candida</w:t>
      </w:r>
      <w:r w:rsidR="00D4299E" w:rsidRPr="00325902">
        <w:t>.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1"/>
        <w:gridCol w:w="3333"/>
        <w:gridCol w:w="3181"/>
        <w:gridCol w:w="6018"/>
      </w:tblGrid>
      <w:tr w:rsidR="003B7DF1" w:rsidRPr="00ED2F4E" w14:paraId="51350F51" w14:textId="5A30C337" w:rsidTr="009F1036">
        <w:trPr>
          <w:tblHeader/>
        </w:trPr>
        <w:tc>
          <w:tcPr>
            <w:tcW w:w="631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49E1A32" w14:textId="3640A8F0" w:rsidR="003B7DF1" w:rsidRPr="00ED2F4E" w:rsidRDefault="0066472D" w:rsidP="009F1036">
            <w:pPr>
              <w:pStyle w:val="MDPI42tablebody"/>
              <w:ind w:right="-14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Cellular events</w:t>
            </w:r>
          </w:p>
        </w:tc>
        <w:tc>
          <w:tcPr>
            <w:tcW w:w="2271" w:type="pct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82D7A6" w14:textId="4FCD75DE" w:rsidR="003B7DF1" w:rsidRPr="00ED2F4E" w:rsidRDefault="003B7DF1" w:rsidP="009F1036">
            <w:pPr>
              <w:pStyle w:val="MDPI42tablebody"/>
              <w:rPr>
                <w:b/>
                <w:bCs/>
              </w:rPr>
            </w:pPr>
            <w:r w:rsidRPr="00ED2F4E">
              <w:rPr>
                <w:b/>
                <w:bCs/>
                <w:i/>
                <w:iCs/>
              </w:rPr>
              <w:t xml:space="preserve">Transcription factors </w:t>
            </w:r>
            <w:r w:rsidRPr="00ED2F4E">
              <w:rPr>
                <w:b/>
                <w:bCs/>
              </w:rPr>
              <w:t>and protein kinases</w:t>
            </w:r>
          </w:p>
        </w:tc>
        <w:tc>
          <w:tcPr>
            <w:tcW w:w="2098" w:type="pct"/>
            <w:vMerge w:val="restart"/>
            <w:tcBorders>
              <w:top w:val="single" w:sz="8" w:space="0" w:color="auto"/>
            </w:tcBorders>
            <w:vAlign w:val="center"/>
          </w:tcPr>
          <w:p w14:paraId="1BBDF99D" w14:textId="5F383C2E" w:rsidR="003B7DF1" w:rsidRPr="00ED2F4E" w:rsidRDefault="003B7DF1" w:rsidP="009F1036">
            <w:pPr>
              <w:pStyle w:val="MDPI42tablebody"/>
              <w:jc w:val="left"/>
              <w:rPr>
                <w:b/>
                <w:bCs/>
              </w:rPr>
            </w:pPr>
            <w:r w:rsidRPr="00ED2F4E">
              <w:rPr>
                <w:b/>
                <w:bCs/>
              </w:rPr>
              <w:t>Among the activate</w:t>
            </w:r>
            <w:r w:rsidRPr="00ED2F4E">
              <w:rPr>
                <w:rFonts w:cs="Arial"/>
                <w:b/>
                <w:bCs/>
              </w:rPr>
              <w:t xml:space="preserve">d </w:t>
            </w:r>
            <w:r w:rsidR="00ED5C23" w:rsidRPr="00ED2F4E">
              <w:rPr>
                <w:rFonts w:cs="Arial"/>
                <w:b/>
                <w:bCs/>
              </w:rPr>
              <w:t>signa</w:t>
            </w:r>
            <w:r w:rsidR="00ED5C23">
              <w:rPr>
                <w:rFonts w:cs="Arial"/>
                <w:b/>
                <w:bCs/>
              </w:rPr>
              <w:t>l</w:t>
            </w:r>
            <w:r w:rsidR="00ED5C23" w:rsidRPr="00ED2F4E">
              <w:rPr>
                <w:rFonts w:cs="Arial"/>
                <w:b/>
                <w:bCs/>
              </w:rPr>
              <w:t>ling</w:t>
            </w:r>
            <w:r w:rsidRPr="00ED2F4E">
              <w:rPr>
                <w:rFonts w:cs="Arial"/>
                <w:b/>
                <w:bCs/>
              </w:rPr>
              <w:t xml:space="preserve"> pathways/metabolisms</w:t>
            </w:r>
          </w:p>
        </w:tc>
      </w:tr>
      <w:tr w:rsidR="003B7DF1" w:rsidRPr="00ED2F4E" w14:paraId="2332DF0C" w14:textId="621DAD56" w:rsidTr="009F1036">
        <w:trPr>
          <w:tblHeader/>
        </w:trPr>
        <w:tc>
          <w:tcPr>
            <w:tcW w:w="63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4E63FF" w14:textId="77777777" w:rsidR="003B7DF1" w:rsidRPr="00ED2F4E" w:rsidRDefault="003B7DF1" w:rsidP="009F1036">
            <w:pPr>
              <w:pStyle w:val="MDPI42tablebody"/>
              <w:jc w:val="left"/>
              <w:rPr>
                <w:b/>
                <w:bCs/>
              </w:rPr>
            </w:pPr>
          </w:p>
        </w:tc>
        <w:tc>
          <w:tcPr>
            <w:tcW w:w="116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F0AEC" w14:textId="24E58D6F" w:rsidR="003B7DF1" w:rsidRPr="00ED2F4E" w:rsidRDefault="003B7DF1" w:rsidP="009F1036">
            <w:pPr>
              <w:pStyle w:val="MDPI42tablebody"/>
              <w:rPr>
                <w:b/>
                <w:bCs/>
              </w:rPr>
            </w:pPr>
            <w:r w:rsidRPr="00ED2F4E">
              <w:rPr>
                <w:b/>
                <w:bCs/>
              </w:rPr>
              <w:t>Induced</w:t>
            </w:r>
          </w:p>
        </w:tc>
        <w:tc>
          <w:tcPr>
            <w:tcW w:w="1109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5DDFB54" w14:textId="6BCB241C" w:rsidR="003B7DF1" w:rsidRPr="00ED2F4E" w:rsidRDefault="003B7DF1" w:rsidP="009F1036">
            <w:pPr>
              <w:pStyle w:val="MDPI42tablebody"/>
              <w:rPr>
                <w:b/>
                <w:bCs/>
              </w:rPr>
            </w:pPr>
            <w:r w:rsidRPr="00ED2F4E">
              <w:rPr>
                <w:b/>
                <w:bCs/>
              </w:rPr>
              <w:t>Repressed</w:t>
            </w:r>
          </w:p>
        </w:tc>
        <w:tc>
          <w:tcPr>
            <w:tcW w:w="2098" w:type="pct"/>
            <w:vMerge/>
            <w:tcBorders>
              <w:bottom w:val="single" w:sz="4" w:space="0" w:color="auto"/>
            </w:tcBorders>
            <w:vAlign w:val="center"/>
          </w:tcPr>
          <w:p w14:paraId="278FAA04" w14:textId="77777777" w:rsidR="003B7DF1" w:rsidRPr="00ED2F4E" w:rsidRDefault="003B7DF1" w:rsidP="009F1036">
            <w:pPr>
              <w:pStyle w:val="MDPI42tablebody"/>
              <w:jc w:val="left"/>
              <w:rPr>
                <w:b/>
                <w:bCs/>
              </w:rPr>
            </w:pPr>
          </w:p>
        </w:tc>
      </w:tr>
      <w:tr w:rsidR="00D4637D" w:rsidRPr="0049303F" w14:paraId="2D67C23F" w14:textId="65D5E7F2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7D0679" w14:textId="0F4DBC1A" w:rsidR="003B7DF1" w:rsidRPr="0049303F" w:rsidRDefault="003B7DF1" w:rsidP="009F1036">
            <w:pPr>
              <w:pStyle w:val="MDPI42tablebody"/>
              <w:ind w:right="-141"/>
              <w:jc w:val="left"/>
              <w:rPr>
                <w:i/>
                <w:iCs/>
              </w:rPr>
            </w:pPr>
            <w:r w:rsidRPr="0049303F">
              <w:rPr>
                <w:rFonts w:cs="Arial"/>
                <w:iCs/>
              </w:rPr>
              <w:t xml:space="preserve">Growth </w:t>
            </w:r>
            <w:r w:rsidR="00F57B73" w:rsidRPr="0049303F">
              <w:rPr>
                <w:rFonts w:cs="Arial"/>
                <w:iCs/>
              </w:rPr>
              <w:t>at</w:t>
            </w:r>
            <w:r w:rsidRPr="0049303F">
              <w:rPr>
                <w:rFonts w:cs="Arial"/>
              </w:rPr>
              <w:t xml:space="preserve"> 39</w:t>
            </w:r>
            <w:r w:rsidRPr="0049303F">
              <w:rPr>
                <w:rFonts w:cs="Arial"/>
                <w:vertAlign w:val="superscript"/>
              </w:rPr>
              <w:t>o</w:t>
            </w:r>
            <w:r w:rsidRPr="0049303F">
              <w:rPr>
                <w:rFonts w:cs="Arial"/>
              </w:rPr>
              <w:t>C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6E52B6" w14:textId="50305CF1" w:rsidR="007B49CF" w:rsidRPr="0049303F" w:rsidRDefault="003B7DF1" w:rsidP="009F1036">
            <w:pPr>
              <w:pStyle w:val="MDPI42tablebody"/>
              <w:jc w:val="left"/>
            </w:pPr>
            <w:r w:rsidRPr="0049303F">
              <w:rPr>
                <w:rFonts w:cs="Arial"/>
                <w:i/>
                <w:iCs/>
              </w:rPr>
              <w:t xml:space="preserve">Ada2, Apn2, Aro80, Atf1, Cdc24, Cdc42, Cdc43, Ert1, Fzc31, Gat6, Grx4, Hap1, Mbs2, Miz1, Sp1, Rac1, Ras1, Sre1, Usv101, </w:t>
            </w:r>
            <w:r w:rsidRPr="0049303F">
              <w:rPr>
                <w:rFonts w:cs="Arial"/>
                <w:iCs/>
              </w:rPr>
              <w:t>Bck1, Kcs1, Kic1, Pos5, Swe102, Vrk1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A124B" w14:textId="3FBF6F91" w:rsidR="003B7DF1" w:rsidRPr="0049303F" w:rsidRDefault="003B7DF1" w:rsidP="009F1036">
            <w:pPr>
              <w:pStyle w:val="MDPI42tablebody"/>
              <w:jc w:val="left"/>
            </w:pPr>
            <w:r w:rsidRPr="0049303F">
              <w:rPr>
                <w:rFonts w:cs="Arial"/>
                <w:i/>
                <w:iCs/>
              </w:rPr>
              <w:t>Aox1, Fzc46,</w:t>
            </w:r>
            <w:r w:rsidRPr="0049303F">
              <w:rPr>
                <w:rFonts w:cs="Arial"/>
                <w:iCs/>
              </w:rPr>
              <w:t xml:space="preserve"> </w:t>
            </w:r>
            <w:r w:rsidRPr="0049303F">
              <w:rPr>
                <w:rFonts w:cs="Arial"/>
                <w:i/>
                <w:iCs/>
              </w:rPr>
              <w:t>Gat1, Mcm1, Mln1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430B5" w14:textId="77777777" w:rsidR="003B7DF1" w:rsidRPr="0049303F" w:rsidRDefault="003B7DF1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49303F">
              <w:rPr>
                <w:rFonts w:cs="Arial"/>
                <w:b/>
                <w:i/>
                <w:iCs/>
              </w:rPr>
              <w:t>Mpk signalling pathway:</w:t>
            </w:r>
          </w:p>
          <w:p w14:paraId="67882067" w14:textId="141E5CF7" w:rsidR="003B7DF1" w:rsidRPr="0049303F" w:rsidRDefault="003B7DF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49303F">
              <w:rPr>
                <w:rFonts w:cs="Arial"/>
                <w:iCs/>
              </w:rPr>
              <w:t>Ipc1/Pdk1</w:t>
            </w:r>
            <w:r w:rsidRPr="0049303F">
              <w:rPr>
                <w:rFonts w:cs="Arial"/>
                <w:iCs/>
              </w:rPr>
              <w:sym w:font="Wingdings" w:char="F0E0"/>
            </w:r>
            <w:r w:rsidRPr="0049303F">
              <w:rPr>
                <w:rFonts w:cs="Arial"/>
                <w:iCs/>
              </w:rPr>
              <w:t>Pck1</w:t>
            </w:r>
            <w:r w:rsidRPr="0049303F">
              <w:rPr>
                <w:rFonts w:cs="Arial"/>
                <w:iCs/>
              </w:rPr>
              <w:sym w:font="Wingdings" w:char="F0E0"/>
            </w:r>
            <w:r w:rsidRPr="0049303F">
              <w:rPr>
                <w:rFonts w:cs="Arial"/>
                <w:iCs/>
              </w:rPr>
              <w:t>Bck1(MAPKKK)</w:t>
            </w:r>
            <w:r w:rsidRPr="0049303F">
              <w:rPr>
                <w:rFonts w:cs="Arial"/>
                <w:iCs/>
              </w:rPr>
              <w:sym w:font="Wingdings" w:char="F0E0"/>
            </w:r>
            <w:r w:rsidRPr="0049303F">
              <w:rPr>
                <w:rFonts w:cs="Arial"/>
                <w:iCs/>
              </w:rPr>
              <w:t>Mkk2(MAPKK)</w:t>
            </w:r>
            <w:r w:rsidRPr="0049303F">
              <w:rPr>
                <w:rFonts w:cs="Arial"/>
                <w:iCs/>
              </w:rPr>
              <w:sym w:font="Wingdings" w:char="F0E0"/>
            </w:r>
            <w:r w:rsidR="00B3155C" w:rsidRPr="0049303F">
              <w:rPr>
                <w:rFonts w:cs="Arial"/>
                <w:iCs/>
              </w:rPr>
              <w:t xml:space="preserve"> </w:t>
            </w:r>
            <w:r w:rsidRPr="0049303F">
              <w:rPr>
                <w:rFonts w:cs="Arial"/>
                <w:iCs/>
              </w:rPr>
              <w:t>Mpk1(MAPK)</w:t>
            </w:r>
          </w:p>
          <w:p w14:paraId="1312A240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</w:p>
          <w:p w14:paraId="6C4FFC49" w14:textId="7765AFB5" w:rsidR="003B7DF1" w:rsidRPr="0049303F" w:rsidRDefault="003B7DF1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49303F">
              <w:rPr>
                <w:rFonts w:cs="Arial"/>
                <w:b/>
                <w:i/>
                <w:iCs/>
              </w:rPr>
              <w:t>Hog-independent activation of response kinase:</w:t>
            </w:r>
          </w:p>
          <w:p w14:paraId="538E79CC" w14:textId="77777777" w:rsidR="003B7DF1" w:rsidRPr="0049303F" w:rsidRDefault="003B7DF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49303F">
              <w:rPr>
                <w:rFonts w:cs="Arial"/>
                <w:iCs/>
              </w:rPr>
              <w:t>Tco1/Tco2</w:t>
            </w:r>
            <w:r w:rsidRPr="0049303F">
              <w:rPr>
                <w:rFonts w:cs="Arial"/>
                <w:iCs/>
              </w:rPr>
              <w:sym w:font="Wingdings" w:char="F0E0"/>
            </w:r>
            <w:bookmarkStart w:id="0" w:name="OLE_LINK53"/>
            <w:bookmarkStart w:id="1" w:name="OLE_LINK54"/>
            <w:r w:rsidRPr="0049303F">
              <w:rPr>
                <w:rFonts w:ascii="Times New Roman" w:hAnsi="Times New Roman"/>
                <w:iCs/>
              </w:rPr>
              <w:t>↓</w:t>
            </w:r>
            <w:bookmarkEnd w:id="0"/>
            <w:bookmarkEnd w:id="1"/>
            <w:r w:rsidRPr="0049303F">
              <w:rPr>
                <w:rFonts w:cs="Arial"/>
                <w:iCs/>
              </w:rPr>
              <w:t>Ypd1</w:t>
            </w:r>
            <w:r w:rsidRPr="0049303F">
              <w:rPr>
                <w:rFonts w:cs="Arial"/>
                <w:iCs/>
              </w:rPr>
              <w:sym w:font="Wingdings" w:char="F0E0"/>
            </w:r>
            <w:r w:rsidRPr="0049303F">
              <w:rPr>
                <w:rFonts w:ascii="Times New Roman" w:hAnsi="Times New Roman"/>
                <w:iCs/>
              </w:rPr>
              <w:t>↓</w:t>
            </w:r>
            <w:r w:rsidRPr="0049303F">
              <w:rPr>
                <w:rFonts w:cs="Arial"/>
                <w:iCs/>
              </w:rPr>
              <w:t>Ssk1</w:t>
            </w:r>
            <w:r w:rsidRPr="0049303F">
              <w:rPr>
                <w:rFonts w:cs="Arial"/>
                <w:iCs/>
              </w:rPr>
              <w:sym w:font="Wingdings" w:char="F0E0"/>
            </w:r>
            <w:r w:rsidRPr="0049303F">
              <w:rPr>
                <w:rFonts w:cs="Arial"/>
                <w:iCs/>
              </w:rPr>
              <w:t>Skn7</w:t>
            </w:r>
          </w:p>
          <w:p w14:paraId="707D919B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</w:p>
          <w:p w14:paraId="5A3010FE" w14:textId="410ED13B" w:rsidR="003B7DF1" w:rsidRPr="0049303F" w:rsidRDefault="003B7DF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49303F">
              <w:rPr>
                <w:rFonts w:cs="Arial"/>
                <w:b/>
                <w:i/>
                <w:iCs/>
              </w:rPr>
              <w:t>Cdc24-dependent Ras signalling pathway:</w:t>
            </w:r>
            <w:r w:rsidRPr="0049303F">
              <w:rPr>
                <w:rFonts w:cs="Arial"/>
                <w:iCs/>
              </w:rPr>
              <w:t xml:space="preserve"> Ras1</w:t>
            </w:r>
            <w:r w:rsidRPr="0049303F">
              <w:rPr>
                <w:rFonts w:cs="Arial"/>
                <w:iCs/>
              </w:rPr>
              <w:sym w:font="Wingdings" w:char="F0E0"/>
            </w:r>
            <w:r w:rsidRPr="0049303F">
              <w:rPr>
                <w:rFonts w:cs="Arial"/>
                <w:iCs/>
              </w:rPr>
              <w:t>Cdc24</w:t>
            </w:r>
            <w:r w:rsidRPr="0049303F">
              <w:rPr>
                <w:rFonts w:cs="Arial"/>
                <w:iCs/>
              </w:rPr>
              <w:sym w:font="Wingdings" w:char="F0E0"/>
            </w:r>
            <w:r w:rsidRPr="0049303F">
              <w:rPr>
                <w:rFonts w:cs="Arial"/>
                <w:iCs/>
              </w:rPr>
              <w:t>Cdc42</w:t>
            </w:r>
            <w:r w:rsidRPr="0049303F">
              <w:rPr>
                <w:rFonts w:cs="Arial"/>
                <w:iCs/>
              </w:rPr>
              <w:sym w:font="Wingdings" w:char="F0E0"/>
            </w:r>
            <w:r w:rsidRPr="0049303F">
              <w:rPr>
                <w:rFonts w:cs="Arial"/>
                <w:iCs/>
              </w:rPr>
              <w:t>Ste20</w:t>
            </w:r>
          </w:p>
        </w:tc>
      </w:tr>
      <w:tr w:rsidR="007B49CF" w:rsidRPr="00ED2F4E" w14:paraId="53A1141B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769C9" w14:textId="41E668B7" w:rsidR="007B49CF" w:rsidRPr="00ED2F4E" w:rsidRDefault="00F57B73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Growth at</w:t>
            </w:r>
            <w:r w:rsidRPr="00ED2F4E">
              <w:rPr>
                <w:rFonts w:cs="Arial"/>
              </w:rPr>
              <w:t xml:space="preserve"> 37</w:t>
            </w:r>
            <w:r w:rsidRPr="00ED2F4E">
              <w:rPr>
                <w:rFonts w:cs="Arial"/>
                <w:vertAlign w:val="superscript"/>
              </w:rPr>
              <w:t>o</w:t>
            </w:r>
            <w:r w:rsidRPr="00ED2F4E">
              <w:rPr>
                <w:rFonts w:cs="Arial"/>
              </w:rPr>
              <w:t>C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022979" w14:textId="1FD00134" w:rsidR="007B49CF" w:rsidRPr="00ED2F4E" w:rsidRDefault="007B49CF" w:rsidP="009F1036">
            <w:pPr>
              <w:tabs>
                <w:tab w:val="left" w:pos="0"/>
              </w:tabs>
              <w:jc w:val="left"/>
              <w:rPr>
                <w:rFonts w:cs="Arial"/>
                <w:b/>
                <w:iCs/>
                <w:u w:val="single"/>
              </w:rPr>
            </w:pPr>
            <w:r w:rsidRPr="00ED2F4E">
              <w:rPr>
                <w:rFonts w:cs="Arial"/>
                <w:i/>
                <w:iCs/>
              </w:rPr>
              <w:t xml:space="preserve">Acc1, Acs1, Afr1, Arf2, Arg3, Arg8, Bna5, Bna6, Ccr4, Cdc3, Cdc10, Cdc11, Cdc12, Cdc24, Cdc42, Cdc43, Cdc420, Chl1, Clc1, Cpa1, Drp1, Dur3, Fas1, Glt1, Grx4, Hsp78, Hsp104, Hxl1, Icl1, Kar2, Kre5, Kre6, Kre61, Leu1, Lys2, </w:t>
            </w:r>
            <w:r w:rsidRPr="00ED2F4E">
              <w:rPr>
                <w:rFonts w:cs="Arial"/>
                <w:bCs/>
                <w:i/>
                <w:iCs/>
              </w:rPr>
              <w:t>Mga1</w:t>
            </w:r>
            <w:r w:rsidRPr="00ED2F4E">
              <w:rPr>
                <w:rFonts w:cs="Arial"/>
                <w:i/>
                <w:iCs/>
              </w:rPr>
              <w:t xml:space="preserve">, Mga2, Nmt1, Ole1, Plr1, Pma1, </w:t>
            </w:r>
            <w:r w:rsidRPr="00ED2F4E">
              <w:rPr>
                <w:rFonts w:cs="Arial"/>
                <w:bCs/>
                <w:i/>
                <w:iCs/>
              </w:rPr>
              <w:t>Pgi1</w:t>
            </w:r>
            <w:r w:rsidRPr="00ED2F4E">
              <w:rPr>
                <w:rFonts w:cs="Arial"/>
                <w:i/>
                <w:iCs/>
              </w:rPr>
              <w:t xml:space="preserve">, Pps1, Pro2, Rac1, Ras1, Rds1, Rim15, Rpl1, Rpl30, Rpl36a, Rpl37b, Rpl41, Rps12, Skn1, Slg1, Smg1, Sod2, </w:t>
            </w:r>
            <w:r w:rsidR="00BA76B0">
              <w:rPr>
                <w:rFonts w:cs="Arial"/>
                <w:i/>
                <w:iCs/>
              </w:rPr>
              <w:t xml:space="preserve">Sit1, </w:t>
            </w:r>
            <w:r w:rsidRPr="00ED2F4E">
              <w:rPr>
                <w:rFonts w:cs="Arial"/>
                <w:i/>
                <w:iCs/>
              </w:rPr>
              <w:t xml:space="preserve">Ssn801, Tao3, Tef1, Thr4, Tps1, Tps2, Tsa1, Tsa3, </w:t>
            </w:r>
            <w:r w:rsidRPr="00ED2F4E">
              <w:rPr>
                <w:rFonts w:cs="Arial"/>
                <w:iCs/>
              </w:rPr>
              <w:t>Cbk1, Cdk8, Ire1, Kcs1, Snf1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DDEB4" w14:textId="46ADE716" w:rsidR="007B49CF" w:rsidRPr="00ED2F4E" w:rsidRDefault="007B49C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Aox1, Gat1, Fhb1, Ilv2, Ilv5, Liv3, Lys2, Mdr1, Ndh1, Opt1, Pan6, Pak1, Pka2, Pkr1, Qsp1, Rpl22, Spe3-Lys9, Ura2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D7C80" w14:textId="77777777" w:rsidR="007B49CF" w:rsidRPr="00ED2F4E" w:rsidRDefault="007B49C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b/>
                <w:i/>
                <w:iCs/>
              </w:rPr>
              <w:t>Cdc24-dependent Ras signalling pathway:</w:t>
            </w:r>
            <w:r w:rsidRPr="00ED2F4E">
              <w:rPr>
                <w:rFonts w:cs="Arial"/>
                <w:iCs/>
              </w:rPr>
              <w:t xml:space="preserve"> Ras1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Cdc24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Cdc42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Ste20</w:t>
            </w:r>
          </w:p>
          <w:p w14:paraId="1E950BD8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</w:p>
          <w:p w14:paraId="57AE11B7" w14:textId="34F7B986" w:rsidR="007B49CF" w:rsidRPr="00ED2F4E" w:rsidRDefault="007B49CF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b/>
                <w:i/>
                <w:iCs/>
              </w:rPr>
              <w:t>Cdc24-independent Ras signalling pathway:</w:t>
            </w:r>
          </w:p>
          <w:p w14:paraId="4BEA6ED3" w14:textId="77777777" w:rsidR="007B49CF" w:rsidRPr="00ED2F4E" w:rsidRDefault="007B49C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Ras1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Rac1-GTP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Ste20</w:t>
            </w:r>
          </w:p>
          <w:p w14:paraId="679918FC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</w:p>
          <w:p w14:paraId="53B9D0D1" w14:textId="3ABFB540" w:rsidR="007B49CF" w:rsidRPr="00ED2F4E" w:rsidRDefault="007B49CF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b/>
                <w:i/>
                <w:iCs/>
              </w:rPr>
              <w:t>Mpk signalling pathway:</w:t>
            </w:r>
          </w:p>
          <w:p w14:paraId="25554767" w14:textId="1A8CC01D" w:rsidR="007B49CF" w:rsidRPr="00ED2F4E" w:rsidRDefault="007B49CF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iCs/>
              </w:rPr>
              <w:t>Ipc1/Pdk1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Pck1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Bck1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Mkk2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Mpk1</w:t>
            </w:r>
          </w:p>
        </w:tc>
      </w:tr>
      <w:tr w:rsidR="000C28D0" w:rsidRPr="00ED2F4E" w14:paraId="1A7DBD0F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CCAB8" w14:textId="73806BBE" w:rsidR="000C28D0" w:rsidRPr="00ED2F4E" w:rsidRDefault="00506D3F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 xml:space="preserve">Growth between 25 – </w:t>
            </w:r>
            <w:r w:rsidRPr="00ED2F4E">
              <w:rPr>
                <w:rFonts w:cs="Arial"/>
              </w:rPr>
              <w:t>39</w:t>
            </w:r>
            <w:r w:rsidRPr="00ED2F4E">
              <w:rPr>
                <w:rFonts w:cs="Arial"/>
                <w:vertAlign w:val="superscript"/>
              </w:rPr>
              <w:t>o</w:t>
            </w:r>
            <w:r w:rsidRPr="00ED2F4E">
              <w:rPr>
                <w:rFonts w:cs="Arial"/>
              </w:rPr>
              <w:t>C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49C4B7" w14:textId="4186752C" w:rsidR="000C28D0" w:rsidRPr="00ED2F4E" w:rsidRDefault="000C28D0" w:rsidP="009F1036">
            <w:pPr>
              <w:tabs>
                <w:tab w:val="left" w:pos="0"/>
              </w:tabs>
              <w:jc w:val="left"/>
              <w:rPr>
                <w:rFonts w:cs="Arial"/>
                <w:b/>
                <w:u w:val="single"/>
              </w:rPr>
            </w:pPr>
            <w:r w:rsidRPr="00ED2F4E">
              <w:rPr>
                <w:rFonts w:cs="Arial"/>
                <w:i/>
                <w:iCs/>
              </w:rPr>
              <w:t>Ags1, Bzp2, Can2, Cas35, Cbp1, Cch1, Ccn1, Ccr4, Cdc24, Cdc7,</w:t>
            </w:r>
            <w:r w:rsidRPr="00ED2F4E">
              <w:rPr>
                <w:rFonts w:cs="Arial"/>
                <w:iCs/>
              </w:rPr>
              <w:t xml:space="preserve"> </w:t>
            </w:r>
            <w:r w:rsidRPr="00ED2F4E">
              <w:rPr>
                <w:rFonts w:cs="Arial"/>
                <w:i/>
                <w:iCs/>
              </w:rPr>
              <w:t xml:space="preserve">Chs3, Cir1, </w:t>
            </w:r>
            <w:r w:rsidRPr="00ED2F4E">
              <w:rPr>
                <w:rFonts w:cs="Arial"/>
                <w:i/>
                <w:iCs/>
              </w:rPr>
              <w:lastRenderedPageBreak/>
              <w:t xml:space="preserve">Cna1, Cnb1, Cpa1, Cps1, Csr2, Cts1, Cuf1, Eca1, Fzc6, Gat5, Gcs1, Ilv2, Liv4, </w:t>
            </w:r>
            <w:r w:rsidRPr="00ED2F4E">
              <w:rPr>
                <w:rFonts w:cs="Arial"/>
                <w:bCs/>
                <w:i/>
                <w:iCs/>
              </w:rPr>
              <w:t>Lrg1</w:t>
            </w:r>
            <w:r w:rsidRPr="00ED2F4E">
              <w:rPr>
                <w:rFonts w:cs="Arial"/>
                <w:i/>
                <w:iCs/>
              </w:rPr>
              <w:t xml:space="preserve">, Met6, Mga2, Mpf3, Nrg1, Pmt4, Ppg1, Puf4, Ras1, Rom2, Sav1, Tps1, Tps2, Trx2, Tsa1, Tup1, Ugd1, Uge1, Ugt1, Ura5, Vph1, Vps34, Vps41, </w:t>
            </w:r>
            <w:r w:rsidRPr="00ED2F4E">
              <w:rPr>
                <w:rFonts w:cs="Arial"/>
                <w:iCs/>
              </w:rPr>
              <w:t>Bud32, Bck1, Cbk1, Hog1, Ipk1, Kic1,</w:t>
            </w:r>
            <w:r w:rsidRPr="00ED2F4E">
              <w:rPr>
                <w:rFonts w:cs="Arial"/>
                <w:i/>
                <w:iCs/>
              </w:rPr>
              <w:t xml:space="preserve"> </w:t>
            </w:r>
            <w:r w:rsidRPr="00ED2F4E">
              <w:rPr>
                <w:rFonts w:cs="Arial"/>
                <w:iCs/>
              </w:rPr>
              <w:t>Mec1, Mkk2, Mob2, Mpk1, Pbs2, Ste20, Yck2, Ypk1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CA0D5" w14:textId="5BD2EA7E" w:rsidR="000C28D0" w:rsidRPr="00ED2F4E" w:rsidRDefault="00A24F6E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lastRenderedPageBreak/>
              <w:t>Gat1, Pbp1</w:t>
            </w:r>
            <w:r w:rsidR="007E381A">
              <w:rPr>
                <w:rFonts w:cs="Arial"/>
                <w:i/>
                <w:iCs/>
              </w:rPr>
              <w:t>, Rho11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85085" w14:textId="77777777" w:rsidR="000C28D0" w:rsidRPr="00ED2F4E" w:rsidRDefault="000C28D0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b/>
                <w:i/>
                <w:iCs/>
              </w:rPr>
              <w:t xml:space="preserve">Cdc24-dependent </w:t>
            </w:r>
            <w:bookmarkStart w:id="2" w:name="OLE_LINK309"/>
            <w:r w:rsidRPr="00ED2F4E">
              <w:rPr>
                <w:rFonts w:cs="Arial"/>
                <w:b/>
                <w:i/>
                <w:iCs/>
              </w:rPr>
              <w:t>Ras signalling</w:t>
            </w:r>
            <w:bookmarkEnd w:id="2"/>
            <w:r w:rsidRPr="00ED2F4E">
              <w:rPr>
                <w:rFonts w:cs="Arial"/>
                <w:b/>
                <w:i/>
                <w:iCs/>
              </w:rPr>
              <w:t xml:space="preserve"> pathway:</w:t>
            </w:r>
            <w:r w:rsidRPr="00ED2F4E">
              <w:rPr>
                <w:rFonts w:cs="Arial"/>
                <w:iCs/>
              </w:rPr>
              <w:t xml:space="preserve"> Ras1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Cdc24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Cdc42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Ste20</w:t>
            </w:r>
          </w:p>
          <w:p w14:paraId="6979DD16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</w:p>
          <w:p w14:paraId="5B333068" w14:textId="61DCAA30" w:rsidR="000C28D0" w:rsidRPr="00ED2F4E" w:rsidRDefault="000C28D0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b/>
                <w:i/>
                <w:iCs/>
              </w:rPr>
              <w:t>Cdc24-independent Ras signalling pathway:</w:t>
            </w:r>
          </w:p>
          <w:p w14:paraId="55D4E829" w14:textId="77777777" w:rsidR="000C28D0" w:rsidRPr="00ED2F4E" w:rsidRDefault="000C28D0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Ras1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Rac1-GTP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Ste20</w:t>
            </w:r>
          </w:p>
          <w:p w14:paraId="3B7BB836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</w:p>
          <w:p w14:paraId="710CAB3F" w14:textId="201AB418" w:rsidR="000C28D0" w:rsidRPr="00ED2F4E" w:rsidRDefault="000C28D0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b/>
                <w:i/>
                <w:iCs/>
              </w:rPr>
              <w:t>Mpk signalling pathway:</w:t>
            </w:r>
          </w:p>
          <w:p w14:paraId="5582EAFD" w14:textId="0E1288D3" w:rsidR="000C28D0" w:rsidRPr="00ED2F4E" w:rsidRDefault="000C28D0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iCs/>
              </w:rPr>
              <w:t>Ipc1/Pdk1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Pck1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Bck1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Mkk2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Mpk1</w:t>
            </w:r>
          </w:p>
        </w:tc>
      </w:tr>
      <w:tr w:rsidR="000C28D0" w:rsidRPr="00ED2F4E" w14:paraId="72A02384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A9521B" w14:textId="1ECFD03A" w:rsidR="000C28D0" w:rsidRPr="00ED2F4E" w:rsidRDefault="00506D3F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lastRenderedPageBreak/>
              <w:t>Growth between 25 – 30</w:t>
            </w:r>
            <w:r w:rsidRPr="00ED2F4E">
              <w:rPr>
                <w:rFonts w:cs="Arial"/>
                <w:vertAlign w:val="superscript"/>
              </w:rPr>
              <w:t>o</w:t>
            </w:r>
            <w:r w:rsidRPr="00ED2F4E">
              <w:rPr>
                <w:rFonts w:cs="Arial"/>
              </w:rPr>
              <w:t>C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BFA17D" w14:textId="329C8A51" w:rsidR="000C28D0" w:rsidRPr="00ED2F4E" w:rsidRDefault="000C28D0" w:rsidP="009F1036">
            <w:pPr>
              <w:tabs>
                <w:tab w:val="left" w:pos="0"/>
              </w:tabs>
              <w:jc w:val="left"/>
              <w:rPr>
                <w:rFonts w:cs="Arial"/>
                <w:b/>
              </w:rPr>
            </w:pPr>
            <w:r w:rsidRPr="00ED2F4E">
              <w:rPr>
                <w:rFonts w:cs="Arial"/>
                <w:i/>
                <w:iCs/>
              </w:rPr>
              <w:t xml:space="preserve">Aox1, Fhb1, Hlh3, Hob1, Ilv2, Ilv5, Kre5, Kre6, Kre61, Liv3, Fbp26, Ino1/Myo1, Ras1, Rpl18, Rps26, Skn1, Spe3-Lys9, </w:t>
            </w:r>
            <w:r w:rsidRPr="00ED2F4E">
              <w:rPr>
                <w:rFonts w:cs="Arial"/>
                <w:iCs/>
              </w:rPr>
              <w:t>Pck1, Pos5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2FD6B" w14:textId="216043F3" w:rsidR="000C28D0" w:rsidRPr="00ED2F4E" w:rsidRDefault="00247953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>Rho11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F4E6F" w14:textId="77777777" w:rsidR="000C28D0" w:rsidRPr="00ED2F4E" w:rsidRDefault="000C28D0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b/>
                <w:i/>
                <w:iCs/>
              </w:rPr>
              <w:t>Mpk signalling pathway:</w:t>
            </w:r>
          </w:p>
          <w:p w14:paraId="5EE0D6DF" w14:textId="0040E20D" w:rsidR="000C28D0" w:rsidRPr="00ED2F4E" w:rsidRDefault="000C28D0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iCs/>
              </w:rPr>
              <w:t>Ipc1/Pdk1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Pck1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Bck1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Mkk2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Mpk1</w:t>
            </w:r>
          </w:p>
        </w:tc>
      </w:tr>
      <w:tr w:rsidR="00B766D6" w:rsidRPr="00ED2F4E" w14:paraId="2DC6D0F7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F3F95" w14:textId="26D10E97" w:rsidR="00B766D6" w:rsidRPr="00ED2F4E" w:rsidRDefault="00506D3F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Growth between 20 – 24</w:t>
            </w:r>
            <w:r w:rsidRPr="00ED2F4E">
              <w:rPr>
                <w:rFonts w:cs="Arial"/>
                <w:vertAlign w:val="superscript"/>
              </w:rPr>
              <w:t>o</w:t>
            </w:r>
            <w:r w:rsidRPr="00ED2F4E">
              <w:rPr>
                <w:rFonts w:cs="Arial"/>
              </w:rPr>
              <w:t>C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C6F446" w14:textId="2DA03B59" w:rsidR="00B766D6" w:rsidRPr="00ED2F4E" w:rsidRDefault="00B766D6" w:rsidP="009F1036">
            <w:pPr>
              <w:tabs>
                <w:tab w:val="left" w:pos="0"/>
              </w:tabs>
              <w:jc w:val="left"/>
              <w:rPr>
                <w:rFonts w:cs="Arial"/>
                <w:b/>
              </w:rPr>
            </w:pPr>
            <w:r w:rsidRPr="00ED2F4E">
              <w:rPr>
                <w:rFonts w:cs="Arial"/>
                <w:i/>
              </w:rPr>
              <w:t>Gpp2, Tps1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5E8CC" w14:textId="5DE13456" w:rsidR="00B766D6" w:rsidRPr="00ED2F4E" w:rsidRDefault="00B766D6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</w:rPr>
              <w:t>Ras1</w:t>
            </w:r>
            <w:r w:rsidR="00247953">
              <w:rPr>
                <w:rFonts w:cs="Arial"/>
                <w:i/>
              </w:rPr>
              <w:t>, Rho11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69125" w14:textId="77777777" w:rsidR="00B766D6" w:rsidRPr="00ED2F4E" w:rsidRDefault="00B766D6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b/>
                <w:i/>
                <w:iCs/>
              </w:rPr>
              <w:t>Glycerol and trehalose biosynthesis via Sln1- or Cdc24-dependent Hog1 activation:</w:t>
            </w:r>
          </w:p>
          <w:p w14:paraId="5B10C79E" w14:textId="0F1B85D5" w:rsidR="00B766D6" w:rsidRPr="00ED2F4E" w:rsidRDefault="00B766D6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bCs/>
              </w:rPr>
              <w:t>(Sln1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Ypd1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Ssk1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Ssk2/Ssk22) or (Cdc42/Sho1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Ste20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Ste50</w:t>
            </w:r>
            <w:r w:rsidRPr="00ED2F4E">
              <w:rPr>
                <w:rFonts w:cs="Arial"/>
                <w:bCs/>
              </w:rPr>
              <w:sym w:font="Wingdings" w:char="F0E0"/>
            </w:r>
            <w:r w:rsidR="0049303F">
              <w:rPr>
                <w:rFonts w:cs="Arial"/>
                <w:bCs/>
              </w:rPr>
              <w:t xml:space="preserve"> </w:t>
            </w:r>
            <w:r w:rsidRPr="00ED2F4E">
              <w:rPr>
                <w:rFonts w:cs="Arial"/>
                <w:bCs/>
              </w:rPr>
              <w:t>Ste11)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Pbs2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Hog1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Hot1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Gpd1 (glycerol) or Msn2/4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Tps1 (trehalose)</w:t>
            </w:r>
          </w:p>
        </w:tc>
      </w:tr>
      <w:tr w:rsidR="00B766D6" w:rsidRPr="00ED2F4E" w14:paraId="77AF5788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1CE1CD" w14:textId="77777777" w:rsidR="00B766D6" w:rsidRPr="00ED2F4E" w:rsidRDefault="00B766D6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CSF survival at 37</w:t>
            </w:r>
            <w:r w:rsidRPr="00ED2F4E">
              <w:rPr>
                <w:rFonts w:cs="Arial"/>
                <w:iCs/>
                <w:vertAlign w:val="superscript"/>
              </w:rPr>
              <w:t>o</w:t>
            </w:r>
            <w:r w:rsidRPr="00ED2F4E">
              <w:rPr>
                <w:rFonts w:cs="Arial"/>
                <w:iCs/>
              </w:rPr>
              <w:t>C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F34DC" w14:textId="77777777" w:rsidR="00B766D6" w:rsidRPr="00ED2F4E" w:rsidRDefault="00B766D6" w:rsidP="009F1036">
            <w:pPr>
              <w:tabs>
                <w:tab w:val="left" w:pos="0"/>
              </w:tabs>
              <w:jc w:val="left"/>
              <w:rPr>
                <w:rFonts w:cs="Arial"/>
                <w:bCs/>
                <w:i/>
                <w:iCs/>
              </w:rPr>
            </w:pPr>
            <w:r w:rsidRPr="00ED2F4E">
              <w:rPr>
                <w:rFonts w:cs="Arial"/>
                <w:bCs/>
                <w:i/>
                <w:iCs/>
              </w:rPr>
              <w:t>Ckb1, Cps1, Csn1201, Ena1, Hrd1, Nsr1, Pgi1, Pik1, Pxa2, Rub1, Sre1, Swe1, Vam6, Vps25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BCF64" w14:textId="3A832085" w:rsidR="00B766D6" w:rsidRPr="00247953" w:rsidRDefault="00247953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247953">
              <w:rPr>
                <w:rFonts w:cs="Arial"/>
                <w:i/>
              </w:rPr>
              <w:t>Sit1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FDF5C" w14:textId="77777777" w:rsidR="00B766D6" w:rsidRPr="00ED2F4E" w:rsidRDefault="00B766D6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b/>
                <w:i/>
                <w:iCs/>
              </w:rPr>
              <w:t>Recruiting ubiquitin E2 to SCF E3 ligase for effective proteasomal targeting of proteins:</w:t>
            </w:r>
          </w:p>
          <w:p w14:paraId="7B289074" w14:textId="77777777" w:rsidR="00B766D6" w:rsidRPr="00ED2F4E" w:rsidRDefault="00B766D6" w:rsidP="009F1036">
            <w:pPr>
              <w:tabs>
                <w:tab w:val="left" w:pos="0"/>
              </w:tabs>
              <w:jc w:val="left"/>
              <w:rPr>
                <w:rFonts w:cs="Arial"/>
                <w:bCs/>
              </w:rPr>
            </w:pPr>
            <w:r w:rsidRPr="00ED2F4E">
              <w:rPr>
                <w:rFonts w:ascii="Times New Roman" w:hAnsi="Times New Roman"/>
                <w:b/>
                <w:i/>
                <w:iCs/>
              </w:rPr>
              <w:t>►</w:t>
            </w:r>
            <w:r w:rsidRPr="00ED2F4E">
              <w:rPr>
                <w:rFonts w:cs="Arial"/>
                <w:bCs/>
              </w:rPr>
              <w:t>Neddylation pathway</w:t>
            </w:r>
          </w:p>
          <w:p w14:paraId="5E3AAFA5" w14:textId="77777777" w:rsidR="00B766D6" w:rsidRPr="00ED2F4E" w:rsidRDefault="00B766D6" w:rsidP="009F1036">
            <w:pPr>
              <w:tabs>
                <w:tab w:val="left" w:pos="0"/>
              </w:tabs>
              <w:jc w:val="left"/>
              <w:rPr>
                <w:rFonts w:cs="Arial"/>
                <w:bCs/>
              </w:rPr>
            </w:pPr>
            <w:r w:rsidRPr="00ED2F4E">
              <w:rPr>
                <w:rFonts w:ascii="Times New Roman" w:hAnsi="Times New Roman"/>
                <w:bCs/>
              </w:rPr>
              <w:t>►</w:t>
            </w:r>
            <w:r w:rsidRPr="00ED2F4E">
              <w:rPr>
                <w:rFonts w:cs="Arial"/>
                <w:bCs/>
              </w:rPr>
              <w:t>Phosphatidylinositol signalling pathway</w:t>
            </w:r>
          </w:p>
          <w:p w14:paraId="0C713060" w14:textId="77777777" w:rsidR="00B766D6" w:rsidRPr="00ED2F4E" w:rsidRDefault="00B766D6" w:rsidP="009F1036">
            <w:pPr>
              <w:tabs>
                <w:tab w:val="left" w:pos="0"/>
              </w:tabs>
              <w:jc w:val="left"/>
              <w:rPr>
                <w:rFonts w:cs="Arial"/>
                <w:bCs/>
              </w:rPr>
            </w:pPr>
            <w:r w:rsidRPr="00ED2F4E">
              <w:rPr>
                <w:rFonts w:ascii="Times New Roman" w:hAnsi="Times New Roman"/>
                <w:bCs/>
              </w:rPr>
              <w:t>►</w:t>
            </w:r>
            <w:r w:rsidRPr="00ED2F4E">
              <w:rPr>
                <w:rFonts w:cs="Arial"/>
                <w:bCs/>
              </w:rPr>
              <w:t>PI3K signalling</w:t>
            </w:r>
          </w:p>
          <w:p w14:paraId="6D5987C6" w14:textId="77777777" w:rsidR="00B766D6" w:rsidRPr="00ED2F4E" w:rsidRDefault="00B766D6" w:rsidP="009F1036">
            <w:pPr>
              <w:tabs>
                <w:tab w:val="left" w:pos="0"/>
              </w:tabs>
              <w:jc w:val="left"/>
              <w:rPr>
                <w:rFonts w:cs="Arial"/>
                <w:bCs/>
              </w:rPr>
            </w:pPr>
            <w:r w:rsidRPr="00ED2F4E">
              <w:rPr>
                <w:rFonts w:ascii="Times New Roman" w:hAnsi="Times New Roman"/>
                <w:bCs/>
              </w:rPr>
              <w:t>►</w:t>
            </w:r>
            <w:r w:rsidRPr="00ED2F4E">
              <w:rPr>
                <w:rFonts w:cs="Arial"/>
                <w:bCs/>
              </w:rPr>
              <w:t>Autophagy vesicles in response to starvation</w:t>
            </w:r>
          </w:p>
          <w:p w14:paraId="1EBA99EA" w14:textId="77777777" w:rsidR="00B766D6" w:rsidRPr="00ED2F4E" w:rsidRDefault="00B766D6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ascii="Times New Roman" w:hAnsi="Times New Roman"/>
                <w:bCs/>
              </w:rPr>
              <w:t>►</w:t>
            </w:r>
            <w:r w:rsidRPr="00ED2F4E">
              <w:rPr>
                <w:rFonts w:cs="Arial"/>
                <w:bCs/>
              </w:rPr>
              <w:t>Tsc1/Tsc2 Tor-like signalling pathway</w:t>
            </w:r>
          </w:p>
        </w:tc>
      </w:tr>
      <w:tr w:rsidR="00D4637D" w:rsidRPr="00ED2F4E" w14:paraId="5E262E8E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01704C" w14:textId="77777777" w:rsidR="00D4637D" w:rsidRPr="00ED2F4E" w:rsidRDefault="00D4637D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lastRenderedPageBreak/>
              <w:t>Heat-stress (heat-stress proteins, Hsp)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3DD15A" w14:textId="77777777" w:rsidR="00D4637D" w:rsidRPr="00ED2F4E" w:rsidRDefault="00D4637D" w:rsidP="009F1036">
            <w:pPr>
              <w:tabs>
                <w:tab w:val="left" w:pos="0"/>
              </w:tabs>
              <w:jc w:val="left"/>
              <w:rPr>
                <w:rFonts w:cs="Arial"/>
                <w:bCs/>
                <w:i/>
                <w:iCs/>
              </w:rPr>
            </w:pPr>
            <w:r w:rsidRPr="00ED2F4E">
              <w:rPr>
                <w:rFonts w:cs="Arial"/>
                <w:bCs/>
                <w:i/>
                <w:iCs/>
              </w:rPr>
              <w:t>Cdc24, Cdc42, Erg, Gre2, Hsp10, Hsp12, Hsp60, Hsp70, Hsp90, Hsp122, Lhp1, Puf4, Ras1, Sks2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536F2" w14:textId="77777777" w:rsidR="00D4637D" w:rsidRPr="00ED2F4E" w:rsidRDefault="00D4637D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Pka1, Pkr1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9C62B" w14:textId="77777777" w:rsidR="00D4637D" w:rsidRPr="00ED2F4E" w:rsidRDefault="00D4637D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b/>
                <w:i/>
                <w:iCs/>
              </w:rPr>
              <w:t>Cna1/Cnb1 signalling pathway:</w:t>
            </w:r>
          </w:p>
          <w:p w14:paraId="6BE43ACE" w14:textId="77777777" w:rsidR="00D4637D" w:rsidRPr="00ED2F4E" w:rsidRDefault="00D4637D" w:rsidP="009F1036">
            <w:pPr>
              <w:tabs>
                <w:tab w:val="left" w:pos="0"/>
              </w:tabs>
              <w:jc w:val="left"/>
              <w:rPr>
                <w:rFonts w:cs="Arial"/>
                <w:bCs/>
              </w:rPr>
            </w:pPr>
            <w:r w:rsidRPr="00ED2F4E">
              <w:rPr>
                <w:rFonts w:cs="Arial"/>
                <w:bCs/>
              </w:rPr>
              <w:t>[Ca2+]</w:t>
            </w:r>
            <w:r w:rsidRPr="00ED2F4E">
              <w:rPr>
                <w:rFonts w:ascii="Times New Roman" w:hAnsi="Times New Roman"/>
                <w:bCs/>
              </w:rPr>
              <w:t>↑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Cam1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Cna1-Cnb1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Rcn2, Crz1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Rcn2, Yap1, Slm1, Slm2, Hph1</w:t>
            </w:r>
          </w:p>
          <w:p w14:paraId="00A583F7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</w:p>
          <w:p w14:paraId="786F3A8D" w14:textId="31B4D03D" w:rsidR="00D4637D" w:rsidRPr="00ED2F4E" w:rsidRDefault="00D4637D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b/>
                <w:i/>
                <w:iCs/>
              </w:rPr>
              <w:t>Cdc24-dependent Ras signa</w:t>
            </w:r>
            <w:r w:rsidR="00ED5C23">
              <w:rPr>
                <w:rFonts w:cs="Arial"/>
                <w:b/>
                <w:i/>
                <w:iCs/>
              </w:rPr>
              <w:t>l</w:t>
            </w:r>
            <w:r w:rsidRPr="00ED2F4E">
              <w:rPr>
                <w:rFonts w:cs="Arial"/>
                <w:b/>
                <w:i/>
                <w:iCs/>
              </w:rPr>
              <w:t xml:space="preserve">ling pathway: </w:t>
            </w:r>
            <w:r w:rsidRPr="00ED2F4E">
              <w:rPr>
                <w:rFonts w:cs="Arial"/>
                <w:bCs/>
              </w:rPr>
              <w:t>Ras1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Cdc24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Cdc42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Ste20</w:t>
            </w:r>
          </w:p>
        </w:tc>
      </w:tr>
      <w:tr w:rsidR="00D4637D" w:rsidRPr="00ED2F4E" w14:paraId="3D161789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28155A" w14:textId="77777777" w:rsidR="00D4637D" w:rsidRPr="00ED2F4E" w:rsidRDefault="00D4637D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Colony morphology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C81967" w14:textId="77777777" w:rsidR="00D4637D" w:rsidRPr="00ED2F4E" w:rsidRDefault="00D4637D" w:rsidP="009F1036">
            <w:pPr>
              <w:tabs>
                <w:tab w:val="left" w:pos="0"/>
              </w:tabs>
              <w:jc w:val="left"/>
              <w:rPr>
                <w:rFonts w:cs="Arial"/>
                <w:bCs/>
                <w:i/>
                <w:iCs/>
              </w:rPr>
            </w:pPr>
            <w:r w:rsidRPr="00ED2F4E">
              <w:rPr>
                <w:rFonts w:cs="Arial"/>
                <w:bCs/>
                <w:i/>
                <w:iCs/>
              </w:rPr>
              <w:t xml:space="preserve">Afr1, Cap60, Cps1, Gcs1, Ndh1, Pcl12, Pgi1, Sog2, Smt1, Tao3, </w:t>
            </w:r>
            <w:r w:rsidRPr="00ED2F4E">
              <w:rPr>
                <w:rFonts w:cs="Arial"/>
                <w:bCs/>
              </w:rPr>
              <w:t>Cbk1, Kcs1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35A0F" w14:textId="77777777" w:rsidR="00D4637D" w:rsidRPr="00ED2F4E" w:rsidRDefault="00D4637D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2E2E4" w14:textId="77777777" w:rsidR="00D4637D" w:rsidRPr="00ED2F4E" w:rsidRDefault="00D4637D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b/>
                <w:i/>
                <w:iCs/>
              </w:rPr>
              <w:t>Ram signalling pathway:</w:t>
            </w:r>
          </w:p>
          <w:p w14:paraId="06671ED2" w14:textId="77777777" w:rsidR="00D4637D" w:rsidRPr="00ED2F4E" w:rsidRDefault="00D4637D" w:rsidP="009F1036">
            <w:pPr>
              <w:tabs>
                <w:tab w:val="left" w:pos="0"/>
              </w:tabs>
              <w:jc w:val="left"/>
              <w:rPr>
                <w:rFonts w:cs="Arial"/>
                <w:bCs/>
              </w:rPr>
            </w:pPr>
            <w:r w:rsidRPr="00ED2F4E">
              <w:rPr>
                <w:rFonts w:cs="Arial"/>
                <w:bCs/>
              </w:rPr>
              <w:t>Hym1-Sog2-Kic1-Tao3</w:t>
            </w:r>
            <w:r w:rsidRPr="00ED2F4E">
              <w:rPr>
                <w:rFonts w:cs="Arial"/>
                <w:bCs/>
              </w:rPr>
              <w:softHyphen/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Cbk1-Mob2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Ace2</w:t>
            </w:r>
          </w:p>
        </w:tc>
      </w:tr>
      <w:tr w:rsidR="00F56DAE" w:rsidRPr="00ED2F4E" w14:paraId="32361BBD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550E05" w14:textId="77777777" w:rsidR="00F56DAE" w:rsidRPr="00ED2F4E" w:rsidRDefault="00F56DAE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Capsule formation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07D053" w14:textId="51EDF8F0" w:rsidR="00F56DAE" w:rsidRPr="00ED2F4E" w:rsidRDefault="00F56DAE" w:rsidP="009F1036">
            <w:pPr>
              <w:tabs>
                <w:tab w:val="left" w:pos="0"/>
              </w:tabs>
              <w:jc w:val="left"/>
              <w:rPr>
                <w:rFonts w:cs="Arial"/>
                <w:bCs/>
                <w:i/>
                <w:iCs/>
              </w:rPr>
            </w:pPr>
            <w:r w:rsidRPr="00ED2F4E">
              <w:rPr>
                <w:rFonts w:cs="Arial"/>
                <w:bCs/>
                <w:i/>
                <w:iCs/>
              </w:rPr>
              <w:t>Aca1, Ada2, Ags1, Alg3/Cmt1, Arf1, Bzp4, Cac1, Cap10, Cap59, Cap60, Cap64, Cas1, Cas34, Cas35, Cir1, Clc-A, Clr2, Clr4, Clr5, Cpl1, Cpr</w:t>
            </w:r>
            <w:r w:rsidR="00ED5C23">
              <w:rPr>
                <w:rFonts w:cs="Arial"/>
                <w:b/>
                <w:i/>
                <w:iCs/>
              </w:rPr>
              <w:t>a</w:t>
            </w:r>
            <w:r w:rsidRPr="00ED2F4E">
              <w:rPr>
                <w:rFonts w:cs="Arial"/>
                <w:bCs/>
                <w:i/>
                <w:iCs/>
              </w:rPr>
              <w:t xml:space="preserve">, Cps1, Cxt1, Drp1, Ecm2201, Fap1, Fhl1, Fzc16, Fzc33, Fzc34, Fzc45, Fzc47m, Gat1, Gat201, Gat204, Gcn5, Gmt1, Gpa1, Gpr4, Grasp, Grx4, Hap3, Hap5, Hob3, Hob4, Hob5, Hos2, Hsf2, Ilv2, Kre61, Liv1, Liv3, Lrg1, Man1, May1, Mbs1, Mcm1, Met6, Nrg1, Pgi1, Pbx1, Pbx2, Ppg1, Ptp2, Rds2, Rim101, Set302, Swi6, Ugd1, Uxs1, Vph1, Yap1, Zap104, Zfc4, </w:t>
            </w:r>
            <w:r w:rsidRPr="00ED2F4E">
              <w:rPr>
                <w:rFonts w:cs="Arial"/>
                <w:bCs/>
              </w:rPr>
              <w:t xml:space="preserve">Kic1, Pka1, Pkc1, Gsk3, </w:t>
            </w:r>
            <w:r w:rsidR="00DA0692" w:rsidRPr="00DA0692">
              <w:rPr>
                <w:rFonts w:cs="Arial"/>
                <w:bCs/>
                <w:vertAlign w:val="superscript"/>
              </w:rPr>
              <w:t>D</w:t>
            </w:r>
            <w:r w:rsidRPr="00ED2F4E">
              <w:rPr>
                <w:rFonts w:cs="Arial"/>
                <w:bCs/>
              </w:rPr>
              <w:t>Ste12, Ste20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FD951" w14:textId="7F733981" w:rsidR="00F56DAE" w:rsidRPr="00ED2F4E" w:rsidRDefault="00F56DAE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/>
              </w:rPr>
              <w:t>Atf1, Bzp3, Cep3, Chs3, Clr1, Clr3, Clr6, Crg1, Csr2, Cuf1, Ena1, Fbp1, Fkh101, Fkh2, Fzc1, Fzc14, Fzc17, Fzc18, Fzc24, Fzc29, Fzc3, Fzc30, Fzc36, Fzc46, Fzc49, Fzc51, Hap1, Hcm1, Hlh3, Hlh4, Hob7, Hog1, Hxt1, Jjj1, Liv3, Mgt2, Mln1, Ndh1, Nha1, Opt1, Ova1, Ova2, Pde1, Pde2, Pdr802, Plr1, Pph3, Puf4, Qsp1, Rom2, Rom20, Rom21, Rub1, Set3, Sre1, Ssa1, Ssd1, Ssn8, Tao3, Tup1, Uge1, Ugt1, Usv101, Zfc3,</w:t>
            </w:r>
            <w:r w:rsidRPr="00ED2F4E">
              <w:rPr>
                <w:rFonts w:cs="Arial"/>
                <w:iCs/>
              </w:rPr>
              <w:t xml:space="preserve"> Bck1, </w:t>
            </w:r>
            <w:r w:rsidR="00DA0692" w:rsidRPr="00ED2F4E">
              <w:rPr>
                <w:rFonts w:cs="Arial"/>
                <w:iCs/>
              </w:rPr>
              <w:t>Cbk1</w:t>
            </w:r>
            <w:r w:rsidR="00DA0692">
              <w:rPr>
                <w:rFonts w:cs="Arial"/>
                <w:iCs/>
              </w:rPr>
              <w:t xml:space="preserve">, </w:t>
            </w:r>
            <w:r w:rsidRPr="00ED2F4E">
              <w:rPr>
                <w:rFonts w:cs="Arial"/>
                <w:iCs/>
              </w:rPr>
              <w:t xml:space="preserve">Hog1, Ipk1, Irk5, Kcs1, Mkk2, Pbs2, Pik1, Pka2, Pkr1, </w:t>
            </w:r>
            <w:r w:rsidR="00DA0692" w:rsidRPr="00ED2F4E">
              <w:rPr>
                <w:rFonts w:cs="Arial"/>
                <w:iCs/>
              </w:rPr>
              <w:t>Sch9,</w:t>
            </w:r>
            <w:r w:rsidR="00DA0692">
              <w:rPr>
                <w:rFonts w:cs="Arial"/>
                <w:iCs/>
              </w:rPr>
              <w:t xml:space="preserve"> </w:t>
            </w:r>
            <w:r w:rsidR="00DA0692" w:rsidRPr="00ED2F4E">
              <w:rPr>
                <w:rFonts w:cs="Arial"/>
                <w:iCs/>
              </w:rPr>
              <w:t xml:space="preserve">Skn7, </w:t>
            </w:r>
            <w:r w:rsidRPr="00ED2F4E">
              <w:rPr>
                <w:rFonts w:cs="Arial"/>
                <w:iCs/>
              </w:rPr>
              <w:t xml:space="preserve">Ssk2, </w:t>
            </w:r>
            <w:r w:rsidR="00DA0692" w:rsidRPr="00ED2F4E">
              <w:rPr>
                <w:rFonts w:cs="Arial"/>
                <w:bCs/>
              </w:rPr>
              <w:t>Ste12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0D81C" w14:textId="77777777" w:rsidR="00F56DAE" w:rsidRPr="00ED2F4E" w:rsidRDefault="00F56DAE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b/>
                <w:i/>
                <w:iCs/>
              </w:rPr>
              <w:t>cAMP/Pka signalling pathway:</w:t>
            </w:r>
          </w:p>
          <w:p w14:paraId="31FF824A" w14:textId="77777777" w:rsidR="00F56DAE" w:rsidRPr="00ED2F4E" w:rsidRDefault="00F56DAE" w:rsidP="009F1036">
            <w:pPr>
              <w:tabs>
                <w:tab w:val="left" w:pos="0"/>
              </w:tabs>
              <w:jc w:val="left"/>
              <w:rPr>
                <w:rFonts w:cs="Arial"/>
                <w:bCs/>
              </w:rPr>
            </w:pPr>
            <w:r w:rsidRPr="00ED2F4E">
              <w:rPr>
                <w:rFonts w:cs="Arial"/>
                <w:bCs/>
              </w:rPr>
              <w:t>Gpa1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Cac1:Aca1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cAMP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Pkr1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Pka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Nrg1</w:t>
            </w:r>
          </w:p>
        </w:tc>
      </w:tr>
      <w:tr w:rsidR="0051463B" w:rsidRPr="00ED2F4E" w14:paraId="7A08F507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DA855A" w14:textId="77777777" w:rsidR="0051463B" w:rsidRPr="00ED2F4E" w:rsidRDefault="0051463B" w:rsidP="009F1036">
            <w:pPr>
              <w:pStyle w:val="MDPI42tablebody"/>
              <w:jc w:val="left"/>
              <w:rPr>
                <w:rFonts w:cs="Arial"/>
                <w:iCs/>
                <w:lang w:val="en-GB"/>
              </w:rPr>
            </w:pPr>
            <w:r w:rsidRPr="00ED2F4E">
              <w:rPr>
                <w:rFonts w:cs="Arial"/>
                <w:iCs/>
                <w:lang w:val="en-GB"/>
              </w:rPr>
              <w:t>Melanin formation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3AC236" w14:textId="6CE6183D" w:rsidR="0051463B" w:rsidRPr="00ED2F4E" w:rsidRDefault="0051463B" w:rsidP="009F1036">
            <w:pPr>
              <w:tabs>
                <w:tab w:val="left" w:pos="0"/>
              </w:tabs>
              <w:jc w:val="left"/>
              <w:rPr>
                <w:rFonts w:cs="Arial"/>
                <w:bCs/>
                <w:i/>
                <w:iCs/>
              </w:rPr>
            </w:pPr>
            <w:r w:rsidRPr="00ED2F4E">
              <w:rPr>
                <w:rFonts w:cs="Arial"/>
                <w:bCs/>
                <w:i/>
                <w:iCs/>
              </w:rPr>
              <w:t xml:space="preserve">Aca1, Ada2, Atx1, Bab4, Bik1, Bzp4, Cac1, Ccc2, Cdc2801, Cho2, Chs3, Cir1, Clc1/Clc-A, Csn1, Csn4, Csn7, </w:t>
            </w:r>
            <w:r w:rsidRPr="00ED2F4E">
              <w:rPr>
                <w:rFonts w:cs="Arial"/>
                <w:bCs/>
                <w:i/>
                <w:iCs/>
              </w:rPr>
              <w:lastRenderedPageBreak/>
              <w:t xml:space="preserve">Csn1201, Csr2, Cuf1, Doa4, Drp1, Ert1, Ess1, Fhl1, Fzc6, Fzc8, Fzc25, Gpa1, Gpp2, Grx4, Hap5, Hob1, Hos2, Hse102, Lac1, Lac2, Mbf1, Mbp102, Mbs1, Mbs2, Met3, Mgt2, Mln1, Mln2, Mln3, Mln4, Mlr1, Nhp6b01, Nhp6b02, Nup75, Opt1, Pan1, Pgi1, Ppg1, Prb1, Ptp1, Ptp2, Qsp1, Rim20, Rim101, Rps3102, Rtf1, Rub1, Scp1, Set101, Set202, Set302, Sod1, Snf5, Sre1, Ssa1, Ssn801, Stp1, Tao3, Tup1, Ubp14, Usv101, Vad1, Vam6, Vph1, Vps25, Vps34, Yck2, Zap104, </w:t>
            </w:r>
            <w:r w:rsidRPr="00ED2F4E">
              <w:rPr>
                <w:rFonts w:cs="Arial"/>
                <w:bCs/>
              </w:rPr>
              <w:t xml:space="preserve">Bck1, Bud32, Cbk1, Cka1, Gsk3, Ipk1, Irk5, Kcs1, Kic1, Mkk2, Pka1, Pka2, Pkc1, Snf102, </w:t>
            </w:r>
            <w:r w:rsidR="00C74CD2" w:rsidRPr="00DA0692">
              <w:rPr>
                <w:rFonts w:cs="Arial"/>
                <w:bCs/>
                <w:vertAlign w:val="superscript"/>
              </w:rPr>
              <w:t>D</w:t>
            </w:r>
            <w:r w:rsidR="00C74CD2" w:rsidRPr="00ED2F4E">
              <w:rPr>
                <w:rFonts w:cs="Arial"/>
                <w:bCs/>
              </w:rPr>
              <w:t>Ste12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95667" w14:textId="2989DEA2" w:rsidR="0051463B" w:rsidRPr="00ED2F4E" w:rsidRDefault="0051463B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/>
              </w:rPr>
              <w:lastRenderedPageBreak/>
              <w:t xml:space="preserve">Atf1, Bck1, Bzp3, Crg1, Cxd1, Cxd2, Cxd3, Ena1, Fbp1, Fkh2, Fcz1, Fzc31, Gat1, Gat201, Grasp, Hlh1, Hlh2, </w:t>
            </w:r>
            <w:r w:rsidRPr="00ED2F4E">
              <w:rPr>
                <w:rFonts w:cs="Arial"/>
                <w:i/>
              </w:rPr>
              <w:lastRenderedPageBreak/>
              <w:t xml:space="preserve">Hog1, Liv3, Lrg1, May1, Mpr1, Ndh1, Nha1, Nrg1, Ova1, Ova2, Pep4, Pph3, Prc1, Puf4, Rco1, Rds2, Rom2, Rom20, Rom21, Scx1, Sip4, Sip401, </w:t>
            </w:r>
            <w:r w:rsidR="00BA76B0">
              <w:rPr>
                <w:rFonts w:cs="Arial"/>
                <w:i/>
              </w:rPr>
              <w:t xml:space="preserve">Sit1, </w:t>
            </w:r>
            <w:r w:rsidRPr="00ED2F4E">
              <w:rPr>
                <w:rFonts w:cs="Arial"/>
                <w:i/>
              </w:rPr>
              <w:t>Ssd1, Ssn8</w:t>
            </w:r>
            <w:r w:rsidR="00C74CD2">
              <w:rPr>
                <w:rFonts w:cs="Arial"/>
                <w:i/>
              </w:rPr>
              <w:t>,</w:t>
            </w:r>
            <w:r w:rsidRPr="00ED2F4E">
              <w:rPr>
                <w:rFonts w:cs="Arial"/>
                <w:i/>
              </w:rPr>
              <w:t xml:space="preserve"> Sxi1, Yap1, Zfc4,</w:t>
            </w:r>
            <w:r w:rsidRPr="00ED2F4E">
              <w:rPr>
                <w:rFonts w:cs="Arial"/>
                <w:iCs/>
              </w:rPr>
              <w:t xml:space="preserve"> Tco1, Hog1, Pbs2, Pik1, Pkr1, Skn7, Ssk2</w:t>
            </w:r>
            <w:r w:rsidR="00C74CD2">
              <w:rPr>
                <w:rFonts w:cs="Arial"/>
                <w:iCs/>
              </w:rPr>
              <w:t xml:space="preserve">, </w:t>
            </w:r>
            <w:r w:rsidR="00C74CD2" w:rsidRPr="00ED2F4E">
              <w:rPr>
                <w:rFonts w:cs="Arial"/>
                <w:bCs/>
              </w:rPr>
              <w:t>Ste12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47D84" w14:textId="77777777" w:rsidR="0051463B" w:rsidRPr="00ED2F4E" w:rsidRDefault="0051463B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bookmarkStart w:id="3" w:name="OLE_LINK58"/>
            <w:bookmarkStart w:id="4" w:name="OLE_LINK59"/>
            <w:r w:rsidRPr="00ED2F4E">
              <w:rPr>
                <w:rFonts w:cs="Arial"/>
                <w:b/>
                <w:i/>
                <w:iCs/>
              </w:rPr>
              <w:lastRenderedPageBreak/>
              <w:t>cAMP/Pka signalling pathway:</w:t>
            </w:r>
          </w:p>
          <w:p w14:paraId="7E401175" w14:textId="77777777" w:rsidR="0051463B" w:rsidRPr="00ED2F4E" w:rsidRDefault="0051463B" w:rsidP="009F1036">
            <w:pPr>
              <w:tabs>
                <w:tab w:val="left" w:pos="0"/>
              </w:tabs>
              <w:jc w:val="left"/>
              <w:rPr>
                <w:rFonts w:cs="Arial"/>
                <w:bCs/>
              </w:rPr>
            </w:pPr>
            <w:bookmarkStart w:id="5" w:name="OLE_LINK372"/>
            <w:r w:rsidRPr="00ED2F4E">
              <w:rPr>
                <w:rFonts w:cs="Arial"/>
                <w:bCs/>
              </w:rPr>
              <w:t>Gpa1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Cac1:Aca1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cAMP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Pkr1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Pka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Nrg1</w:t>
            </w:r>
            <w:bookmarkEnd w:id="3"/>
            <w:bookmarkEnd w:id="4"/>
          </w:p>
          <w:bookmarkEnd w:id="5"/>
          <w:p w14:paraId="6639E4BE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</w:p>
          <w:p w14:paraId="1904B59B" w14:textId="0F7DBFF5" w:rsidR="0051463B" w:rsidRPr="00ED2F4E" w:rsidRDefault="0051463B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  <w:r w:rsidRPr="00ED2F4E">
              <w:rPr>
                <w:rFonts w:cs="Arial"/>
                <w:b/>
                <w:i/>
                <w:iCs/>
              </w:rPr>
              <w:lastRenderedPageBreak/>
              <w:t>Inositol-phosphorylceramide synthase/Pkc cascade:</w:t>
            </w:r>
          </w:p>
          <w:p w14:paraId="64B7CB8E" w14:textId="77777777" w:rsidR="0051463B" w:rsidRPr="00ED2F4E" w:rsidRDefault="0051463B" w:rsidP="009F1036">
            <w:pPr>
              <w:tabs>
                <w:tab w:val="left" w:pos="0"/>
              </w:tabs>
              <w:jc w:val="left"/>
              <w:rPr>
                <w:rFonts w:cs="Arial"/>
                <w:bCs/>
              </w:rPr>
            </w:pPr>
            <w:r w:rsidRPr="00ED2F4E">
              <w:rPr>
                <w:rFonts w:cs="Arial"/>
                <w:bCs/>
              </w:rPr>
              <w:t>Ipc1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Pkc1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Lac1</w:t>
            </w:r>
          </w:p>
        </w:tc>
      </w:tr>
      <w:tr w:rsidR="00246D67" w:rsidRPr="00ED2F4E" w14:paraId="2D3E4BFF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113198" w14:textId="5B63D92C" w:rsidR="00246D67" w:rsidRPr="00ED2F4E" w:rsidRDefault="00246D67" w:rsidP="009F1036">
            <w:pPr>
              <w:pStyle w:val="MDPI42tablebody"/>
              <w:jc w:val="left"/>
              <w:rPr>
                <w:rFonts w:cs="Arial"/>
                <w:iCs/>
                <w:lang w:val="en-GB"/>
              </w:rPr>
            </w:pPr>
            <w:r w:rsidRPr="00ED2F4E">
              <w:rPr>
                <w:rFonts w:cs="Arial"/>
                <w:iCs/>
              </w:rPr>
              <w:lastRenderedPageBreak/>
              <w:t>General virulence and infection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A84572" w14:textId="53B1E89C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bCs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Aca1, Acs1,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>Ada2, Afr1, Ags1, Aox1, Aph1, App1, Aro80, Atf1, Atg8, Bwc1, Bwc2, Cac1, Cap10, Cap59, Cap60, Cap64, Cas1, Cas35, Cbp1, Ccr4, Cch1, Cdc24, Cep3, Cft1, Cir1, Clc-A, Clr1, Cna1, Cnb1, Cpa1, Cpa2, Cpr</w:t>
            </w:r>
            <w:r w:rsidRPr="00BA7FF8">
              <w:rPr>
                <w:rFonts w:cs="Arial"/>
                <w:b/>
                <w:bCs/>
                <w:i/>
                <w:iCs/>
              </w:rPr>
              <w:t>a</w:t>
            </w:r>
            <w:r w:rsidRPr="00ED2F4E">
              <w:rPr>
                <w:rFonts w:cs="Arial"/>
                <w:i/>
                <w:iCs/>
              </w:rPr>
              <w:t xml:space="preserve">, Cps1, Crz1, Cts1, Cul3, Cuf1, Cxt1, Ddt1, Eca1, Ena1, Ena2, Ess1, Fbp1, Fhb1, Fkbp12, Fyv10, Fzc1, Fzc2, Fzc5, Fzc9, Fzc11, Fzc22, Fzc26, Fzc30, Fzc31, </w:t>
            </w:r>
            <w:r w:rsidRPr="00ED2F4E">
              <w:rPr>
                <w:rFonts w:cs="Arial"/>
                <w:i/>
                <w:iCs/>
              </w:rPr>
              <w:lastRenderedPageBreak/>
              <w:t xml:space="preserve">Fzc37, Fzc39, Fzc42, Fzc43, Fzc47, Fzc50, Gat5, Gat201, Gat204, Gcs1, Glr1, Gpa1, Grasp, Grx4, Hcm1, Hira, Hos4, Hob1, Hob5,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Hlh1, Hrd1, Hsf3, Hsp12, Hsp90, Hst3, Hst302, Hsv2, Hxl1, Ilv2, Isc1, Jjj1, Lac1, Lac2, Liv1 - 15, Man1, Mal13, Met3, Met6, Met32, Mbs2, Mgt2, Mln1, Mpf3, Nrg1, Pan1, Pbp1, Pbx1, Pbx2, Pdr802, Plb1, Pmt4, Ptp1, Ptp2, Puf4, Ras1, Rmd5, Rom2, Rpd304, Rph1, Rub1, Sas3, Scp1, Sks2, Snt1, Sod1, Sod2, </w:t>
            </w:r>
            <w:r w:rsidRPr="00ED2F4E">
              <w:rPr>
                <w:rFonts w:cs="Arial"/>
                <w:bCs/>
                <w:i/>
                <w:iCs/>
              </w:rPr>
              <w:t>Spe3/Lys9,</w:t>
            </w:r>
            <w:r w:rsidRPr="00ED2F4E">
              <w:rPr>
                <w:rFonts w:cs="Arial"/>
                <w:i/>
                <w:iCs/>
              </w:rPr>
              <w:t xml:space="preserve"> Spp101, Sre1, Ssa1, Ssn8, Stp1, Tco1, Top1, Tps1, Trx1, Tsa1, Vad1, Vph1, Vps34, Vps41, Uba4, Ubc8, Ugd1, Uge1, Ugt1, Ure1, Ure2, Uxs1,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Yap1, Yku80, Zap104, Zfc2, </w:t>
            </w:r>
            <w:r w:rsidRPr="00ED2F4E">
              <w:rPr>
                <w:rFonts w:cs="Arial"/>
              </w:rPr>
              <w:t xml:space="preserve">Cdk8, </w:t>
            </w:r>
            <w:r w:rsidRPr="00ED2F4E">
              <w:rPr>
                <w:rFonts w:cs="Arial"/>
                <w:iCs/>
              </w:rPr>
              <w:t xml:space="preserve">Hog1, Hrk1, Ire1, Kcs1, </w:t>
            </w:r>
            <w:r w:rsidRPr="00ED2F4E">
              <w:rPr>
                <w:rFonts w:cs="Arial"/>
              </w:rPr>
              <w:t xml:space="preserve">Kin1, </w:t>
            </w:r>
            <w:r w:rsidRPr="00ED2F4E">
              <w:rPr>
                <w:rFonts w:cs="Arial"/>
                <w:iCs/>
              </w:rPr>
              <w:t>Mpk1, Pak1, Pbs2, Pck1, Pik1,</w:t>
            </w:r>
            <w:r w:rsidRPr="00ED2F4E">
              <w:rPr>
                <w:rFonts w:cs="Arial"/>
                <w:i/>
                <w:iCs/>
              </w:rPr>
              <w:t xml:space="preserve"> </w:t>
            </w:r>
            <w:r w:rsidRPr="00ED2F4E">
              <w:rPr>
                <w:rFonts w:cs="Arial"/>
                <w:iCs/>
              </w:rPr>
              <w:t xml:space="preserve">Pka1, Sch9, Skn7, </w:t>
            </w:r>
            <w:r w:rsidR="00A81B90" w:rsidRPr="00DA0692">
              <w:rPr>
                <w:rFonts w:cs="Arial"/>
                <w:bCs/>
                <w:vertAlign w:val="superscript"/>
              </w:rPr>
              <w:t>D</w:t>
            </w:r>
            <w:r w:rsidR="00A81B90" w:rsidRPr="00ED2F4E">
              <w:rPr>
                <w:rFonts w:cs="Arial"/>
                <w:bCs/>
              </w:rPr>
              <w:t>Ste12</w:t>
            </w:r>
            <w:r w:rsidR="00A81B90">
              <w:rPr>
                <w:rFonts w:cs="Arial"/>
                <w:bCs/>
              </w:rPr>
              <w:t xml:space="preserve">, </w:t>
            </w:r>
            <w:r w:rsidRPr="00ED2F4E">
              <w:rPr>
                <w:rFonts w:cs="Arial"/>
                <w:iCs/>
              </w:rPr>
              <w:t>Ste20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D0D38" w14:textId="17D87D85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  <w:i/>
                <w:iCs/>
              </w:rPr>
              <w:lastRenderedPageBreak/>
              <w:t xml:space="preserve">Bni4, Bzp2, Crg1, Ert1, Fkh2, Fzc6, Fzc17, Fzc18, Fzc19, Fzc24, Fzc38, Fzc40, Gat1, Gat6, Gat203, Grf1, Hcm101, Hel2, Hob3, Hva1, Liv16, Lsb1, Mat2, Nrg1, Pip201, Pkr1, Rgd1, Rho104,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>Rum1,</w:t>
            </w:r>
            <w:r w:rsidR="00BA76B0">
              <w:rPr>
                <w:rFonts w:cs="Arial"/>
                <w:i/>
                <w:iCs/>
              </w:rPr>
              <w:t xml:space="preserve"> Sit1,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Sre1, Ste50,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>Usv101, Yap4, Yox101, Zap103, Zfc1, Zfc4, Zfc7, Znf2,</w:t>
            </w:r>
            <w:r w:rsidRPr="00ED2F4E">
              <w:rPr>
                <w:rFonts w:cs="Arial"/>
                <w:iCs/>
              </w:rPr>
              <w:t xml:space="preserve"> Ksp1,</w:t>
            </w:r>
            <w:r w:rsidRPr="00ED2F4E">
              <w:rPr>
                <w:rFonts w:cs="Arial"/>
                <w:i/>
                <w:iCs/>
              </w:rPr>
              <w:t xml:space="preserve"> </w:t>
            </w:r>
            <w:r w:rsidRPr="00ED2F4E">
              <w:rPr>
                <w:rFonts w:cs="Arial"/>
                <w:iCs/>
              </w:rPr>
              <w:t>Rck2</w:t>
            </w:r>
            <w:r w:rsidR="00A81B90">
              <w:rPr>
                <w:rFonts w:cs="Arial"/>
                <w:iCs/>
              </w:rPr>
              <w:t xml:space="preserve">, </w:t>
            </w:r>
            <w:r w:rsidR="00A81B90" w:rsidRPr="00ED2F4E">
              <w:rPr>
                <w:rFonts w:cs="Arial"/>
                <w:bCs/>
              </w:rPr>
              <w:t>Ste12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3CB77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Virulence expression pathways:</w:t>
            </w:r>
          </w:p>
          <w:p w14:paraId="6AE16992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Capsule formation</w:t>
            </w:r>
          </w:p>
          <w:p w14:paraId="649C01F8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Melanin formation</w:t>
            </w:r>
          </w:p>
          <w:p w14:paraId="500471B7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Hydrolytic and proteases</w:t>
            </w:r>
          </w:p>
          <w:p w14:paraId="558B6587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Ureases</w:t>
            </w:r>
          </w:p>
          <w:p w14:paraId="5FC2C308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Phospholipases</w:t>
            </w:r>
          </w:p>
          <w:p w14:paraId="4DC105B0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Metabolic enzymes</w:t>
            </w:r>
          </w:p>
          <w:p w14:paraId="3D70D8EA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b/>
                <w:i/>
                <w:iCs/>
              </w:rPr>
            </w:pPr>
          </w:p>
        </w:tc>
      </w:tr>
      <w:tr w:rsidR="00246D67" w:rsidRPr="00ED2F4E" w14:paraId="3D5FA05F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0A1B31" w14:textId="209FD46B" w:rsidR="00246D67" w:rsidRPr="00ED2F4E" w:rsidRDefault="00246D67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Metabolic regulatory genes involved in infections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C1EF7C" w14:textId="07B8B2EF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Acd1, Acd2, Acd3, Aco1, Acs1, Ade4, Adh1,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Agx1, Aldh, Ard1, Arg3, Arh1,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Aro4,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Aro40, Atg26, Ayr10, Ayr13, Bat1, 10, Bdh1, Bdh10, Bud23,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Car2, Car20, Ccc2, Cgl1, Cnh1,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Cyb20, Cyb21, Cyb50, Cys4, Cwc24, Dcr1, Dog1, Dug3,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Dus3, Ech1, Eci1, Ena5, </w:t>
            </w:r>
            <w:r w:rsidRPr="00ED2F4E">
              <w:rPr>
                <w:rFonts w:cs="Arial"/>
                <w:i/>
                <w:iCs/>
              </w:rPr>
              <w:lastRenderedPageBreak/>
              <w:t xml:space="preserve">Ena50, Ena52, Eor2, Erg13, Faa1, Faa2, Faa20,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Fcy1, Fmp52, Fox2, For1,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Fur10, Gal1, Gat1, Gcn5, Gdf1, Gdf3, Gfa1, Glh3, Glh5, Gln1,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Glt1, Gpd1, Grx4, Had1, </w:t>
            </w:r>
            <w:r w:rsidR="000C71E5" w:rsidRPr="00ED2F4E">
              <w:rPr>
                <w:rFonts w:cs="Arial"/>
                <w:i/>
                <w:iCs/>
              </w:rPr>
              <w:t>Had</w:t>
            </w:r>
            <w:r w:rsidRPr="00ED2F4E">
              <w:rPr>
                <w:rFonts w:cs="Arial"/>
                <w:i/>
                <w:iCs/>
              </w:rPr>
              <w:t xml:space="preserve">2, Hem14, His4, His5, His7, Hnt1, Hxk2, Icl1, Idh1,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Ilv3, Imd2, Kgd1, 2, Kpr1,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Lcb21, Leu2, </w:t>
            </w:r>
            <w:r w:rsidR="000C71E5" w:rsidRPr="00ED2F4E">
              <w:rPr>
                <w:rFonts w:cs="Arial"/>
                <w:i/>
                <w:iCs/>
              </w:rPr>
              <w:t>Leu</w:t>
            </w:r>
            <w:r w:rsidRPr="00ED2F4E">
              <w:rPr>
                <w:rFonts w:cs="Arial"/>
                <w:i/>
                <w:iCs/>
              </w:rPr>
              <w:t xml:space="preserve">9, Lpe1, Lys2,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Lys4, Lys21,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Lys40,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Lys41,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Lys42, Mae1, Mae10, Mae11, Med12, Med13,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Met5, Met10, Mls1, Mtd1,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Nat6, Nat63, Nat64, Nep1, 4, Nfs1, Nmr1, 3, Nor5, Nor6, Nor7, Nor9, Nth1, Ogg1, Osh1/Swh1, Oye2, Pbr, Pdc1, Pfk, Pho13, Plb1,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Pnc1, Pot1, Pox1,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Sca1, Scd1, Scd2, Scd4, Scd7, Scd10, Sdh1, Sdh2, Ser3, Sdh3, Sir2, Smm1, Sor1, Spo14, Srebp, Ssn8, Ssn801,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Tad2, Tmt1, Tmt2,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Trp1, Trp2,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Ubq1, Uga1, Uga2, Ugp1,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Ura2, Ura20, Ura24, Xfp1,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Zta10, Zta11, </w:t>
            </w:r>
            <w:r w:rsidRPr="00ED2F4E">
              <w:rPr>
                <w:rFonts w:cs="Arial"/>
              </w:rPr>
              <w:t>Kcs1, Cdk8, Hom3</w:t>
            </w:r>
            <w:r w:rsidRPr="00ED2F4E">
              <w:rPr>
                <w:rFonts w:cs="Arial"/>
                <w:i/>
                <w:iCs/>
              </w:rPr>
              <w:t xml:space="preserve">, </w:t>
            </w:r>
            <w:r w:rsidRPr="00ED2F4E">
              <w:rPr>
                <w:rFonts w:cs="Arial"/>
                <w:iCs/>
              </w:rPr>
              <w:t>Pck1, Pfk1, Yef1, 10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D22DE" w14:textId="13C2DC36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bCs/>
                <w:i/>
                <w:iCs/>
              </w:rPr>
              <w:lastRenderedPageBreak/>
              <w:t xml:space="preserve">Acs1, Ade5.7, Adh5, Adh21, </w:t>
            </w:r>
            <w:r w:rsidRPr="00ED2F4E">
              <w:rPr>
                <w:rFonts w:ascii="Times New Roman" w:hAnsi="Times New Roman"/>
                <w:bCs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bCs/>
                <w:i/>
                <w:iCs/>
              </w:rPr>
              <w:t xml:space="preserve">Adh50, Ams1, </w:t>
            </w:r>
            <w:r w:rsidRPr="00ED2F4E">
              <w:rPr>
                <w:rFonts w:ascii="Times New Roman" w:hAnsi="Times New Roman"/>
                <w:bCs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bCs/>
                <w:i/>
                <w:iCs/>
              </w:rPr>
              <w:t xml:space="preserve">Amt1, Aos1, Ard1, Aro7, Bio2, Bna5, Cbd1, </w:t>
            </w:r>
            <w:r w:rsidRPr="00ED2F4E">
              <w:rPr>
                <w:rFonts w:ascii="Times New Roman" w:hAnsi="Times New Roman"/>
                <w:bCs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bCs/>
                <w:i/>
                <w:iCs/>
              </w:rPr>
              <w:t xml:space="preserve">Cbd2, Cha1, Cha10, </w:t>
            </w:r>
            <w:r w:rsidRPr="00ED2F4E">
              <w:rPr>
                <w:rFonts w:ascii="Times New Roman" w:hAnsi="Times New Roman"/>
                <w:bCs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bCs/>
                <w:i/>
                <w:iCs/>
              </w:rPr>
              <w:t xml:space="preserve">Cps1, Cps10, Css1, Cys40, Dho1, Drs2/20, Dug2, Dur1, Dur10, Dur11, Dus1, Ehd3, Ehd31, Ena51, Eor1, Erg1, Erg6, Erg26, Erg130, </w:t>
            </w:r>
            <w:r w:rsidRPr="00ED2F4E">
              <w:rPr>
                <w:rFonts w:cs="Arial"/>
                <w:bCs/>
                <w:i/>
                <w:iCs/>
              </w:rPr>
              <w:lastRenderedPageBreak/>
              <w:t xml:space="preserve">Gal10, </w:t>
            </w:r>
            <w:r w:rsidRPr="00ED2F4E">
              <w:rPr>
                <w:rFonts w:ascii="Times New Roman" w:hAnsi="Times New Roman"/>
                <w:bCs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bCs/>
                <w:i/>
                <w:iCs/>
              </w:rPr>
              <w:t xml:space="preserve">Gdf2, </w:t>
            </w:r>
            <w:r w:rsidRPr="00ED2F4E">
              <w:rPr>
                <w:rFonts w:ascii="Times New Roman" w:hAnsi="Times New Roman"/>
                <w:bCs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bCs/>
                <w:i/>
                <w:iCs/>
              </w:rPr>
              <w:t xml:space="preserve">Gdh2, Gdh3, Glh63, Glh71, Glh710, Gna1, Gnd2, Gpd1, Gpt2, Hat1, </w:t>
            </w:r>
            <w:r w:rsidRPr="00ED2F4E">
              <w:rPr>
                <w:rFonts w:ascii="Times New Roman" w:hAnsi="Times New Roman"/>
                <w:bCs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bCs/>
                <w:i/>
                <w:iCs/>
              </w:rPr>
              <w:t xml:space="preserve">Hcd1, Hnt2, Hor2, Fas1, Fas2, Fba10, Fbp26, Fol2, For2, </w:t>
            </w:r>
            <w:r w:rsidR="000C71E5" w:rsidRPr="00ED2F4E">
              <w:rPr>
                <w:rFonts w:cs="Arial"/>
                <w:bCs/>
                <w:i/>
                <w:iCs/>
              </w:rPr>
              <w:t>For</w:t>
            </w:r>
            <w:r w:rsidRPr="00ED2F4E">
              <w:rPr>
                <w:rFonts w:cs="Arial"/>
                <w:bCs/>
                <w:i/>
                <w:iCs/>
              </w:rPr>
              <w:t xml:space="preserve">3,  Fot1, Fur1, Ima2, Ifa38, Ilv1, Ima1, Ino1, Irc24, Kgd20, Kpr2, </w:t>
            </w:r>
            <w:r w:rsidRPr="00ED2F4E">
              <w:rPr>
                <w:rFonts w:ascii="Times New Roman" w:hAnsi="Times New Roman"/>
                <w:bCs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bCs/>
                <w:i/>
                <w:iCs/>
              </w:rPr>
              <w:t xml:space="preserve">Lad1, Lcb2, Lcb20, Lip5, Lsc1, Lsc2, </w:t>
            </w:r>
            <w:r w:rsidRPr="00ED2F4E">
              <w:rPr>
                <w:rFonts w:ascii="Times New Roman" w:hAnsi="Times New Roman"/>
                <w:bCs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bCs/>
                <w:i/>
                <w:iCs/>
              </w:rPr>
              <w:t xml:space="preserve">Lys10, Mdh3, Met1, Mns1, Mns10, Nat60, Nat61, Nat62, Nep2, Nep3, Nor1, Nor2, Nor3, Nor4, Nor8, Nmr2,  Oye20, 21, Pcs60, Pda1, Pdb1, Pdx1, Pgi1, Pgs1, Pro2, 3, Ptc5, 6, Qri1, Ram1, 10, Rnr1, Scd3, Scd5, Scd6, Scd8, Scd9, Scd11, Scd12, Scd13, Scd14, Sec53, See1, Ser1, Sir30, Sir31, Sir33, Spf1, Suc2, Thi6, Tkl1, Tkl2, Tyr1, Uga10, Uga20, Uge4, Ugd1, Ugp1, Ula1, Ura3, Xfp2, </w:t>
            </w:r>
            <w:r w:rsidRPr="00ED2F4E">
              <w:rPr>
                <w:rFonts w:ascii="Times New Roman" w:hAnsi="Times New Roman"/>
                <w:bCs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bCs/>
                <w:i/>
                <w:iCs/>
              </w:rPr>
              <w:t xml:space="preserve">Zta1, Ztd1, </w:t>
            </w:r>
            <w:r w:rsidRPr="00ED2F4E">
              <w:rPr>
                <w:rFonts w:cs="Arial"/>
                <w:bCs/>
              </w:rPr>
              <w:t>Snf4,</w:t>
            </w:r>
            <w:r w:rsidRPr="00ED2F4E">
              <w:rPr>
                <w:rFonts w:cs="Arial"/>
                <w:bCs/>
                <w:i/>
                <w:iCs/>
              </w:rPr>
              <w:t xml:space="preserve"> </w:t>
            </w:r>
            <w:r w:rsidRPr="00ED2F4E">
              <w:rPr>
                <w:rFonts w:cs="Arial"/>
                <w:bCs/>
              </w:rPr>
              <w:t>Yfh7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1EF52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lastRenderedPageBreak/>
              <w:t>General metabolic systems:</w:t>
            </w:r>
          </w:p>
          <w:p w14:paraId="3836C627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Pyruvate, ethanol, and acetate metabolism</w:t>
            </w:r>
          </w:p>
          <w:p w14:paraId="285C8F56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Glycolysis pathway</w:t>
            </w:r>
          </w:p>
          <w:p w14:paraId="01F3AB37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TCA cycle</w:t>
            </w:r>
          </w:p>
          <w:p w14:paraId="7BFC0FB4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Glyoxylate cycle</w:t>
            </w:r>
          </w:p>
          <w:p w14:paraId="0FF36B7A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Pentose phosphate pathway</w:t>
            </w:r>
          </w:p>
          <w:p w14:paraId="086ECDE9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Lipid metabolism</w:t>
            </w:r>
          </w:p>
          <w:p w14:paraId="1DDE2C07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</w:p>
          <w:p w14:paraId="6F4BCDD9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Signalling pathways involved include:</w:t>
            </w:r>
          </w:p>
          <w:p w14:paraId="4A24FEB5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cAMP/Pka signalling pathway:</w:t>
            </w:r>
          </w:p>
          <w:p w14:paraId="084C4FC8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Gpa1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Cac1:Aca1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cAMP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Pkr1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Pka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Nrg1</w:t>
            </w:r>
          </w:p>
          <w:p w14:paraId="618109F6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</w:p>
          <w:p w14:paraId="1A770B9A" w14:textId="1CBEDF16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Phosphate assimilation:</w:t>
            </w:r>
          </w:p>
          <w:p w14:paraId="6404E571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Cs/>
              </w:rPr>
            </w:pPr>
            <w:r w:rsidRPr="00ED2F4E">
              <w:rPr>
                <w:rFonts w:cs="Arial"/>
                <w:iCs/>
              </w:rPr>
              <w:t>Pho81</w:t>
            </w:r>
            <w:r w:rsidRPr="00ED2F4E">
              <w:rPr>
                <w:rFonts w:cs="Arial"/>
                <w:iCs/>
                <w:vertAlign w:val="subscript"/>
              </w:rPr>
              <w:t>IP7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Pcl6//Pho85</w:t>
            </w:r>
            <w:r w:rsidRPr="00ED2F4E">
              <w:rPr>
                <w:rFonts w:cs="Arial"/>
                <w:iCs/>
                <w:color w:val="538135" w:themeColor="accent6" w:themeShade="BF"/>
                <w:vertAlign w:val="subscript"/>
              </w:rPr>
              <w:t>active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glycogen metabolism</w:t>
            </w:r>
          </w:p>
          <w:p w14:paraId="0CFF68AE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</w:p>
        </w:tc>
      </w:tr>
      <w:tr w:rsidR="00246D67" w:rsidRPr="00ED2F4E" w14:paraId="53E92C7E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812C53" w14:textId="77EA77FF" w:rsidR="00246D67" w:rsidRPr="00ED2F4E" w:rsidRDefault="00246D67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lastRenderedPageBreak/>
              <w:t>Homeostasis transmembrane transporters/permeases involved in infections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8E64A3" w14:textId="70A42442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Agt1, Amt1, Amt2, Aap1</w:t>
            </w:r>
            <w:r w:rsidR="00201A71">
              <w:rPr>
                <w:rFonts w:cs="Arial"/>
                <w:i/>
                <w:iCs/>
              </w:rPr>
              <w:t>, Aap2, Aap3, Aap4, Aap5, Aap6, Aap7, Aap</w:t>
            </w:r>
            <w:r w:rsidRPr="00ED2F4E">
              <w:rPr>
                <w:rFonts w:cs="Arial"/>
                <w:i/>
                <w:iCs/>
              </w:rPr>
              <w:t xml:space="preserve">8, Ato2, Ady2, Cft1, Ctr4, Ena1, Gdh1, Hxt1, *Hxt3, Jen1, Mgt2, Mph/Mal, Mrs4, </w:t>
            </w:r>
            <w:r w:rsidRPr="00ED2F4E">
              <w:rPr>
                <w:rFonts w:cs="Arial"/>
                <w:i/>
                <w:iCs/>
              </w:rPr>
              <w:lastRenderedPageBreak/>
              <w:t>Mup1, Mup3, Nha1, Pho84, Sfc1/Acr1, Spe2, Uga4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79E0D" w14:textId="1FC40208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bCs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lastRenderedPageBreak/>
              <w:t>Fbp1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EAD45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Osmo-regulation pathways:</w:t>
            </w:r>
          </w:p>
          <w:p w14:paraId="259A0B08" w14:textId="77777777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Hog1 activation via Cdc24 or histidine protein kinase Sln1:</w:t>
            </w:r>
          </w:p>
          <w:p w14:paraId="0F373497" w14:textId="3EC75FBA" w:rsidR="00246D67" w:rsidRPr="00ED2F4E" w:rsidRDefault="00246D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Cs/>
              </w:rPr>
              <w:t>(Sln1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Ypd1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Ssk1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Ssk2/Ssk22) or (Cdc42/Sho1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Ste20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Ste50</w:t>
            </w:r>
            <w:r w:rsidRPr="00ED2F4E">
              <w:rPr>
                <w:rFonts w:cs="Arial"/>
                <w:bCs/>
              </w:rPr>
              <w:sym w:font="Wingdings" w:char="F0E0"/>
            </w:r>
            <w:r w:rsidR="0049303F">
              <w:rPr>
                <w:rFonts w:cs="Arial"/>
                <w:bCs/>
              </w:rPr>
              <w:t xml:space="preserve"> </w:t>
            </w:r>
            <w:r w:rsidRPr="00ED2F4E">
              <w:rPr>
                <w:rFonts w:cs="Arial"/>
                <w:bCs/>
              </w:rPr>
              <w:t>Ste11)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Pbs2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Hog1</w:t>
            </w:r>
            <w:r w:rsidRPr="00ED2F4E">
              <w:rPr>
                <w:rFonts w:cs="Arial"/>
                <w:bCs/>
              </w:rPr>
              <w:sym w:font="Wingdings" w:char="F0E0"/>
            </w:r>
            <w:r w:rsidRPr="00ED2F4E">
              <w:rPr>
                <w:rFonts w:cs="Arial"/>
                <w:bCs/>
              </w:rPr>
              <w:t>Gpd1, Gpp2, Pfk26, Stl1, Fps1, Tps1</w:t>
            </w:r>
          </w:p>
        </w:tc>
      </w:tr>
      <w:tr w:rsidR="00BF0DB5" w:rsidRPr="00083BBA" w14:paraId="3681E90E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84CC2" w14:textId="6745B9AA" w:rsidR="00BF0DB5" w:rsidRPr="00083BBA" w:rsidRDefault="00BF0DB5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083BBA">
              <w:rPr>
                <w:rFonts w:cs="Arial"/>
                <w:iCs/>
              </w:rPr>
              <w:t>Mating (bisexual and unisexual/haploid/monokaryotic fruiting), filamentation/hyphae, and basidiospore formation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A56F23" w14:textId="5C618B64" w:rsidR="00BF0DB5" w:rsidRPr="00083BBA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083BBA">
              <w:rPr>
                <w:rFonts w:cs="Arial"/>
                <w:i/>
                <w:iCs/>
              </w:rPr>
              <w:t>Aca1, Ada2, Aox1, Atf1, Bni4, Bre1, Bzp2, Bzp3, Bzp5, Cac1, Cbd4, Cda, Cdc4, Cdc10, Cdc11, Cdc12, Cdc24, Cdc42, Cdc43, Clr4, Cna1, Cpa1, Cpa2, Cpr2, Cqs2, Cuf1, Dfr1, Dip5, Drp1, Ebg1, Ece1, Erg25, Fbp1, Fzc1, Fzc6, Fzc9, Fzc21, Fzc31, Fzc26, Fzc36, Gat5, Gpa1, Gpa2, Gpa3, Gpb1, Gpg1, Gpg2, Gpr1, Gpr4, Hem1, Hfm1, Hlh2, Hob1, Hob7, Kre6, Liv3, Liv4, Mat2, Mfα1, Mfs, Mbf1, Mcm1, Myo2</w:t>
            </w:r>
            <w:r w:rsidRPr="00083BBA">
              <w:rPr>
                <w:rFonts w:cs="Arial"/>
                <w:i/>
                <w:iCs/>
                <w:lang w:val="x-none"/>
              </w:rPr>
              <w:t>α</w:t>
            </w:r>
            <w:r w:rsidRPr="00083BBA">
              <w:rPr>
                <w:rFonts w:cs="Arial"/>
                <w:i/>
                <w:iCs/>
              </w:rPr>
              <w:t>, Myo13, Ndh1, Opt1, Ovd1, Pan1, Pas3, Pbp1, Pdc1, Pep</w:t>
            </w:r>
            <w:r w:rsidR="00F5700A" w:rsidRPr="00083BBA">
              <w:rPr>
                <w:rFonts w:cs="Arial"/>
                <w:i/>
                <w:iCs/>
              </w:rPr>
              <w:t>P</w:t>
            </w:r>
            <w:r w:rsidRPr="00083BBA">
              <w:rPr>
                <w:rFonts w:cs="Arial"/>
                <w:i/>
                <w:iCs/>
              </w:rPr>
              <w:t>, Pex19, Pft1, Pgi1, Phd, Pnb1, Prm1, Pry2, Pth11, Ptp2, Puf4, Pum1, Qsp1, Rac1, Ras1, Rax1, Rhg4, Rpl22</w:t>
            </w:r>
            <w:r w:rsidRPr="00083BBA">
              <w:rPr>
                <w:rFonts w:cs="Arial"/>
                <w:i/>
                <w:iCs/>
                <w:lang w:val="x-none"/>
              </w:rPr>
              <w:t>α</w:t>
            </w:r>
            <w:r w:rsidRPr="00083BBA">
              <w:rPr>
                <w:rFonts w:cs="Arial"/>
                <w:i/>
                <w:iCs/>
              </w:rPr>
              <w:t>, Rpo41</w:t>
            </w:r>
            <w:r w:rsidRPr="00083BBA">
              <w:rPr>
                <w:rFonts w:cs="Arial"/>
                <w:i/>
                <w:iCs/>
                <w:lang w:val="x-none"/>
              </w:rPr>
              <w:t>α</w:t>
            </w:r>
            <w:r w:rsidRPr="00083BBA">
              <w:rPr>
                <w:rFonts w:cs="Arial"/>
                <w:i/>
                <w:iCs/>
              </w:rPr>
              <w:t xml:space="preserve">, </w:t>
            </w:r>
            <w:r w:rsidRPr="00083BBA">
              <w:rPr>
                <w:rFonts w:cs="Arial"/>
                <w:bCs/>
                <w:i/>
                <w:iCs/>
              </w:rPr>
              <w:t>Rum1</w:t>
            </w:r>
            <w:r w:rsidRPr="00083BBA">
              <w:rPr>
                <w:rFonts w:cs="Arial"/>
                <w:bCs/>
                <w:i/>
                <w:iCs/>
                <w:lang w:val="x-none"/>
              </w:rPr>
              <w:t>α</w:t>
            </w:r>
            <w:r w:rsidRPr="00083BBA">
              <w:rPr>
                <w:rFonts w:cs="Arial"/>
                <w:bCs/>
                <w:i/>
                <w:iCs/>
              </w:rPr>
              <w:t xml:space="preserve">, </w:t>
            </w:r>
            <w:r w:rsidRPr="00083BBA">
              <w:rPr>
                <w:rFonts w:cs="Arial"/>
                <w:i/>
                <w:iCs/>
              </w:rPr>
              <w:t>Ryl2, Rze1, Scd1, Scd2, Sec61, Sir2, Sis, Snf5, Sp96, Spo14</w:t>
            </w:r>
            <w:r w:rsidRPr="00083BBA">
              <w:rPr>
                <w:rFonts w:cs="Arial"/>
                <w:i/>
                <w:iCs/>
                <w:lang w:val="x-none"/>
              </w:rPr>
              <w:t>α</w:t>
            </w:r>
            <w:r w:rsidRPr="00083BBA">
              <w:rPr>
                <w:rFonts w:cs="Arial"/>
                <w:i/>
                <w:iCs/>
              </w:rPr>
              <w:t>, Ste3</w:t>
            </w:r>
            <w:r w:rsidRPr="00083BBA">
              <w:rPr>
                <w:rFonts w:cs="Arial"/>
                <w:i/>
                <w:iCs/>
                <w:lang w:val="x-none"/>
              </w:rPr>
              <w:t>α</w:t>
            </w:r>
            <w:r w:rsidRPr="00083BBA">
              <w:rPr>
                <w:rFonts w:cs="Arial"/>
                <w:i/>
                <w:iCs/>
              </w:rPr>
              <w:t>, Ste6, Ste14, Ste50, Ssn80</w:t>
            </w:r>
            <w:r w:rsidRPr="00083BBA">
              <w:rPr>
                <w:rFonts w:cs="Arial"/>
                <w:i/>
                <w:iCs/>
                <w:vertAlign w:val="superscript"/>
              </w:rPr>
              <w:t>H99</w:t>
            </w:r>
            <w:r w:rsidRPr="00083BBA">
              <w:rPr>
                <w:rFonts w:cs="Arial"/>
                <w:i/>
                <w:iCs/>
              </w:rPr>
              <w:t>, Sur2, Sxi1</w:t>
            </w:r>
            <w:r w:rsidRPr="00083BBA">
              <w:rPr>
                <w:rFonts w:cs="Arial"/>
                <w:i/>
                <w:iCs/>
                <w:lang w:val="x-none"/>
              </w:rPr>
              <w:t>α</w:t>
            </w:r>
            <w:r w:rsidRPr="00083BBA">
              <w:rPr>
                <w:rFonts w:cs="Arial"/>
                <w:i/>
                <w:iCs/>
              </w:rPr>
              <w:t>, Sxi2, Tao3, Tea1, Tif3, Ttd</w:t>
            </w:r>
            <w:r w:rsidR="00F5700A" w:rsidRPr="00083BBA">
              <w:rPr>
                <w:rFonts w:cs="Arial"/>
                <w:i/>
                <w:iCs/>
              </w:rPr>
              <w:t>T</w:t>
            </w:r>
            <w:r w:rsidRPr="00083BBA">
              <w:rPr>
                <w:rFonts w:cs="Arial"/>
                <w:i/>
                <w:iCs/>
              </w:rPr>
              <w:t>, Uap1, Ubp14, Usv101, Zap104, Znf1</w:t>
            </w:r>
            <w:r w:rsidRPr="00083BBA">
              <w:rPr>
                <w:rFonts w:cs="Arial"/>
                <w:i/>
                <w:iCs/>
                <w:lang w:val="x-none"/>
              </w:rPr>
              <w:t>α</w:t>
            </w:r>
            <w:r w:rsidRPr="00083BBA">
              <w:rPr>
                <w:rFonts w:cs="Arial"/>
                <w:i/>
                <w:iCs/>
              </w:rPr>
              <w:t xml:space="preserve">, Znf2, Znf3, </w:t>
            </w:r>
            <w:r w:rsidRPr="00083BBA">
              <w:rPr>
                <w:rFonts w:cs="Arial"/>
                <w:iCs/>
              </w:rPr>
              <w:t xml:space="preserve">Bck1, Bud32, Cdk8, Cka1, Cpk1, Ipk1, Kcs1, Kic1, </w:t>
            </w:r>
            <w:r w:rsidRPr="00083BBA">
              <w:rPr>
                <w:rFonts w:cs="Arial"/>
              </w:rPr>
              <w:t>Kin2</w:t>
            </w:r>
            <w:r w:rsidRPr="00083BBA">
              <w:rPr>
                <w:rFonts w:cs="Arial"/>
                <w:i/>
                <w:iCs/>
              </w:rPr>
              <w:t xml:space="preserve">, </w:t>
            </w:r>
            <w:r w:rsidRPr="00083BBA">
              <w:rPr>
                <w:rFonts w:cs="Arial"/>
                <w:iCs/>
              </w:rPr>
              <w:t xml:space="preserve">Kin4, Pak1, Pka1, </w:t>
            </w:r>
            <w:r w:rsidRPr="00083BBA">
              <w:rPr>
                <w:rFonts w:cs="Arial"/>
                <w:iCs/>
              </w:rPr>
              <w:lastRenderedPageBreak/>
              <w:t xml:space="preserve">Pka2, Pkc, Ste7, Ste11, </w:t>
            </w:r>
            <w:r w:rsidRPr="00083BBA">
              <w:rPr>
                <w:rFonts w:cs="Arial"/>
              </w:rPr>
              <w:t>Ste12,</w:t>
            </w:r>
            <w:r w:rsidRPr="00083BBA">
              <w:rPr>
                <w:rFonts w:cs="Arial"/>
                <w:i/>
                <w:iCs/>
              </w:rPr>
              <w:t xml:space="preserve"> </w:t>
            </w:r>
            <w:r w:rsidRPr="00083BBA">
              <w:rPr>
                <w:rFonts w:cs="Arial"/>
                <w:iCs/>
              </w:rPr>
              <w:t>Ste20, Urk1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5888D" w14:textId="3EEEA4AB" w:rsidR="00BF0DB5" w:rsidRPr="00083BBA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083BBA">
              <w:rPr>
                <w:rFonts w:cs="Arial"/>
                <w:i/>
                <w:iCs/>
              </w:rPr>
              <w:lastRenderedPageBreak/>
              <w:t xml:space="preserve">Bwc1, Bwc2, Cat1, Cat3, Ccd4, </w:t>
            </w:r>
            <w:r w:rsidRPr="00083BBA">
              <w:rPr>
                <w:rFonts w:cs="Arial"/>
                <w:bCs/>
                <w:i/>
                <w:iCs/>
              </w:rPr>
              <w:t>Crg1</w:t>
            </w:r>
            <w:r w:rsidRPr="00083BBA">
              <w:rPr>
                <w:rFonts w:cs="Arial"/>
                <w:i/>
                <w:iCs/>
              </w:rPr>
              <w:t xml:space="preserve">, Crk1, Cwc1, Cwc2, </w:t>
            </w:r>
            <w:r w:rsidRPr="00083BBA">
              <w:rPr>
                <w:rFonts w:cs="Arial"/>
                <w:i/>
                <w:iCs/>
                <w:vertAlign w:val="superscript"/>
              </w:rPr>
              <w:t>#</w:t>
            </w:r>
            <w:r w:rsidRPr="00083BBA">
              <w:rPr>
                <w:rFonts w:cs="Arial"/>
                <w:i/>
                <w:iCs/>
              </w:rPr>
              <w:t>Fbp1, Fnx1, Fzc37, Fzc34, Gat1, Gat8, Gat201, Gst1, Hap2, Hcm1, Hlh1, Hmp1, Hog1, Hsf2, Hsp12, Liz1, Mfs, Miz1, Pbr, Spo12, Sre1, Ssn8/Srb11, Ssn80</w:t>
            </w:r>
            <w:r w:rsidRPr="00083BBA">
              <w:rPr>
                <w:rFonts w:cs="Arial"/>
                <w:i/>
                <w:iCs/>
                <w:vertAlign w:val="superscript"/>
              </w:rPr>
              <w:t>KN99</w:t>
            </w:r>
            <w:r w:rsidRPr="00083BBA">
              <w:rPr>
                <w:rFonts w:cs="Arial"/>
                <w:i/>
                <w:iCs/>
              </w:rPr>
              <w:t xml:space="preserve">, </w:t>
            </w:r>
            <w:r w:rsidRPr="00083BBA">
              <w:rPr>
                <w:rFonts w:cs="Arial"/>
                <w:iCs/>
              </w:rPr>
              <w:t>Hog1, Pbs2, Pkr1, Skn7, Ssk2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007F7" w14:textId="77777777" w:rsidR="00BF0DB5" w:rsidRPr="00083BBA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bookmarkStart w:id="6" w:name="OLE_LINK165"/>
            <w:r w:rsidRPr="00083BBA">
              <w:rPr>
                <w:rFonts w:cs="Arial"/>
                <w:b/>
                <w:bCs/>
                <w:i/>
              </w:rPr>
              <w:t>Mitogen activation pathways:</w:t>
            </w:r>
          </w:p>
          <w:p w14:paraId="21AE7263" w14:textId="77777777" w:rsidR="00BF0DB5" w:rsidRPr="00083BBA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083BBA">
              <w:rPr>
                <w:rFonts w:cs="Arial"/>
                <w:iCs/>
              </w:rPr>
              <w:t>Gpa2</w:t>
            </w:r>
            <w:r w:rsidRPr="00083BBA">
              <w:rPr>
                <w:rFonts w:cs="Arial"/>
                <w:iCs/>
              </w:rPr>
              <w:sym w:font="Wingdings" w:char="F0E0"/>
            </w:r>
            <w:r w:rsidRPr="00083BBA">
              <w:rPr>
                <w:rFonts w:cs="Arial"/>
                <w:iCs/>
              </w:rPr>
              <w:t>Gpb1-Gpg1,2</w:t>
            </w:r>
            <w:r w:rsidRPr="00083BBA">
              <w:rPr>
                <w:rFonts w:cs="Arial"/>
                <w:iCs/>
              </w:rPr>
              <w:sym w:font="Wingdings" w:char="F0E0"/>
            </w:r>
            <w:r w:rsidRPr="00083BBA">
              <w:rPr>
                <w:rFonts w:cs="Arial"/>
                <w:iCs/>
              </w:rPr>
              <w:t>Ste50-(Ste20</w:t>
            </w:r>
            <w:r w:rsidRPr="00083BBA">
              <w:rPr>
                <w:rFonts w:cs="Arial"/>
                <w:i/>
                <w:iCs/>
              </w:rPr>
              <w:t>α/a</w:t>
            </w:r>
            <w:r w:rsidRPr="00083BBA">
              <w:rPr>
                <w:rFonts w:cs="Arial"/>
                <w:iCs/>
              </w:rPr>
              <w:t>(MAPKKK)</w:t>
            </w:r>
            <w:r w:rsidRPr="00083BBA">
              <w:rPr>
                <w:rFonts w:cs="Arial"/>
                <w:i/>
                <w:iCs/>
              </w:rPr>
              <w:t>-</w:t>
            </w:r>
            <w:r w:rsidRPr="00083BBA">
              <w:rPr>
                <w:rFonts w:cs="Arial"/>
                <w:iCs/>
              </w:rPr>
              <w:t>Ste11</w:t>
            </w:r>
            <w:r w:rsidRPr="00083BBA">
              <w:rPr>
                <w:rFonts w:cs="Arial"/>
                <w:i/>
                <w:iCs/>
              </w:rPr>
              <w:t>α/a</w:t>
            </w:r>
            <w:r w:rsidRPr="00083BBA">
              <w:rPr>
                <w:rFonts w:cs="Arial"/>
                <w:iCs/>
              </w:rPr>
              <w:t>)-Ste5-(Ste7(MAPKK)-Cpk1(MAPK))</w:t>
            </w:r>
            <w:r w:rsidRPr="00083BBA">
              <w:rPr>
                <w:rFonts w:cs="Arial"/>
                <w:iCs/>
              </w:rPr>
              <w:sym w:font="Wingdings" w:char="F0E0"/>
            </w:r>
            <w:r w:rsidRPr="00083BBA">
              <w:rPr>
                <w:rFonts w:cs="Arial"/>
                <w:iCs/>
              </w:rPr>
              <w:t>Mat2</w:t>
            </w:r>
            <w:r w:rsidRPr="00083BBA">
              <w:rPr>
                <w:rFonts w:cs="Arial"/>
                <w:iCs/>
              </w:rPr>
              <w:sym w:font="Wingdings" w:char="F0E0"/>
            </w:r>
            <w:r w:rsidRPr="00083BBA">
              <w:rPr>
                <w:rFonts w:cs="Arial"/>
                <w:iCs/>
              </w:rPr>
              <w:t>Sxi1</w:t>
            </w:r>
            <w:r w:rsidRPr="00083BBA">
              <w:rPr>
                <w:rFonts w:cs="Arial"/>
                <w:i/>
                <w:iCs/>
              </w:rPr>
              <w:t>α, Sxi2a, Ste3α, Ste12, Mfα, Znf2, Cfl1, Pum1</w:t>
            </w:r>
          </w:p>
          <w:p w14:paraId="193B600E" w14:textId="77777777" w:rsidR="00FD3067" w:rsidRPr="00083BBA" w:rsidRDefault="00FD30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  <w:iCs/>
                <w:lang w:val="x-none"/>
              </w:rPr>
            </w:pPr>
          </w:p>
          <w:p w14:paraId="57EEA12F" w14:textId="0590A5F5" w:rsidR="00BF0DB5" w:rsidRPr="00083BBA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  <w:iCs/>
                <w:lang w:val="en-US"/>
              </w:rPr>
            </w:pPr>
            <w:r w:rsidRPr="00083BBA">
              <w:rPr>
                <w:rFonts w:cs="Arial"/>
                <w:b/>
                <w:bCs/>
                <w:i/>
                <w:iCs/>
                <w:lang w:val="x-none"/>
              </w:rPr>
              <w:t>α</w:t>
            </w:r>
            <w:r w:rsidRPr="00083BBA">
              <w:rPr>
                <w:rFonts w:cs="Arial"/>
                <w:b/>
                <w:bCs/>
                <w:i/>
                <w:iCs/>
                <w:lang w:val="en-US"/>
              </w:rPr>
              <w:t>–a mating:</w:t>
            </w:r>
          </w:p>
          <w:bookmarkEnd w:id="6"/>
          <w:p w14:paraId="78AA6103" w14:textId="77777777" w:rsidR="00BF0DB5" w:rsidRPr="00083BBA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083BBA">
              <w:rPr>
                <w:rFonts w:cs="Arial"/>
                <w:iCs/>
              </w:rPr>
              <w:t>MAT</w:t>
            </w:r>
            <w:r w:rsidRPr="00083BBA">
              <w:rPr>
                <w:rFonts w:cs="Arial"/>
                <w:i/>
                <w:iCs/>
              </w:rPr>
              <w:t xml:space="preserve">α_Sxi1 </w:t>
            </w:r>
            <w:r w:rsidRPr="00083BBA">
              <w:rPr>
                <w:rFonts w:cs="Arial"/>
                <w:iCs/>
              </w:rPr>
              <w:t>+ MAT</w:t>
            </w:r>
            <w:r w:rsidRPr="00083BBA">
              <w:rPr>
                <w:rFonts w:cs="Arial"/>
                <w:b/>
                <w:bCs/>
                <w:iCs/>
              </w:rPr>
              <w:t>a</w:t>
            </w:r>
            <w:r w:rsidRPr="00083BBA">
              <w:rPr>
                <w:rFonts w:cs="Arial"/>
                <w:iCs/>
              </w:rPr>
              <w:t>_Sxi2</w:t>
            </w:r>
            <w:r w:rsidRPr="00083BBA">
              <w:rPr>
                <w:rFonts w:cs="Arial"/>
                <w:b/>
                <w:bCs/>
                <w:iCs/>
              </w:rPr>
              <w:t>a</w:t>
            </w:r>
            <w:r w:rsidRPr="00083BBA">
              <w:rPr>
                <w:rFonts w:cs="Arial"/>
                <w:iCs/>
              </w:rPr>
              <w:sym w:font="Wingdings" w:char="F0E0"/>
            </w:r>
            <w:r w:rsidRPr="00083BBA">
              <w:rPr>
                <w:rFonts w:cs="Arial"/>
                <w:iCs/>
              </w:rPr>
              <w:t>bisexual cell fusion (by cooperation/induction/modification)</w:t>
            </w:r>
            <w:r w:rsidRPr="00083BBA">
              <w:rPr>
                <w:rFonts w:cs="Arial"/>
                <w:iCs/>
              </w:rPr>
              <w:sym w:font="Wingdings" w:char="F0E0"/>
            </w:r>
            <w:r w:rsidRPr="00083BBA">
              <w:rPr>
                <w:rFonts w:cs="Arial"/>
                <w:iCs/>
              </w:rPr>
              <w:t>haploid filamentation</w:t>
            </w:r>
            <w:r w:rsidRPr="00083BBA">
              <w:rPr>
                <w:rFonts w:cs="Arial"/>
                <w:iCs/>
              </w:rPr>
              <w:sym w:font="Wingdings" w:char="F0E0"/>
            </w:r>
            <w:r w:rsidRPr="00083BBA">
              <w:rPr>
                <w:rFonts w:cs="Arial"/>
                <w:iCs/>
              </w:rPr>
              <w:t>basidia formation</w:t>
            </w:r>
            <w:r w:rsidRPr="00083BBA">
              <w:rPr>
                <w:rFonts w:cs="Arial"/>
                <w:iCs/>
              </w:rPr>
              <w:sym w:font="Wingdings" w:char="F0E0"/>
            </w:r>
            <w:r w:rsidRPr="00083BBA">
              <w:rPr>
                <w:rFonts w:cs="Arial"/>
                <w:iCs/>
              </w:rPr>
              <w:t xml:space="preserve"> Cell identity and sexual development.</w:t>
            </w:r>
          </w:p>
          <w:p w14:paraId="640FCDA8" w14:textId="6B989FB9" w:rsidR="00201A71" w:rsidRPr="00083BBA" w:rsidRDefault="00976815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083BBA">
              <w:rPr>
                <w:rFonts w:ascii="Times New Roman" w:hAnsi="Times New Roman"/>
                <w:iCs/>
              </w:rPr>
              <w:t>►</w:t>
            </w:r>
            <w:r w:rsidR="00BF0DB5" w:rsidRPr="00083BBA">
              <w:rPr>
                <w:rFonts w:cs="Arial"/>
                <w:i/>
                <w:iCs/>
              </w:rPr>
              <w:t xml:space="preserve">Mat2 </w:t>
            </w:r>
            <w:r w:rsidR="00BF0DB5" w:rsidRPr="00083BBA">
              <w:rPr>
                <w:rFonts w:cs="Arial"/>
                <w:iCs/>
              </w:rPr>
              <w:t>is repressed for unisexual but induced for bisexual reproduction. Neither Sxi1</w:t>
            </w:r>
            <w:r w:rsidR="00BF0DB5" w:rsidRPr="00083BBA">
              <w:rPr>
                <w:rFonts w:cs="Arial"/>
                <w:i/>
                <w:iCs/>
              </w:rPr>
              <w:t xml:space="preserve">α </w:t>
            </w:r>
            <w:r w:rsidR="00BF0DB5" w:rsidRPr="00083BBA">
              <w:rPr>
                <w:rFonts w:cs="Arial"/>
                <w:iCs/>
              </w:rPr>
              <w:t>nor Sxi2</w:t>
            </w:r>
            <w:r w:rsidR="00BF0DB5" w:rsidRPr="00083BBA">
              <w:rPr>
                <w:rFonts w:cs="Arial"/>
                <w:b/>
                <w:bCs/>
                <w:i/>
              </w:rPr>
              <w:t>a</w:t>
            </w:r>
            <w:r w:rsidR="00BF0DB5" w:rsidRPr="00083BBA">
              <w:rPr>
                <w:rFonts w:cs="Arial"/>
                <w:iCs/>
              </w:rPr>
              <w:t xml:space="preserve"> is essential for the unisexual mating hyphal formation</w:t>
            </w:r>
            <w:r w:rsidR="00201A71" w:rsidRPr="00083BBA">
              <w:rPr>
                <w:rFonts w:cs="Arial"/>
                <w:iCs/>
              </w:rPr>
              <w:t>.</w:t>
            </w:r>
          </w:p>
          <w:p w14:paraId="6DE96943" w14:textId="658191C2" w:rsidR="00201A71" w:rsidRPr="00083BBA" w:rsidRDefault="00976815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083BBA">
              <w:rPr>
                <w:rFonts w:ascii="Times New Roman" w:hAnsi="Times New Roman"/>
                <w:iCs/>
              </w:rPr>
              <w:t>►</w:t>
            </w:r>
            <w:r w:rsidR="00BF0DB5" w:rsidRPr="00083BBA">
              <w:rPr>
                <w:rFonts w:cs="Arial"/>
                <w:iCs/>
              </w:rPr>
              <w:t>Regulation of Cpk1 MAPK is centrally controlled by Ste7, Ssn8, and Mat2 but not Znf2 and Sxi1</w:t>
            </w:r>
            <w:r w:rsidR="00BF0DB5" w:rsidRPr="00083BBA">
              <w:rPr>
                <w:rFonts w:cs="Arial"/>
                <w:i/>
                <w:iCs/>
                <w:lang w:val="x-none"/>
              </w:rPr>
              <w:t>α</w:t>
            </w:r>
            <w:r w:rsidR="00BF0DB5" w:rsidRPr="00083BBA">
              <w:rPr>
                <w:rFonts w:cs="Arial"/>
                <w:i/>
                <w:iCs/>
              </w:rPr>
              <w:t>/Sxi2</w:t>
            </w:r>
            <w:r w:rsidR="00BF0DB5" w:rsidRPr="00083BBA">
              <w:rPr>
                <w:rFonts w:cs="Arial"/>
                <w:b/>
                <w:bCs/>
                <w:i/>
                <w:iCs/>
              </w:rPr>
              <w:t>a</w:t>
            </w:r>
            <w:r w:rsidR="00201A71" w:rsidRPr="00083BBA">
              <w:rPr>
                <w:rFonts w:cs="Arial"/>
              </w:rPr>
              <w:t>.</w:t>
            </w:r>
          </w:p>
          <w:p w14:paraId="40FAB4D5" w14:textId="5A630A52" w:rsidR="00201A71" w:rsidRPr="00083BBA" w:rsidRDefault="00976815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083BBA">
              <w:rPr>
                <w:rFonts w:ascii="Times New Roman" w:hAnsi="Times New Roman"/>
                <w:iCs/>
              </w:rPr>
              <w:t>►</w:t>
            </w:r>
            <w:r w:rsidR="00BF0DB5" w:rsidRPr="00083BBA">
              <w:rPr>
                <w:rFonts w:cs="Arial"/>
                <w:iCs/>
              </w:rPr>
              <w:t>Mat2 and Ste7 are necessary for pheromone sensing to initiate hyphal growth but not hyphal morphogenesis.</w:t>
            </w:r>
          </w:p>
          <w:p w14:paraId="3C91ACA8" w14:textId="4B05A1CD" w:rsidR="00D700A1" w:rsidRPr="00083BBA" w:rsidRDefault="00D700A1" w:rsidP="00D700A1">
            <w:pPr>
              <w:tabs>
                <w:tab w:val="left" w:pos="0"/>
              </w:tabs>
              <w:jc w:val="left"/>
              <w:rPr>
                <w:rFonts w:cs="Arial"/>
                <w:iCs/>
                <w:lang w:val="en-US"/>
              </w:rPr>
            </w:pPr>
            <w:r w:rsidRPr="00083BBA">
              <w:rPr>
                <w:rFonts w:ascii="Times New Roman" w:hAnsi="Times New Roman"/>
                <w:iCs/>
              </w:rPr>
              <w:t>►</w:t>
            </w:r>
            <w:r w:rsidRPr="00083BBA">
              <w:rPr>
                <w:iCs/>
              </w:rPr>
              <w:t xml:space="preserve">Ste12 is not important for mating in either serotype A or D but highly important for haploid fruiting in the two serotypes. Again, it is not important for hyphae formation in serotype D but overexpression induced filamentation in serotype A </w:t>
            </w:r>
            <w:r w:rsidRPr="00083BBA">
              <w:rPr>
                <w:rFonts w:cs="Arial"/>
                <w:iCs/>
              </w:rPr>
              <w:t>.</w:t>
            </w:r>
          </w:p>
          <w:p w14:paraId="5C2AA9A1" w14:textId="538E1EF1" w:rsidR="00BF0DB5" w:rsidRPr="00083BBA" w:rsidRDefault="00976815" w:rsidP="009F1036">
            <w:pPr>
              <w:tabs>
                <w:tab w:val="left" w:pos="0"/>
              </w:tabs>
              <w:jc w:val="left"/>
              <w:rPr>
                <w:rFonts w:cs="Arial"/>
                <w:iCs/>
                <w:lang w:val="en-US"/>
              </w:rPr>
            </w:pPr>
            <w:r w:rsidRPr="00083BBA">
              <w:rPr>
                <w:rFonts w:ascii="Times New Roman" w:hAnsi="Times New Roman"/>
                <w:iCs/>
              </w:rPr>
              <w:t>►</w:t>
            </w:r>
            <w:r w:rsidR="00BF0DB5" w:rsidRPr="00083BBA">
              <w:rPr>
                <w:rFonts w:cs="Arial"/>
                <w:iCs/>
              </w:rPr>
              <w:t>Mf</w:t>
            </w:r>
            <w:r w:rsidR="00BF0DB5" w:rsidRPr="00083BBA">
              <w:rPr>
                <w:rFonts w:cs="Arial"/>
                <w:i/>
                <w:lang w:val="x-none"/>
              </w:rPr>
              <w:t>α</w:t>
            </w:r>
            <w:r w:rsidR="00BF0DB5" w:rsidRPr="00083BBA">
              <w:rPr>
                <w:rFonts w:cs="Arial"/>
                <w:i/>
                <w:lang w:val="en-US"/>
              </w:rPr>
              <w:t xml:space="preserve"> </w:t>
            </w:r>
            <w:r w:rsidR="00BF0DB5" w:rsidRPr="00083BBA">
              <w:rPr>
                <w:rFonts w:cs="Arial"/>
                <w:iCs/>
                <w:lang w:val="en-US"/>
              </w:rPr>
              <w:t>induced for bisexual but repressed for unisexual reproduction.</w:t>
            </w:r>
          </w:p>
          <w:p w14:paraId="2C7B7246" w14:textId="77777777" w:rsidR="00D700A1" w:rsidRPr="00083BBA" w:rsidRDefault="00D700A1" w:rsidP="00D700A1">
            <w:pPr>
              <w:tabs>
                <w:tab w:val="left" w:pos="0"/>
              </w:tabs>
              <w:jc w:val="left"/>
              <w:rPr>
                <w:rFonts w:cs="Arial"/>
                <w:iCs/>
                <w:lang w:val="en-US"/>
              </w:rPr>
            </w:pPr>
            <w:r w:rsidRPr="00083BBA">
              <w:rPr>
                <w:rFonts w:ascii="Times New Roman" w:hAnsi="Times New Roman"/>
                <w:iCs/>
              </w:rPr>
              <w:t>►</w:t>
            </w:r>
            <w:r w:rsidRPr="00083BBA">
              <w:rPr>
                <w:rFonts w:cs="Arial"/>
                <w:iCs/>
              </w:rPr>
              <w:t>Znf2 may influence pheromone sensing but is highly needed for hyphal growth and morphogenesis.</w:t>
            </w:r>
          </w:p>
          <w:p w14:paraId="13E09485" w14:textId="77777777" w:rsidR="00FD3067" w:rsidRPr="00083BBA" w:rsidRDefault="00FD30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</w:p>
          <w:p w14:paraId="6C76F6AE" w14:textId="627A9630" w:rsidR="00BF0DB5" w:rsidRPr="00083BBA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083BBA">
              <w:rPr>
                <w:rFonts w:cs="Arial"/>
                <w:b/>
                <w:bCs/>
                <w:i/>
              </w:rPr>
              <w:t>GTPase-activating PAK kinase:</w:t>
            </w:r>
          </w:p>
          <w:p w14:paraId="32746636" w14:textId="2AE25970" w:rsidR="00BF0DB5" w:rsidRPr="00083BBA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083BBA">
              <w:rPr>
                <w:rFonts w:cs="Arial"/>
                <w:i/>
              </w:rPr>
              <w:t>Cdc42-Ste20α/Pak1-Ste11α-Cpk1</w:t>
            </w:r>
          </w:p>
        </w:tc>
      </w:tr>
      <w:tr w:rsidR="00BF0DB5" w:rsidRPr="00ED2F4E" w14:paraId="7A6EE118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6C384" w14:textId="3267B247" w:rsidR="00BF0DB5" w:rsidRPr="00ED2F4E" w:rsidRDefault="00BF0DB5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lastRenderedPageBreak/>
              <w:t>Cell polarity, karyokinesis, septin formation, cytokinesis, and actin organisation (cell division/budding)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76D7A" w14:textId="4F2F1CD8" w:rsidR="00BF0DB5" w:rsidRPr="00ED2F4E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Arp2, 3, Cap1, Cap2, Cdc3, Cdc10, Cdc11, Cdc12, Cdc24, Cdc42, Cdc43, Cdc420, Cin1, Cna1, Cps1, Las17/Bee1, Mob2, Rac1, Rac2, Ras1, Rho1, Rho10, Rho11, Sir2, Sog2, Tao3, Tea1, Wsp1,</w:t>
            </w:r>
            <w:r w:rsidRPr="00ED2F4E">
              <w:rPr>
                <w:rFonts w:cs="Arial"/>
                <w:iCs/>
              </w:rPr>
              <w:t xml:space="preserve"> Cbk1, Gcn2, </w:t>
            </w:r>
            <w:r w:rsidRPr="00ED2F4E">
              <w:rPr>
                <w:rFonts w:cs="Arial"/>
              </w:rPr>
              <w:t xml:space="preserve">Kic1, </w:t>
            </w:r>
            <w:r w:rsidRPr="00ED2F4E">
              <w:rPr>
                <w:rFonts w:cs="Arial"/>
                <w:iCs/>
              </w:rPr>
              <w:t>Ste20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FC8F1" w14:textId="5D726D26" w:rsidR="00BF0DB5" w:rsidRPr="00ED2F4E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Hog1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22D1D" w14:textId="7EFB9E6B" w:rsidR="00BF0DB5" w:rsidRPr="00ED2F4E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Vacuolar membrane locali</w:t>
            </w:r>
            <w:r w:rsidR="00201A71">
              <w:rPr>
                <w:rFonts w:cs="Arial"/>
                <w:b/>
                <w:bCs/>
                <w:i/>
              </w:rPr>
              <w:t>s</w:t>
            </w:r>
            <w:r w:rsidRPr="00ED2F4E">
              <w:rPr>
                <w:rFonts w:cs="Arial"/>
                <w:b/>
                <w:bCs/>
                <w:i/>
              </w:rPr>
              <w:t>ation and actin organi</w:t>
            </w:r>
            <w:r w:rsidR="00201A71">
              <w:rPr>
                <w:rFonts w:cs="Arial"/>
                <w:b/>
                <w:bCs/>
                <w:i/>
              </w:rPr>
              <w:t>s</w:t>
            </w:r>
            <w:r w:rsidRPr="00ED2F4E">
              <w:rPr>
                <w:rFonts w:cs="Arial"/>
                <w:b/>
                <w:bCs/>
                <w:i/>
              </w:rPr>
              <w:t>ation:</w:t>
            </w:r>
          </w:p>
          <w:p w14:paraId="5F1970FF" w14:textId="77777777" w:rsidR="00BF0DB5" w:rsidRPr="00ED2F4E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bookmarkStart w:id="7" w:name="OLE_LINK239"/>
            <w:bookmarkStart w:id="8" w:name="OLE_LINK281"/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Cin1-Cdc42-Wsp1-Rac1 effector signalling pathway</w:t>
            </w:r>
            <w:bookmarkEnd w:id="7"/>
            <w:bookmarkEnd w:id="8"/>
          </w:p>
          <w:p w14:paraId="6E10E111" w14:textId="77777777" w:rsidR="00BF0DB5" w:rsidRPr="00ED2F4E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ROS-activated regulation of polarised growth, differentiation, and morphogenesis</w:t>
            </w:r>
          </w:p>
          <w:p w14:paraId="615A53A7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ascii="Times New Roman" w:hAnsi="Times New Roman"/>
                <w:iCs/>
              </w:rPr>
            </w:pPr>
            <w:bookmarkStart w:id="9" w:name="OLE_LINK359"/>
            <w:bookmarkStart w:id="10" w:name="OLE_LINK360"/>
          </w:p>
          <w:p w14:paraId="189741BD" w14:textId="7B32A7BF" w:rsidR="00BF0DB5" w:rsidRPr="00ED2F4E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bookmarkEnd w:id="9"/>
            <w:bookmarkEnd w:id="10"/>
            <w:r w:rsidRPr="00ED2F4E">
              <w:rPr>
                <w:rFonts w:cs="Arial"/>
                <w:b/>
                <w:bCs/>
                <w:i/>
              </w:rPr>
              <w:t>Rac-induced Nox activation:</w:t>
            </w:r>
          </w:p>
          <w:p w14:paraId="21FCCDC6" w14:textId="7DC1AD2C" w:rsidR="00BF0DB5" w:rsidRPr="00ED2F4E" w:rsidRDefault="00BF0DB5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iCs/>
              </w:rPr>
              <w:t>Rac1/2-Cdc42/420-Nox-NoxR</w:t>
            </w:r>
          </w:p>
        </w:tc>
      </w:tr>
      <w:tr w:rsidR="0015577C" w:rsidRPr="00ED2F4E" w14:paraId="181D307E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D537B" w14:textId="759EED49" w:rsidR="0015577C" w:rsidRPr="00ED2F4E" w:rsidRDefault="0015577C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Pheromone expression/response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487478" w14:textId="6D01FBA2" w:rsidR="0015577C" w:rsidRPr="00ED2F4E" w:rsidRDefault="0015577C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Anb2, Cqs2, Cin1, Cna1, Crg1, Gpa2, Gpa3, Gpb1, </w:t>
            </w:r>
            <w:bookmarkStart w:id="11" w:name="OLE_LINK24"/>
            <w:bookmarkStart w:id="12" w:name="OLE_LINK25"/>
            <w:r w:rsidRPr="00ED2F4E">
              <w:rPr>
                <w:rFonts w:cs="Arial"/>
                <w:i/>
                <w:iCs/>
              </w:rPr>
              <w:t>Gpg1, Gpg2, Mat2, Mfα1</w:t>
            </w:r>
            <w:bookmarkEnd w:id="11"/>
            <w:bookmarkEnd w:id="12"/>
            <w:r w:rsidRPr="00ED2F4E">
              <w:rPr>
                <w:rFonts w:cs="Arial"/>
                <w:i/>
                <w:iCs/>
              </w:rPr>
              <w:t>, Pbp1, Puf4, Qsp1, Ste5, Ste6</w:t>
            </w:r>
            <w:r w:rsidRPr="00ED2F4E">
              <w:rPr>
                <w:rFonts w:cs="Arial"/>
                <w:iCs/>
              </w:rPr>
              <w:t xml:space="preserve">, </w:t>
            </w:r>
            <w:r w:rsidRPr="00ED2F4E">
              <w:rPr>
                <w:rFonts w:cs="Arial"/>
                <w:i/>
                <w:iCs/>
              </w:rPr>
              <w:t>Ste50, Ste3</w:t>
            </w:r>
            <w:r w:rsidRPr="00ED2F4E">
              <w:rPr>
                <w:rFonts w:cs="Arial"/>
                <w:iCs/>
              </w:rPr>
              <w:t xml:space="preserve"> </w:t>
            </w:r>
            <w:r w:rsidRPr="00ED2F4E">
              <w:rPr>
                <w:rFonts w:cs="Arial"/>
                <w:i/>
                <w:iCs/>
              </w:rPr>
              <w:t>Cpr1</w:t>
            </w:r>
            <w:r w:rsidRPr="00ED2F4E">
              <w:rPr>
                <w:rFonts w:cs="Arial"/>
                <w:iCs/>
              </w:rPr>
              <w:t xml:space="preserve">/2, </w:t>
            </w:r>
            <w:r w:rsidRPr="00ED2F4E">
              <w:rPr>
                <w:rFonts w:cs="Arial"/>
                <w:i/>
                <w:iCs/>
              </w:rPr>
              <w:t xml:space="preserve">Ste7, Tif3, Znf2, Znf3, Wsp1, </w:t>
            </w:r>
            <w:r w:rsidRPr="00ED2F4E">
              <w:rPr>
                <w:rFonts w:cs="Arial"/>
                <w:iCs/>
              </w:rPr>
              <w:t>Cpk1, Ste11, Ste20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8F0E4" w14:textId="001F6845" w:rsidR="0015577C" w:rsidRPr="00ED2F4E" w:rsidRDefault="0015577C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Aap1, Aap3, Bwc1, Bwc2, Can1, Can2, Crk1, Crz1, Gat1, Hap2, Hlh1, Hog1, Mgt2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FE0A1" w14:textId="77777777" w:rsidR="0015577C" w:rsidRPr="00ED2F4E" w:rsidRDefault="0015577C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Pheromone signalling pathway:</w:t>
            </w:r>
          </w:p>
          <w:p w14:paraId="502E37BD" w14:textId="408957DB" w:rsidR="0015577C" w:rsidRPr="00ED2F4E" w:rsidRDefault="0015577C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iCs/>
              </w:rPr>
              <w:t>Ste3</w:t>
            </w:r>
            <w:r w:rsidRPr="00ED2F4E">
              <w:rPr>
                <w:rFonts w:cs="Arial"/>
                <w:i/>
                <w:iCs/>
              </w:rPr>
              <w:t>α/Cpr1,2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Gpa2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Gpb1-Gpg1,2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Ste50-(Ste20</w:t>
            </w:r>
            <w:r w:rsidRPr="00ED2F4E">
              <w:rPr>
                <w:rFonts w:cs="Arial"/>
                <w:i/>
                <w:iCs/>
              </w:rPr>
              <w:t>α/</w:t>
            </w:r>
            <w:r w:rsidRPr="00ED2F4E">
              <w:rPr>
                <w:rFonts w:cs="Arial"/>
                <w:b/>
                <w:bCs/>
                <w:i/>
                <w:iCs/>
              </w:rPr>
              <w:t>a</w:t>
            </w:r>
            <w:r w:rsidRPr="00ED2F4E">
              <w:rPr>
                <w:rFonts w:cs="Arial"/>
                <w:i/>
                <w:iCs/>
              </w:rPr>
              <w:t>-</w:t>
            </w:r>
            <w:r w:rsidRPr="00ED2F4E">
              <w:rPr>
                <w:rFonts w:cs="Arial"/>
                <w:iCs/>
              </w:rPr>
              <w:t>Ste11</w:t>
            </w:r>
            <w:r w:rsidRPr="00ED2F4E">
              <w:rPr>
                <w:rFonts w:cs="Arial"/>
                <w:i/>
                <w:iCs/>
              </w:rPr>
              <w:t>α/</w:t>
            </w:r>
            <w:r w:rsidRPr="00ED2F4E">
              <w:rPr>
                <w:rFonts w:cs="Arial"/>
                <w:b/>
                <w:bCs/>
                <w:i/>
                <w:iCs/>
              </w:rPr>
              <w:t>a</w:t>
            </w:r>
            <w:r w:rsidRPr="00ED2F4E">
              <w:rPr>
                <w:rFonts w:cs="Arial"/>
                <w:iCs/>
              </w:rPr>
              <w:t>)-Ste5-(Ste7-Cpk1)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Mat2-P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PREs (Sxi1</w:t>
            </w:r>
            <w:r w:rsidRPr="00ED2F4E">
              <w:rPr>
                <w:rFonts w:cs="Arial"/>
                <w:i/>
                <w:iCs/>
              </w:rPr>
              <w:t>α, Sxi2</w:t>
            </w:r>
            <w:r w:rsidRPr="00ED2F4E">
              <w:rPr>
                <w:rFonts w:cs="Arial"/>
                <w:b/>
                <w:bCs/>
                <w:i/>
                <w:iCs/>
              </w:rPr>
              <w:t>a</w:t>
            </w:r>
            <w:r w:rsidRPr="00ED2F4E">
              <w:rPr>
                <w:rFonts w:cs="Arial"/>
                <w:i/>
                <w:iCs/>
              </w:rPr>
              <w:t>, Ste3α, Mfα, Znf2, Znf3</w:t>
            </w:r>
            <w:r w:rsidRPr="00ED2F4E">
              <w:rPr>
                <w:rFonts w:cs="Arial"/>
                <w:iCs/>
              </w:rPr>
              <w:t>)</w:t>
            </w:r>
          </w:p>
        </w:tc>
      </w:tr>
      <w:tr w:rsidR="0015577C" w:rsidRPr="00ED2F4E" w14:paraId="3BA8C71A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C49B80" w14:textId="3D602503" w:rsidR="0015577C" w:rsidRPr="00ED2F4E" w:rsidRDefault="0015577C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Nitrogen assimilation and alternative nitrogen sources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E5CD0" w14:textId="6DE00BCA" w:rsidR="0015577C" w:rsidRPr="00ED2F4E" w:rsidRDefault="0015577C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Aap1</w:t>
            </w:r>
            <w:r w:rsidR="00247953">
              <w:rPr>
                <w:rFonts w:cs="Arial"/>
                <w:i/>
                <w:iCs/>
              </w:rPr>
              <w:t>, Aap2, Aap3, Aap4, Aap5, Aap6, Aap7, Aap</w:t>
            </w:r>
            <w:r w:rsidRPr="00ED2F4E">
              <w:rPr>
                <w:rFonts w:cs="Arial"/>
                <w:i/>
                <w:iCs/>
              </w:rPr>
              <w:t>8, Amt1/Mep, Amt2, Dal1, Gdh1, Gdh2, Gln1, Glt1, Mup1, Mup3, Put1, Put2/Put5, Trp2-4, Uga4, Ure1, Uro1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B4CD6" w14:textId="77777777" w:rsidR="0015577C" w:rsidRPr="00ED2F4E" w:rsidRDefault="0015577C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491FE" w14:textId="64AAA062" w:rsidR="0015577C" w:rsidRPr="00ED2F4E" w:rsidRDefault="00976815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="0015577C" w:rsidRPr="00ED2F4E">
              <w:rPr>
                <w:rFonts w:cs="Arial"/>
                <w:iCs/>
              </w:rPr>
              <w:t>Activation of nitrogen catabolite repression</w:t>
            </w:r>
          </w:p>
          <w:p w14:paraId="3C0F8D34" w14:textId="0A5CEBA2" w:rsidR="0015577C" w:rsidRPr="00ED2F4E" w:rsidRDefault="00976815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="0015577C" w:rsidRPr="00ED2F4E">
              <w:rPr>
                <w:rFonts w:cs="Arial"/>
                <w:iCs/>
              </w:rPr>
              <w:t>Activation of Gat1-independent metabolisms</w:t>
            </w:r>
          </w:p>
        </w:tc>
      </w:tr>
      <w:tr w:rsidR="0015577C" w:rsidRPr="00ED2F4E" w14:paraId="1C117CB9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0BC801" w14:textId="1363C2D6" w:rsidR="0015577C" w:rsidRPr="00ED2F4E" w:rsidRDefault="0015577C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Urease activity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4B851" w14:textId="75364489" w:rsidR="0015577C" w:rsidRPr="00ED2F4E" w:rsidRDefault="0015577C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Cam1, Cna1, Cuf1, Crz1, Fzc46, Gpp2, Hlh1, Nic1, Pmc1, Ptp1, Ptp2, Sod1, Sre1, Ure1, Ure4, Ure6, Ure7, Zap104, </w:t>
            </w:r>
            <w:r w:rsidRPr="00ED2F4E">
              <w:rPr>
                <w:rFonts w:cs="Arial"/>
                <w:iCs/>
              </w:rPr>
              <w:t>Ssk2, Bud32, Cka1, Ipk1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FBFC2" w14:textId="3DF02FD5" w:rsidR="0015577C" w:rsidRPr="00ED2F4E" w:rsidRDefault="0015577C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Atf1, Fkh2, Fzc1, Fzc14, Fzc26, Gat1, Grasp, Hob4, Hob7, Hog1, Mln1, Rim101, Sxi1</w:t>
            </w:r>
            <w:r w:rsidRPr="00ED2F4E">
              <w:rPr>
                <w:rFonts w:cs="Arial"/>
                <w:i/>
                <w:iCs/>
                <w:lang w:val="x-none"/>
              </w:rPr>
              <w:t>α</w:t>
            </w:r>
            <w:r w:rsidRPr="00ED2F4E">
              <w:rPr>
                <w:rFonts w:cs="Arial"/>
                <w:i/>
                <w:iCs/>
              </w:rPr>
              <w:t xml:space="preserve">, Usv101, Yap1, Zfc7, </w:t>
            </w:r>
            <w:r w:rsidRPr="00ED2F4E">
              <w:rPr>
                <w:rFonts w:cs="Arial"/>
                <w:iCs/>
              </w:rPr>
              <w:t>Pka1, Irk5, Gsk3, Skn7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C687D" w14:textId="1EFF3E1F" w:rsidR="0015577C" w:rsidRPr="00ED2F4E" w:rsidRDefault="0015577C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GTP-activated Ni</w:t>
            </w:r>
            <w:r w:rsidRPr="00ED2F4E">
              <w:rPr>
                <w:rFonts w:cs="Arial"/>
                <w:iCs/>
                <w:vertAlign w:val="superscript"/>
              </w:rPr>
              <w:t>2+</w:t>
            </w:r>
            <w:r w:rsidR="00976815" w:rsidRPr="00976815">
              <w:rPr>
                <w:rFonts w:cs="Arial"/>
                <w:iCs/>
              </w:rPr>
              <w:t>-</w:t>
            </w:r>
            <w:r w:rsidRPr="00ED2F4E">
              <w:rPr>
                <w:rFonts w:cs="Arial"/>
                <w:iCs/>
              </w:rPr>
              <w:t>sequestration for the maturation of urease apoprotein</w:t>
            </w:r>
          </w:p>
        </w:tc>
      </w:tr>
      <w:tr w:rsidR="00204628" w:rsidRPr="00ED2F4E" w14:paraId="1A7048E2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618421" w14:textId="09629E93" w:rsidR="00204628" w:rsidRPr="00ED2F4E" w:rsidRDefault="00204628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Antifungal activity</w:t>
            </w:r>
            <w:r w:rsidR="002F12CA" w:rsidRPr="00ED2F4E">
              <w:rPr>
                <w:rFonts w:cs="Arial"/>
                <w:iCs/>
              </w:rPr>
              <w:t xml:space="preserve"> (5-FC)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16B351" w14:textId="7CCA15A3" w:rsidR="00204628" w:rsidRPr="00ED2F4E" w:rsidRDefault="00204628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Apn2, Bzp2, Bzp3, Bzp5, Fzc6, Fzc19, Fzc44, Fzc46, Fzc51, Hap2, Hcm1, </w:t>
            </w:r>
            <w:r w:rsidRPr="00ED2F4E">
              <w:rPr>
                <w:rFonts w:cs="Arial"/>
                <w:i/>
                <w:iCs/>
              </w:rPr>
              <w:lastRenderedPageBreak/>
              <w:t>Hlh1, Jjj1, kcs1, Mbs1, Nrg1, Pip2, Ptp2, Yap1, Yap2, Zfc2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9EF49" w14:textId="5D84CB3D" w:rsidR="00204628" w:rsidRPr="00ED2F4E" w:rsidRDefault="00204628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Cs/>
              </w:rPr>
              <w:lastRenderedPageBreak/>
              <w:t>Arg5.6</w:t>
            </w:r>
            <w:r w:rsidRPr="00ED2F4E">
              <w:rPr>
                <w:rFonts w:cs="Arial"/>
                <w:i/>
                <w:iCs/>
              </w:rPr>
              <w:t>, Cki1,</w:t>
            </w:r>
            <w:r w:rsidRPr="00ED2F4E">
              <w:rPr>
                <w:rFonts w:cs="Arial"/>
                <w:iCs/>
              </w:rPr>
              <w:t xml:space="preserve"> </w:t>
            </w:r>
            <w:r w:rsidRPr="00ED2F4E">
              <w:rPr>
                <w:rFonts w:cs="Arial"/>
                <w:i/>
                <w:iCs/>
              </w:rPr>
              <w:t>Fab1, Fzc31, Fzc50, Gat204, Hlh3, Hob3,</w:t>
            </w:r>
            <w:r w:rsidRPr="00ED2F4E">
              <w:rPr>
                <w:rFonts w:cs="Arial"/>
                <w:iCs/>
              </w:rPr>
              <w:t xml:space="preserve"> </w:t>
            </w:r>
            <w:r w:rsidRPr="00ED2F4E">
              <w:rPr>
                <w:rFonts w:cs="Arial"/>
                <w:i/>
                <w:iCs/>
              </w:rPr>
              <w:t xml:space="preserve">Hog1, </w:t>
            </w:r>
            <w:r w:rsidRPr="00ED2F4E">
              <w:rPr>
                <w:rFonts w:cs="Arial"/>
                <w:iCs/>
              </w:rPr>
              <w:t xml:space="preserve">Igi1, </w:t>
            </w:r>
            <w:r w:rsidRPr="00ED2F4E">
              <w:rPr>
                <w:rFonts w:cs="Arial"/>
                <w:i/>
                <w:iCs/>
              </w:rPr>
              <w:lastRenderedPageBreak/>
              <w:t xml:space="preserve">Rds2, Rim101, Znf2, </w:t>
            </w:r>
            <w:r w:rsidRPr="00ED2F4E">
              <w:rPr>
                <w:rFonts w:cs="Arial"/>
                <w:iCs/>
              </w:rPr>
              <w:t>Irk5, Urk1, Vrk1, Sat4, Ste7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77B82" w14:textId="77777777" w:rsidR="002F12CA" w:rsidRPr="002F12CA" w:rsidRDefault="002F12CA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  <w:iCs/>
              </w:rPr>
            </w:pPr>
            <w:r w:rsidRPr="002F12CA">
              <w:rPr>
                <w:rFonts w:cs="Arial"/>
                <w:b/>
                <w:bCs/>
                <w:i/>
                <w:iCs/>
              </w:rPr>
              <w:lastRenderedPageBreak/>
              <w:t>Tor-like activation:</w:t>
            </w:r>
          </w:p>
          <w:p w14:paraId="5E5A20B0" w14:textId="77777777" w:rsidR="002F12CA" w:rsidRPr="002F12CA" w:rsidRDefault="002F12CA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2F12CA">
              <w:rPr>
                <w:rFonts w:cs="Arial"/>
                <w:iCs/>
              </w:rPr>
              <w:t>Tor1-Sin1</w:t>
            </w:r>
            <w:r w:rsidRPr="002F12CA">
              <w:rPr>
                <w:rFonts w:cs="Arial"/>
                <w:iCs/>
              </w:rPr>
              <w:sym w:font="Wingdings" w:char="F0E0"/>
            </w:r>
            <w:r w:rsidRPr="002F12CA">
              <w:rPr>
                <w:rFonts w:cs="Arial"/>
                <w:iCs/>
              </w:rPr>
              <w:t>Ypk1</w:t>
            </w:r>
          </w:p>
          <w:p w14:paraId="0B1F0DEF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  <w:iCs/>
              </w:rPr>
            </w:pPr>
          </w:p>
          <w:p w14:paraId="4A462D53" w14:textId="122AB2EE" w:rsidR="002F12CA" w:rsidRPr="002F12CA" w:rsidRDefault="002F12CA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  <w:iCs/>
              </w:rPr>
            </w:pPr>
            <w:r w:rsidRPr="002F12CA">
              <w:rPr>
                <w:rFonts w:cs="Arial"/>
                <w:b/>
                <w:bCs/>
                <w:i/>
                <w:iCs/>
              </w:rPr>
              <w:t>Mpk signalling pathway:</w:t>
            </w:r>
          </w:p>
          <w:p w14:paraId="738D9A95" w14:textId="00F5440B" w:rsidR="00204628" w:rsidRPr="00ED2F4E" w:rsidRDefault="002F12CA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2F12CA">
              <w:rPr>
                <w:rFonts w:cs="Arial"/>
                <w:iCs/>
              </w:rPr>
              <w:t>Pdk1/Tor1</w:t>
            </w:r>
            <w:r w:rsidRPr="002F12CA">
              <w:rPr>
                <w:rFonts w:cs="Arial"/>
                <w:iCs/>
              </w:rPr>
              <w:sym w:font="Wingdings" w:char="F0E0"/>
            </w:r>
            <w:r w:rsidRPr="002F12CA">
              <w:rPr>
                <w:rFonts w:cs="Arial"/>
                <w:iCs/>
              </w:rPr>
              <w:t>Pkc1</w:t>
            </w:r>
            <w:r w:rsidRPr="002F12CA">
              <w:rPr>
                <w:rFonts w:cs="Arial"/>
                <w:iCs/>
              </w:rPr>
              <w:sym w:font="Wingdings" w:char="F0E0"/>
            </w:r>
            <w:r w:rsidRPr="002F12CA">
              <w:rPr>
                <w:rFonts w:cs="Arial"/>
                <w:iCs/>
              </w:rPr>
              <w:t>Bck1</w:t>
            </w:r>
            <w:r w:rsidRPr="002F12CA">
              <w:rPr>
                <w:rFonts w:cs="Arial"/>
                <w:iCs/>
              </w:rPr>
              <w:sym w:font="Wingdings" w:char="F0E0"/>
            </w:r>
            <w:r w:rsidRPr="002F12CA">
              <w:rPr>
                <w:rFonts w:cs="Arial"/>
                <w:iCs/>
              </w:rPr>
              <w:t>Mkk2</w:t>
            </w:r>
            <w:r w:rsidRPr="002F12CA">
              <w:rPr>
                <w:rFonts w:cs="Arial"/>
                <w:iCs/>
              </w:rPr>
              <w:sym w:font="Wingdings" w:char="F0E0"/>
            </w:r>
            <w:r w:rsidRPr="002F12CA">
              <w:rPr>
                <w:rFonts w:cs="Arial"/>
                <w:iCs/>
              </w:rPr>
              <w:t>Mpk1</w:t>
            </w:r>
          </w:p>
        </w:tc>
      </w:tr>
      <w:tr w:rsidR="002F12CA" w:rsidRPr="00ED2F4E" w14:paraId="71759471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079683" w14:textId="3E32024C" w:rsidR="002F12CA" w:rsidRPr="00ED2F4E" w:rsidRDefault="002F12CA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lastRenderedPageBreak/>
              <w:t>Antifungal activity (AmpB)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5D983" w14:textId="2946C999" w:rsidR="002F12CA" w:rsidRPr="00ED2F4E" w:rsidRDefault="002F12CA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Asg1, Bwc2, Bzp2, Bzp3, Bzp5, Cac1, Cuf1, Ecm22, Ert1, Fap1, Fzc1, Fzc6, Fzc8, Fzc10, Fzc22, Fzc23, Fzc31, Fzc44, Fzc45, Fzc49, Fzc51, Gat201, Gat204, Grf1, Grx4, Hcm1, Hel2, Hlh1, Hlh2, Hlh3, Hob1, Hob4, Hob5, Hob6, Hog1, Hsp12, Hsp122, Jjj1, kcs1, Liv1, Mbs1, Met22, Mln1, Nrg1, Pan1, Pdr802, Pip2, Pip201, Ras1, Rim101, Rum1, Sp1/Crz1, Usv101, Zfc2, Zap104,</w:t>
            </w:r>
            <w:r w:rsidRPr="00ED2F4E">
              <w:rPr>
                <w:rFonts w:cs="Arial"/>
              </w:rPr>
              <w:t xml:space="preserve"> </w:t>
            </w:r>
            <w:r w:rsidRPr="00ED2F4E">
              <w:rPr>
                <w:rFonts w:cs="Arial"/>
                <w:iCs/>
              </w:rPr>
              <w:t>Arg1, Kcs1, Ssk1, Ste12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639B9" w14:textId="1C1AF71E" w:rsidR="002F12CA" w:rsidRPr="00ED2F4E" w:rsidRDefault="002F12CA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Atf1, Clr1, Bzp4, Fzc4, Fzc51, Ico4, Sps1, Sre1, Yap1, </w:t>
            </w:r>
            <w:r w:rsidRPr="00ED2F4E">
              <w:rPr>
                <w:rFonts w:cs="Arial"/>
                <w:iCs/>
              </w:rPr>
              <w:t>Sch9, Skn7, Snf102, Swe102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1B277" w14:textId="77777777" w:rsidR="002F12CA" w:rsidRPr="00ED2F4E" w:rsidRDefault="002F12CA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Hog1 signalling pathway:</w:t>
            </w:r>
          </w:p>
          <w:p w14:paraId="35B164D2" w14:textId="2D5EF721" w:rsidR="002F12CA" w:rsidRPr="00ED2F4E" w:rsidRDefault="002F12CA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Tco1/Tco2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Ypd1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Ssk1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Ssk2-Pbs2-Hog1</w:t>
            </w:r>
          </w:p>
        </w:tc>
      </w:tr>
      <w:tr w:rsidR="002F12CA" w:rsidRPr="00ED2F4E" w14:paraId="37F55FD9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FB136" w14:textId="771C99D3" w:rsidR="002F12CA" w:rsidRPr="00ED2F4E" w:rsidRDefault="002F12CA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Antifungal activity (FCZ)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DE225C" w14:textId="7C3A907A" w:rsidR="002F12CA" w:rsidRPr="00ED2F4E" w:rsidRDefault="002F12CA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Afr1, Asg1, Bzp1/Hxl1, Bzp2, Bzp3, Bzp5, Fzc2, Fzc14, Fzc17, Fzc22, Fzc30, Fzc31, Fzc34, Fzc45, Fzc46, Grx4, Hlh1, Hlh2, Hlh3, Hlx1, Hob1, Hob4, Hob6, Hsf2, Liv1, Mbf1, Mbs1, Met32, Miz1, Mln1, Pan1, Pip2, Rim101, Sp1/Crz1, Sre1, Sxi1</w:t>
            </w:r>
            <w:r w:rsidRPr="00ED2F4E">
              <w:rPr>
                <w:rFonts w:cs="Arial"/>
                <w:i/>
                <w:iCs/>
                <w:lang w:val="x-none"/>
              </w:rPr>
              <w:t>α</w:t>
            </w:r>
            <w:r w:rsidRPr="00ED2F4E">
              <w:rPr>
                <w:rFonts w:cs="Arial"/>
                <w:i/>
                <w:iCs/>
              </w:rPr>
              <w:t xml:space="preserve">, Yap1, Yap2, Yap4, Zfc6, </w:t>
            </w:r>
            <w:r w:rsidRPr="00ED2F4E">
              <w:rPr>
                <w:rFonts w:cs="Arial"/>
                <w:iCs/>
              </w:rPr>
              <w:t xml:space="preserve">Arg1, </w:t>
            </w:r>
            <w:r w:rsidRPr="00ED2F4E">
              <w:rPr>
                <w:rFonts w:cs="Arial"/>
              </w:rPr>
              <w:t xml:space="preserve">kcs1, </w:t>
            </w:r>
            <w:r w:rsidRPr="00ED2F4E">
              <w:rPr>
                <w:rFonts w:cs="Arial"/>
                <w:iCs/>
              </w:rPr>
              <w:t>Ste12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8F0AD" w14:textId="073772EB" w:rsidR="002F12CA" w:rsidRPr="00ED2F4E" w:rsidRDefault="002F12CA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Ada2, Cuf1, Ddt1, Ecm22, Ert1, Fkh2, Fzc9, Fzc51, Gat5, Gat7, Hap2, Hcm1, Hob1, Hog1, Jjj1, Liv4, Mbs1, Nrg1, Ppr1, Yrm103, </w:t>
            </w:r>
            <w:r w:rsidRPr="00ED2F4E">
              <w:rPr>
                <w:rFonts w:cs="Arial"/>
                <w:iCs/>
              </w:rPr>
              <w:t>Sch9, Ssk1, Skn7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426E7" w14:textId="77777777" w:rsidR="00AB291E" w:rsidRPr="00ED2F4E" w:rsidRDefault="00AB291E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Membrane stability and integrity:</w:t>
            </w:r>
          </w:p>
          <w:p w14:paraId="234536EC" w14:textId="77777777" w:rsidR="00AB291E" w:rsidRPr="00ED2F4E" w:rsidRDefault="00AB291E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Hog1 signalling pathway:</w:t>
            </w:r>
          </w:p>
          <w:p w14:paraId="4895DABD" w14:textId="3158CEC2" w:rsidR="002F12CA" w:rsidRPr="00ED2F4E" w:rsidRDefault="00AB291E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iCs/>
              </w:rPr>
              <w:t>Tco1/Tco2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Ypd1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Ssk1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Ssk2-Pbs2-Hog1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sterol biosynthesis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membrane stability</w:t>
            </w:r>
          </w:p>
        </w:tc>
      </w:tr>
      <w:tr w:rsidR="00AB291E" w:rsidRPr="00ED2F4E" w14:paraId="14833CA8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0BD512" w14:textId="2AF21A8A" w:rsidR="00AB291E" w:rsidRPr="00ED2F4E" w:rsidRDefault="00832C9A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Antifungal activity (FDX)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F9D805" w14:textId="7D7CE712" w:rsidR="00AB291E" w:rsidRPr="00ED2F4E" w:rsidRDefault="00AB291E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Aca1, Ada2, Aim2, Aqy1, Asg1, Bgl2, Bzp1/Hxl1, Bzp2, Bzp5, Cna1, Cys2, Ddt1, Ena1, Fkh2, Fzc6, Fzc21, Fzc22, Fzc32, Fzc35, Fzc41, Fzc43, Fzc46, </w:t>
            </w:r>
            <w:r w:rsidRPr="00ED2F4E">
              <w:rPr>
                <w:rFonts w:cs="Arial"/>
                <w:i/>
                <w:iCs/>
              </w:rPr>
              <w:lastRenderedPageBreak/>
              <w:t>Fzc51, Gln3, Glo2, Gst3, Hob6, Hap1, Hap2, Hlh1, Hlh3, kcs1, Liv1, Met32, Mln1, Pan1, Pas1, Pdr5, Pdr5-2, Pdr5-3, Pip2, Plb1, Rlm1, Snq1, Ssl1, Usv101, Yap1, Yap2, Yor1, Yrm101, Yrm103, Zfc3, Zfc8,</w:t>
            </w:r>
            <w:r w:rsidRPr="00ED2F4E">
              <w:rPr>
                <w:rFonts w:cs="Arial"/>
              </w:rPr>
              <w:t xml:space="preserve"> </w:t>
            </w:r>
            <w:r w:rsidRPr="00ED2F4E">
              <w:rPr>
                <w:rFonts w:cs="Arial"/>
                <w:iCs/>
              </w:rPr>
              <w:t>Arg1, Kcs1, Mpk1, Sch9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138C4" w14:textId="16CDBB6F" w:rsidR="00AB291E" w:rsidRPr="00ED2F4E" w:rsidRDefault="00AB291E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lastRenderedPageBreak/>
              <w:t xml:space="preserve">Agc1, Apn1, Ala1, Cac1, Ccp1, Cdc31, Cft18, Cox17, Erg6, Erg13, Fen2, Fap1, Fre7, Fum1, Fzc50, Gat7, Gat204, Gpa1, Hel2, Hog1, Ism1, Jjj1, </w:t>
            </w:r>
            <w:r w:rsidRPr="00ED2F4E">
              <w:rPr>
                <w:rFonts w:cs="Arial"/>
                <w:i/>
                <w:iCs/>
              </w:rPr>
              <w:lastRenderedPageBreak/>
              <w:t xml:space="preserve">Klp3, Kre33, Mcm5, Mug72, Nrg1, Pri1, Psa1, Sp1/Crz1, Sre1, Tub2, Zfc2, Znf2, Zrt1, </w:t>
            </w:r>
            <w:r w:rsidRPr="00ED2F4E">
              <w:rPr>
                <w:rFonts w:cs="Arial"/>
                <w:iCs/>
              </w:rPr>
              <w:t>Guk1, Pbs2, Skn7, Ssk1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92E4E" w14:textId="77777777" w:rsidR="00AB291E" w:rsidRPr="00ED2F4E" w:rsidRDefault="00AB291E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bookmarkStart w:id="13" w:name="OLE_LINK4"/>
            <w:r w:rsidRPr="00ED2F4E">
              <w:rPr>
                <w:rFonts w:ascii="Times New Roman" w:hAnsi="Times New Roman"/>
                <w:iCs/>
              </w:rPr>
              <w:lastRenderedPageBreak/>
              <w:t>►</w:t>
            </w:r>
            <w:bookmarkEnd w:id="13"/>
            <w:r w:rsidRPr="00ED2F4E">
              <w:rPr>
                <w:rFonts w:cs="Arial"/>
                <w:iCs/>
              </w:rPr>
              <w:t>Activation of ATP-binding cassette (ABC-type) multidrug transporters</w:t>
            </w:r>
          </w:p>
          <w:p w14:paraId="62322B6B" w14:textId="77777777" w:rsidR="00AB291E" w:rsidRPr="00ED2F4E" w:rsidRDefault="00AB291E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deactivation of Pbs2-dependent phosphorylation</w:t>
            </w:r>
          </w:p>
          <w:p w14:paraId="39B893D8" w14:textId="77777777" w:rsidR="00AB291E" w:rsidRPr="00ED2F4E" w:rsidRDefault="00AB291E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Catalytic deactivation of Hog1 MAPK</w:t>
            </w:r>
          </w:p>
          <w:p w14:paraId="7F4BA844" w14:textId="77777777" w:rsidR="00AB291E" w:rsidRPr="00ED2F4E" w:rsidRDefault="00AB291E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</w:p>
        </w:tc>
      </w:tr>
      <w:tr w:rsidR="00832C9A" w:rsidRPr="00ED2F4E" w14:paraId="5DD6EBCF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7BFFA" w14:textId="08F4B008" w:rsidR="00832C9A" w:rsidRPr="00ED2F4E" w:rsidRDefault="00832C9A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lastRenderedPageBreak/>
              <w:t>Phosphate-sensing and acquisition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4CC9D6" w14:textId="2E11CBF8" w:rsidR="00832C9A" w:rsidRPr="00ED2F4E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b/>
              </w:rPr>
              <w:t>[P</w:t>
            </w:r>
            <w:r w:rsidRPr="00ED2F4E">
              <w:rPr>
                <w:rFonts w:cs="Arial"/>
                <w:b/>
                <w:vertAlign w:val="subscript"/>
              </w:rPr>
              <w:t>i</w:t>
            </w:r>
            <w:r w:rsidRPr="00ED2F4E">
              <w:rPr>
                <w:rFonts w:cs="Arial"/>
                <w:b/>
              </w:rPr>
              <w:t>]</w:t>
            </w:r>
            <w:r w:rsidRPr="00ED2F4E">
              <w:rPr>
                <w:rFonts w:cs="Arial"/>
                <w:b/>
                <w:vertAlign w:val="subscript"/>
              </w:rPr>
              <w:t>low</w:t>
            </w:r>
            <w:r w:rsidRPr="00ED2F4E">
              <w:rPr>
                <w:rFonts w:cs="Arial"/>
                <w:b/>
              </w:rPr>
              <w:t>:</w:t>
            </w:r>
            <w:r w:rsidRPr="00ED2F4E">
              <w:rPr>
                <w:rFonts w:cs="Arial"/>
                <w:iCs/>
              </w:rPr>
              <w:t xml:space="preserve"> </w:t>
            </w:r>
            <w:r w:rsidRPr="00ED2F4E">
              <w:rPr>
                <w:rFonts w:cs="Arial"/>
                <w:i/>
              </w:rPr>
              <w:t xml:space="preserve">Aph1, Aph3, Aph4, Bta1, Gde2, </w:t>
            </w:r>
            <w:r w:rsidRPr="00ED2F4E">
              <w:rPr>
                <w:rFonts w:cs="Arial"/>
                <w:i/>
                <w:iCs/>
              </w:rPr>
              <w:t>Epp1, Mip2, Pcl6, Pcl7, Pho4, Pho81</w:t>
            </w:r>
            <w:r w:rsidRPr="00ED2F4E">
              <w:rPr>
                <w:rFonts w:cs="Arial"/>
                <w:i/>
                <w:iCs/>
                <w:vertAlign w:val="subscript"/>
              </w:rPr>
              <w:t>high</w:t>
            </w:r>
            <w:r w:rsidRPr="00ED2F4E">
              <w:rPr>
                <w:rFonts w:cs="Arial"/>
                <w:i/>
                <w:iCs/>
              </w:rPr>
              <w:t>, Pho84</w:t>
            </w:r>
            <w:r w:rsidRPr="00ED2F4E">
              <w:rPr>
                <w:rFonts w:cs="Arial"/>
                <w:i/>
                <w:iCs/>
                <w:vertAlign w:val="subscript"/>
              </w:rPr>
              <w:t>high</w:t>
            </w:r>
            <w:r w:rsidRPr="00ED2F4E">
              <w:rPr>
                <w:rFonts w:cs="Arial"/>
                <w:i/>
                <w:iCs/>
              </w:rPr>
              <w:t>, Pho89</w:t>
            </w:r>
            <w:r w:rsidRPr="00ED2F4E">
              <w:rPr>
                <w:rFonts w:cs="Arial"/>
                <w:i/>
                <w:iCs/>
                <w:vertAlign w:val="subscript"/>
              </w:rPr>
              <w:t>high</w:t>
            </w:r>
            <w:r w:rsidRPr="00ED2F4E">
              <w:rPr>
                <w:rFonts w:cs="Arial"/>
                <w:i/>
                <w:iCs/>
              </w:rPr>
              <w:t>, Pho840</w:t>
            </w:r>
            <w:r w:rsidRPr="00ED2F4E">
              <w:rPr>
                <w:rFonts w:cs="Arial"/>
                <w:i/>
                <w:iCs/>
                <w:vertAlign w:val="subscript"/>
              </w:rPr>
              <w:t>high</w:t>
            </w:r>
            <w:r w:rsidRPr="00ED2F4E">
              <w:rPr>
                <w:rFonts w:cs="Arial"/>
                <w:i/>
                <w:iCs/>
              </w:rPr>
              <w:t>, Pho91, Xpp1, Vtc4</w:t>
            </w:r>
            <w:r w:rsidRPr="00ED2F4E">
              <w:rPr>
                <w:rFonts w:cs="Arial"/>
                <w:i/>
                <w:iCs/>
                <w:vertAlign w:val="subscript"/>
              </w:rPr>
              <w:t>high</w:t>
            </w:r>
            <w:r w:rsidRPr="00ED2F4E">
              <w:rPr>
                <w:rFonts w:cs="Arial"/>
                <w:i/>
                <w:iCs/>
              </w:rPr>
              <w:t xml:space="preserve">, </w:t>
            </w:r>
            <w:r w:rsidRPr="00ED2F4E">
              <w:rPr>
                <w:rFonts w:cs="Arial"/>
              </w:rPr>
              <w:t>Pho85</w:t>
            </w:r>
            <w:r w:rsidRPr="00ED2F4E">
              <w:rPr>
                <w:rFonts w:cs="Arial"/>
                <w:vertAlign w:val="subscript"/>
              </w:rPr>
              <w:t>low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805DD" w14:textId="7BCAB13F" w:rsidR="00832C9A" w:rsidRPr="00ED2F4E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b/>
              </w:rPr>
              <w:t>[P</w:t>
            </w:r>
            <w:r w:rsidRPr="00ED2F4E">
              <w:rPr>
                <w:rFonts w:cs="Arial"/>
                <w:b/>
                <w:vertAlign w:val="subscript"/>
              </w:rPr>
              <w:t>i</w:t>
            </w:r>
            <w:r w:rsidRPr="00ED2F4E">
              <w:rPr>
                <w:rFonts w:cs="Arial"/>
                <w:b/>
              </w:rPr>
              <w:t>]</w:t>
            </w:r>
            <w:r w:rsidRPr="00ED2F4E">
              <w:rPr>
                <w:rFonts w:cs="Arial"/>
                <w:b/>
                <w:vertAlign w:val="subscript"/>
              </w:rPr>
              <w:t>high</w:t>
            </w:r>
            <w:r w:rsidRPr="00ED2F4E">
              <w:rPr>
                <w:rFonts w:cs="Arial"/>
                <w:b/>
              </w:rPr>
              <w:t>:</w:t>
            </w:r>
            <w:r w:rsidRPr="00ED2F4E">
              <w:rPr>
                <w:rFonts w:cs="Arial"/>
                <w:iCs/>
              </w:rPr>
              <w:t xml:space="preserve"> </w:t>
            </w:r>
            <w:r w:rsidRPr="00ED2F4E">
              <w:rPr>
                <w:rFonts w:cs="Arial"/>
                <w:i/>
                <w:iCs/>
              </w:rPr>
              <w:t>Pho81</w:t>
            </w:r>
            <w:r w:rsidRPr="00ED2F4E">
              <w:rPr>
                <w:rFonts w:cs="Arial"/>
                <w:i/>
                <w:iCs/>
                <w:vertAlign w:val="subscript"/>
              </w:rPr>
              <w:t>low</w:t>
            </w:r>
            <w:r w:rsidRPr="00ED2F4E">
              <w:rPr>
                <w:rFonts w:cs="Arial"/>
                <w:i/>
                <w:iCs/>
              </w:rPr>
              <w:t>, Pho84</w:t>
            </w:r>
            <w:r w:rsidRPr="00ED2F4E">
              <w:rPr>
                <w:rFonts w:cs="Arial"/>
                <w:i/>
                <w:iCs/>
                <w:vertAlign w:val="subscript"/>
              </w:rPr>
              <w:t>low</w:t>
            </w:r>
            <w:r w:rsidRPr="00ED2F4E">
              <w:rPr>
                <w:rFonts w:cs="Arial"/>
                <w:i/>
                <w:iCs/>
              </w:rPr>
              <w:t>, Pho89</w:t>
            </w:r>
            <w:r w:rsidRPr="00ED2F4E">
              <w:rPr>
                <w:rFonts w:cs="Arial"/>
                <w:i/>
                <w:iCs/>
                <w:vertAlign w:val="subscript"/>
              </w:rPr>
              <w:t>low</w:t>
            </w:r>
            <w:r w:rsidRPr="00ED2F4E">
              <w:rPr>
                <w:rFonts w:cs="Arial"/>
                <w:i/>
                <w:iCs/>
              </w:rPr>
              <w:t>, Pho840</w:t>
            </w:r>
            <w:r w:rsidRPr="00ED2F4E">
              <w:rPr>
                <w:rFonts w:cs="Arial"/>
                <w:i/>
                <w:iCs/>
                <w:vertAlign w:val="subscript"/>
              </w:rPr>
              <w:t>low</w:t>
            </w:r>
            <w:r w:rsidRPr="00ED2F4E">
              <w:rPr>
                <w:rFonts w:cs="Arial"/>
                <w:i/>
                <w:iCs/>
              </w:rPr>
              <w:t>, Vtc4</w:t>
            </w:r>
            <w:r w:rsidRPr="00ED2F4E">
              <w:rPr>
                <w:rFonts w:cs="Arial"/>
                <w:i/>
                <w:iCs/>
                <w:vertAlign w:val="subscript"/>
              </w:rPr>
              <w:t>low</w:t>
            </w:r>
            <w:r w:rsidRPr="00ED2F4E">
              <w:rPr>
                <w:rFonts w:cs="Arial"/>
                <w:i/>
                <w:iCs/>
              </w:rPr>
              <w:t xml:space="preserve">, </w:t>
            </w:r>
            <w:r w:rsidRPr="00ED2F4E">
              <w:rPr>
                <w:rFonts w:cs="Arial"/>
              </w:rPr>
              <w:t>Pho85</w:t>
            </w:r>
            <w:r w:rsidRPr="00ED2F4E">
              <w:rPr>
                <w:rFonts w:cs="Arial"/>
                <w:vertAlign w:val="subscript"/>
              </w:rPr>
              <w:t>high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EBB05" w14:textId="3727D545" w:rsidR="00832C9A" w:rsidRPr="00ED2F4E" w:rsidRDefault="00976815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="00832C9A" w:rsidRPr="00976815">
              <w:rPr>
                <w:rFonts w:cs="Arial"/>
                <w:b/>
                <w:bCs/>
                <w:iCs/>
              </w:rPr>
              <w:t>[P</w:t>
            </w:r>
            <w:r w:rsidR="00832C9A" w:rsidRPr="00976815">
              <w:rPr>
                <w:rFonts w:cs="Arial"/>
                <w:b/>
                <w:bCs/>
                <w:iCs/>
                <w:vertAlign w:val="subscript"/>
              </w:rPr>
              <w:t>i</w:t>
            </w:r>
            <w:r w:rsidR="00832C9A" w:rsidRPr="00976815">
              <w:rPr>
                <w:rFonts w:cs="Arial"/>
                <w:b/>
                <w:bCs/>
                <w:iCs/>
              </w:rPr>
              <w:t>]</w:t>
            </w:r>
            <w:r w:rsidR="00832C9A" w:rsidRPr="00976815">
              <w:rPr>
                <w:rFonts w:cs="Arial"/>
                <w:b/>
                <w:bCs/>
                <w:iCs/>
                <w:vertAlign w:val="subscript"/>
              </w:rPr>
              <w:t>high</w:t>
            </w:r>
            <w:r w:rsidR="00832C9A" w:rsidRPr="00976815">
              <w:rPr>
                <w:rFonts w:cs="Arial"/>
                <w:b/>
                <w:bCs/>
                <w:iCs/>
              </w:rPr>
              <w:t>:</w:t>
            </w:r>
            <w:r w:rsidR="00832C9A" w:rsidRPr="00ED2F4E">
              <w:rPr>
                <w:rFonts w:cs="Arial"/>
                <w:iCs/>
              </w:rPr>
              <w:t xml:space="preserve"> [Pho81-Cdk</w:t>
            </w:r>
            <w:r w:rsidR="00832C9A" w:rsidRPr="00ED2F4E">
              <w:rPr>
                <w:rFonts w:cs="Arial"/>
                <w:i/>
                <w:iCs/>
                <w:vertAlign w:val="subscript"/>
              </w:rPr>
              <w:t>i</w:t>
            </w:r>
            <w:r w:rsidR="00832C9A" w:rsidRPr="00ED2F4E">
              <w:rPr>
                <w:rFonts w:cs="Arial"/>
                <w:iCs/>
              </w:rPr>
              <w:t>]-IP</w:t>
            </w:r>
            <w:r w:rsidR="00832C9A" w:rsidRPr="00ED2F4E">
              <w:rPr>
                <w:rFonts w:cs="Arial"/>
                <w:iCs/>
                <w:vertAlign w:val="subscript"/>
              </w:rPr>
              <w:t>7</w:t>
            </w:r>
            <w:r w:rsidR="00832C9A" w:rsidRPr="00ED2F4E">
              <w:rPr>
                <w:rFonts w:cs="Arial"/>
                <w:i/>
                <w:iCs/>
              </w:rPr>
              <w:t>-</w:t>
            </w:r>
            <w:r w:rsidR="00832C9A" w:rsidRPr="00ED2F4E">
              <w:rPr>
                <w:rFonts w:cs="Arial"/>
                <w:iCs/>
              </w:rPr>
              <w:t>(Cdk:Pho80-cyclin//Pho85 kinase)-phosphorylates-[Pho4]-</w:t>
            </w:r>
            <w:r w:rsidR="00832C9A" w:rsidRPr="00ED2F4E">
              <w:rPr>
                <w:rFonts w:cs="Arial"/>
                <w:b/>
                <w:bCs/>
                <w:iCs/>
                <w:noProof/>
                <w:color w:val="538135" w:themeColor="accent6" w:themeShade="BF"/>
              </w:rPr>
              <w:t>P</w:t>
            </w:r>
            <w:r w:rsidR="00832C9A" w:rsidRPr="00ED2F4E">
              <w:rPr>
                <w:rFonts w:cs="Arial"/>
                <w:iCs/>
              </w:rPr>
              <w:t xml:space="preserve"> to prevent PHO gene expression</w:t>
            </w:r>
          </w:p>
          <w:p w14:paraId="2C596F7B" w14:textId="77777777" w:rsidR="00832C9A" w:rsidRPr="00ED2F4E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</w:p>
          <w:p w14:paraId="2335B113" w14:textId="5E79F7CD" w:rsidR="00832C9A" w:rsidRPr="00ED2F4E" w:rsidRDefault="00976815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="00832C9A" w:rsidRPr="00976815">
              <w:rPr>
                <w:rFonts w:cs="Arial"/>
                <w:b/>
                <w:bCs/>
                <w:iCs/>
              </w:rPr>
              <w:t>[P</w:t>
            </w:r>
            <w:r w:rsidR="00832C9A" w:rsidRPr="00976815">
              <w:rPr>
                <w:rFonts w:cs="Arial"/>
                <w:b/>
                <w:bCs/>
                <w:iCs/>
                <w:vertAlign w:val="subscript"/>
              </w:rPr>
              <w:t>i</w:t>
            </w:r>
            <w:r w:rsidR="00832C9A" w:rsidRPr="00976815">
              <w:rPr>
                <w:rFonts w:cs="Arial"/>
                <w:b/>
                <w:bCs/>
                <w:iCs/>
              </w:rPr>
              <w:t>]</w:t>
            </w:r>
            <w:r w:rsidR="00832C9A" w:rsidRPr="00976815">
              <w:rPr>
                <w:rFonts w:cs="Arial"/>
                <w:b/>
                <w:bCs/>
                <w:iCs/>
                <w:vertAlign w:val="subscript"/>
              </w:rPr>
              <w:t>low</w:t>
            </w:r>
            <w:r w:rsidR="00832C9A" w:rsidRPr="00976815">
              <w:rPr>
                <w:rFonts w:cs="Arial"/>
                <w:b/>
                <w:bCs/>
                <w:iCs/>
              </w:rPr>
              <w:t>:</w:t>
            </w:r>
            <w:r w:rsidR="00832C9A" w:rsidRPr="00ED2F4E">
              <w:rPr>
                <w:rFonts w:cs="Arial"/>
                <w:iCs/>
              </w:rPr>
              <w:t xml:space="preserve"> [Pho81-Cdk</w:t>
            </w:r>
            <w:r w:rsidR="00832C9A" w:rsidRPr="00ED2F4E">
              <w:rPr>
                <w:rFonts w:cs="Arial"/>
                <w:i/>
                <w:iCs/>
                <w:vertAlign w:val="subscript"/>
              </w:rPr>
              <w:t>i</w:t>
            </w:r>
            <w:r w:rsidR="00832C9A" w:rsidRPr="00ED2F4E">
              <w:rPr>
                <w:rFonts w:cs="Arial"/>
                <w:iCs/>
              </w:rPr>
              <w:t>]-IP</w:t>
            </w:r>
            <w:r w:rsidR="00832C9A" w:rsidRPr="00ED2F4E">
              <w:rPr>
                <w:rFonts w:cs="Arial"/>
                <w:iCs/>
                <w:vertAlign w:val="subscript"/>
              </w:rPr>
              <w:t>7</w:t>
            </w:r>
            <w:r w:rsidR="00832C9A" w:rsidRPr="00ED2F4E">
              <w:rPr>
                <w:rFonts w:cs="Arial"/>
                <w:i/>
                <w:iCs/>
              </w:rPr>
              <w:t>-</w:t>
            </w:r>
            <w:r w:rsidR="00832C9A" w:rsidRPr="00ED2F4E">
              <w:rPr>
                <w:rFonts w:cs="Arial"/>
                <w:iCs/>
              </w:rPr>
              <w:t xml:space="preserve">(Cdk:Pho80-cyclin//Pho85 kinase)-no phosphorylation of-[Pho4]; PHO gene expression including </w:t>
            </w:r>
            <w:r w:rsidR="00832C9A" w:rsidRPr="00ED2F4E">
              <w:rPr>
                <w:rFonts w:cs="Arial"/>
                <w:i/>
              </w:rPr>
              <w:t>Pcl6</w:t>
            </w:r>
            <w:r w:rsidR="00832C9A" w:rsidRPr="00ED2F4E">
              <w:rPr>
                <w:rFonts w:cs="Arial"/>
                <w:iCs/>
              </w:rPr>
              <w:t xml:space="preserve">, </w:t>
            </w:r>
            <w:r w:rsidR="00832C9A" w:rsidRPr="00ED2F4E">
              <w:rPr>
                <w:rFonts w:cs="Arial"/>
                <w:i/>
              </w:rPr>
              <w:t>Pcl7</w:t>
            </w:r>
            <w:r w:rsidR="00832C9A" w:rsidRPr="00ED2F4E">
              <w:rPr>
                <w:rFonts w:cs="Arial"/>
                <w:iCs/>
              </w:rPr>
              <w:t xml:space="preserve"> for phosphate acquisition/assimilation</w:t>
            </w:r>
          </w:p>
        </w:tc>
      </w:tr>
      <w:tr w:rsidR="00832C9A" w:rsidRPr="0041423B" w14:paraId="57FCFA57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A6C98F" w14:textId="2F76CCCF" w:rsidR="00832C9A" w:rsidRPr="0041423B" w:rsidRDefault="00832C9A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41423B">
              <w:rPr>
                <w:rFonts w:cs="Arial"/>
                <w:iCs/>
              </w:rPr>
              <w:t>Phagocytosed cryptococcal cells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8F5A6E" w14:textId="6769B010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b/>
              </w:rPr>
            </w:pPr>
            <w:r w:rsidRPr="0041423B">
              <w:rPr>
                <w:rFonts w:cs="Arial"/>
                <w:i/>
                <w:iCs/>
              </w:rPr>
              <w:t>Agt1, Alg3, Amt1, Amt2, Ant1, Apc10, Apc2, Atg3, Atg8, Atg9, Cap10, Cas1, Cas2, Cas31, Cas32, Cat2, Cdc25, Cdc420, Cgl1, Chl1, Cna1, Cpp2</w:t>
            </w:r>
            <w:r w:rsidR="00A9704C" w:rsidRPr="0041423B">
              <w:rPr>
                <w:rFonts w:cs="Arial"/>
                <w:i/>
                <w:iCs/>
              </w:rPr>
              <w:t>(</w:t>
            </w:r>
            <w:r w:rsidR="00C66B2B" w:rsidRPr="0041423B">
              <w:rPr>
                <w:rFonts w:cs="Arial"/>
                <w:i/>
                <w:iCs/>
              </w:rPr>
              <w:t>Fcy2</w:t>
            </w:r>
            <w:r w:rsidR="00DB502F" w:rsidRPr="0041423B">
              <w:rPr>
                <w:rFonts w:cs="Arial"/>
                <w:i/>
                <w:iCs/>
              </w:rPr>
              <w:t>/Fcy21</w:t>
            </w:r>
            <w:r w:rsidR="00A9704C" w:rsidRPr="0041423B">
              <w:rPr>
                <w:rFonts w:cs="Arial"/>
                <w:i/>
                <w:iCs/>
              </w:rPr>
              <w:t>)</w:t>
            </w:r>
            <w:r w:rsidRPr="0041423B">
              <w:rPr>
                <w:rFonts w:cs="Arial"/>
                <w:i/>
                <w:iCs/>
              </w:rPr>
              <w:t>, Czc1, Dip5, Dna</w:t>
            </w:r>
            <w:r w:rsidR="00976815" w:rsidRPr="0041423B">
              <w:rPr>
                <w:rFonts w:cs="Arial"/>
                <w:i/>
                <w:iCs/>
              </w:rPr>
              <w:t>J</w:t>
            </w:r>
            <w:r w:rsidRPr="0041423B">
              <w:rPr>
                <w:rFonts w:cs="Arial"/>
                <w:i/>
                <w:iCs/>
              </w:rPr>
              <w:t xml:space="preserve">, Fet3, Fhb1, Ftr1, Gpa1, Gth1, Gth1, </w:t>
            </w:r>
            <w:r w:rsidR="00976815" w:rsidRPr="0041423B">
              <w:rPr>
                <w:rFonts w:cs="Arial"/>
                <w:i/>
                <w:iCs/>
              </w:rPr>
              <w:t>hAldr</w:t>
            </w:r>
            <w:r w:rsidRPr="0041423B">
              <w:rPr>
                <w:rFonts w:cs="Arial"/>
                <w:i/>
                <w:iCs/>
              </w:rPr>
              <w:t>, Hsp40, Icl1,</w:t>
            </w:r>
            <w:r w:rsidR="00976815" w:rsidRPr="0041423B">
              <w:rPr>
                <w:rFonts w:cs="Arial"/>
                <w:i/>
                <w:iCs/>
              </w:rPr>
              <w:t xml:space="preserve"> </w:t>
            </w:r>
            <w:r w:rsidRPr="0041423B">
              <w:rPr>
                <w:rFonts w:cs="Arial"/>
                <w:i/>
                <w:iCs/>
              </w:rPr>
              <w:t>Iki3, Ipc1, Itr1, Lac1, Lac2, Lep</w:t>
            </w:r>
            <w:r w:rsidR="00976815" w:rsidRPr="0041423B">
              <w:rPr>
                <w:rFonts w:cs="Arial"/>
                <w:i/>
                <w:iCs/>
              </w:rPr>
              <w:t>A</w:t>
            </w:r>
            <w:r w:rsidRPr="0041423B">
              <w:rPr>
                <w:rFonts w:cs="Arial"/>
                <w:i/>
                <w:iCs/>
              </w:rPr>
              <w:t>, Matα</w:t>
            </w:r>
            <w:r w:rsidRPr="0041423B">
              <w:rPr>
                <w:rStyle w:val="Emphasis"/>
                <w:rFonts w:cs="Arial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41423B">
              <w:rPr>
                <w:rFonts w:cs="Arial"/>
                <w:i/>
                <w:iCs/>
              </w:rPr>
              <w:t>Mph2, Pet8, Pex5, Pex7, Pho84, Pka1, Pxa1,</w:t>
            </w:r>
            <w:r w:rsidR="00C66B2B" w:rsidRPr="0041423B">
              <w:rPr>
                <w:rFonts w:cs="Arial"/>
                <w:i/>
                <w:iCs/>
              </w:rPr>
              <w:t xml:space="preserve"> Pxa</w:t>
            </w:r>
            <w:r w:rsidRPr="0041423B">
              <w:rPr>
                <w:rFonts w:cs="Arial"/>
                <w:i/>
                <w:iCs/>
              </w:rPr>
              <w:t xml:space="preserve">2, </w:t>
            </w:r>
            <w:r w:rsidR="0067090C" w:rsidRPr="0041423B">
              <w:rPr>
                <w:rFonts w:cs="Arial"/>
                <w:i/>
                <w:iCs/>
              </w:rPr>
              <w:t xml:space="preserve">Rgt2, </w:t>
            </w:r>
            <w:r w:rsidRPr="0041423B">
              <w:rPr>
                <w:rFonts w:cs="Arial"/>
                <w:i/>
                <w:iCs/>
              </w:rPr>
              <w:t>Sac1, Sec6, Sec8, Smg1, Thr4, Tna1, Tra1, Trp1, Trp3, Uga4, Vps34, Wsc2, Yvh1,</w:t>
            </w:r>
            <w:r w:rsidRPr="0041423B">
              <w:rPr>
                <w:rFonts w:cs="Arial"/>
              </w:rPr>
              <w:t xml:space="preserve"> Cdk8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CDB99" w14:textId="7280CD0C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b/>
              </w:rPr>
            </w:pPr>
            <w:r w:rsidRPr="0041423B">
              <w:rPr>
                <w:rFonts w:cs="Arial"/>
                <w:i/>
              </w:rPr>
              <w:t>Dbp10, Dhp1, Eef1</w:t>
            </w:r>
            <w:r w:rsidRPr="0041423B">
              <w:rPr>
                <w:rFonts w:cs="Arial"/>
                <w:i/>
                <w:iCs/>
              </w:rPr>
              <w:t xml:space="preserve">α, </w:t>
            </w:r>
            <w:r w:rsidRPr="0041423B">
              <w:rPr>
                <w:rFonts w:cs="Arial"/>
                <w:i/>
              </w:rPr>
              <w:t>Eif2a, Eif3</w:t>
            </w:r>
            <w:r w:rsidRPr="0041423B">
              <w:rPr>
                <w:rFonts w:cs="Arial"/>
                <w:i/>
                <w:iCs/>
              </w:rPr>
              <w:t>α</w:t>
            </w:r>
            <w:r w:rsidRPr="0041423B">
              <w:rPr>
                <w:rFonts w:cs="Arial"/>
                <w:i/>
              </w:rPr>
              <w:t>, Eif3_2, Eif3_3γ, Eif6, Etrf1, Gsp1, Lia1, Map1, Mdn1, Mgt2, Mip</w:t>
            </w:r>
            <w:r w:rsidR="00976815" w:rsidRPr="0041423B">
              <w:rPr>
                <w:rFonts w:cs="Arial"/>
                <w:i/>
              </w:rPr>
              <w:t>D</w:t>
            </w:r>
            <w:r w:rsidRPr="0041423B">
              <w:rPr>
                <w:rFonts w:cs="Arial"/>
                <w:i/>
              </w:rPr>
              <w:t xml:space="preserve">, Mis3, Nmd3, Nob1, Nob1, Pinx1, </w:t>
            </w:r>
            <w:r w:rsidRPr="0041423B">
              <w:rPr>
                <w:rFonts w:cs="Arial"/>
                <w:i/>
                <w:iCs/>
              </w:rPr>
              <w:t>P</w:t>
            </w:r>
            <w:r w:rsidRPr="0041423B">
              <w:rPr>
                <w:rFonts w:cs="Arial"/>
                <w:i/>
              </w:rPr>
              <w:t>mt2/Spb1, Pno1, Rbg1, Rnp24, Rpa135, Rpc2, Rpl1, Rps8, Spb4, Zpr1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DBF6F" w14:textId="77777777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41423B">
              <w:rPr>
                <w:rFonts w:cs="Arial"/>
                <w:b/>
                <w:bCs/>
                <w:i/>
              </w:rPr>
              <w:t>cAMP/Pka signalling pathway:</w:t>
            </w:r>
          </w:p>
          <w:p w14:paraId="64A5D964" w14:textId="77777777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41423B">
              <w:rPr>
                <w:rFonts w:cs="Arial"/>
                <w:iCs/>
              </w:rPr>
              <w:t>Gpa1</w:t>
            </w:r>
            <w:r w:rsidRPr="0041423B">
              <w:rPr>
                <w:rFonts w:cs="Arial"/>
                <w:iCs/>
              </w:rPr>
              <w:sym w:font="Wingdings" w:char="F0E0"/>
            </w:r>
            <w:r w:rsidRPr="0041423B">
              <w:rPr>
                <w:rFonts w:cs="Arial"/>
                <w:iCs/>
              </w:rPr>
              <w:t>Cac1:Aca1</w:t>
            </w:r>
            <w:r w:rsidRPr="0041423B">
              <w:rPr>
                <w:rFonts w:cs="Arial"/>
                <w:iCs/>
              </w:rPr>
              <w:sym w:font="Wingdings" w:char="F0E0"/>
            </w:r>
            <w:r w:rsidRPr="0041423B">
              <w:rPr>
                <w:rFonts w:cs="Arial"/>
                <w:iCs/>
              </w:rPr>
              <w:t>cAMP</w:t>
            </w:r>
            <w:r w:rsidRPr="0041423B">
              <w:rPr>
                <w:rFonts w:cs="Arial"/>
                <w:iCs/>
              </w:rPr>
              <w:sym w:font="Wingdings" w:char="F0E0"/>
            </w:r>
            <w:r w:rsidRPr="0041423B">
              <w:rPr>
                <w:rFonts w:cs="Arial"/>
                <w:iCs/>
              </w:rPr>
              <w:t>Pkr1</w:t>
            </w:r>
            <w:r w:rsidRPr="0041423B">
              <w:rPr>
                <w:rFonts w:cs="Arial"/>
                <w:iCs/>
              </w:rPr>
              <w:sym w:font="Wingdings" w:char="F0E0"/>
            </w:r>
            <w:r w:rsidRPr="0041423B">
              <w:rPr>
                <w:rFonts w:cs="Arial"/>
                <w:iCs/>
              </w:rPr>
              <w:t>Pka</w:t>
            </w:r>
            <w:r w:rsidRPr="0041423B">
              <w:rPr>
                <w:rFonts w:cs="Arial"/>
                <w:iCs/>
              </w:rPr>
              <w:sym w:font="Wingdings" w:char="F0E0"/>
            </w:r>
            <w:r w:rsidRPr="0041423B">
              <w:rPr>
                <w:rFonts w:cs="Arial"/>
                <w:iCs/>
              </w:rPr>
              <w:t>Nrg1</w:t>
            </w:r>
          </w:p>
          <w:p w14:paraId="4991C9E3" w14:textId="5F36ABCB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  <w:noProof/>
              </w:rPr>
            </w:pPr>
            <w:r w:rsidRPr="0041423B">
              <w:rPr>
                <w:rFonts w:ascii="Times New Roman" w:hAnsi="Times New Roman"/>
                <w:iCs/>
              </w:rPr>
              <w:t>►</w:t>
            </w:r>
            <w:r w:rsidRPr="0041423B">
              <w:rPr>
                <w:rFonts w:cs="Arial"/>
                <w:iCs/>
                <w:noProof/>
              </w:rPr>
              <w:t>amino acid metabolisms</w:t>
            </w:r>
            <w:r w:rsidR="0067090C" w:rsidRPr="0041423B">
              <w:rPr>
                <w:rFonts w:cs="Arial"/>
                <w:iCs/>
                <w:noProof/>
              </w:rPr>
              <w:t xml:space="preserve"> and their transporters</w:t>
            </w:r>
          </w:p>
          <w:p w14:paraId="78FAED44" w14:textId="77777777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  <w:noProof/>
              </w:rPr>
            </w:pPr>
            <w:r w:rsidRPr="0041423B">
              <w:rPr>
                <w:rFonts w:ascii="Times New Roman" w:hAnsi="Times New Roman"/>
                <w:iCs/>
              </w:rPr>
              <w:t>►</w:t>
            </w:r>
            <w:r w:rsidRPr="0041423B">
              <w:rPr>
                <w:rFonts w:cs="Arial"/>
                <w:iCs/>
                <w:noProof/>
              </w:rPr>
              <w:t>anti-oxidative reactions</w:t>
            </w:r>
          </w:p>
          <w:p w14:paraId="4D6D47CF" w14:textId="77777777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  <w:noProof/>
              </w:rPr>
            </w:pPr>
            <w:r w:rsidRPr="0041423B">
              <w:rPr>
                <w:rFonts w:ascii="Times New Roman" w:hAnsi="Times New Roman"/>
                <w:iCs/>
              </w:rPr>
              <w:t>►</w:t>
            </w:r>
            <w:r w:rsidRPr="0041423B">
              <w:rPr>
                <w:rFonts w:cs="Arial"/>
                <w:iCs/>
                <w:noProof/>
              </w:rPr>
              <w:t>autophagy</w:t>
            </w:r>
          </w:p>
          <w:p w14:paraId="74689EA5" w14:textId="77777777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  <w:noProof/>
              </w:rPr>
            </w:pPr>
            <w:r w:rsidRPr="0041423B">
              <w:rPr>
                <w:rFonts w:ascii="Times New Roman" w:hAnsi="Times New Roman"/>
                <w:iCs/>
              </w:rPr>
              <w:t>►</w:t>
            </w:r>
            <w:r w:rsidRPr="0041423B">
              <w:rPr>
                <w:rFonts w:cs="Arial"/>
                <w:iCs/>
                <w:noProof/>
              </w:rPr>
              <w:t>cell division</w:t>
            </w:r>
          </w:p>
          <w:p w14:paraId="6C9B26F6" w14:textId="77777777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  <w:noProof/>
              </w:rPr>
            </w:pPr>
            <w:r w:rsidRPr="0041423B">
              <w:rPr>
                <w:rFonts w:ascii="Times New Roman" w:hAnsi="Times New Roman"/>
                <w:iCs/>
              </w:rPr>
              <w:t>►</w:t>
            </w:r>
            <w:r w:rsidRPr="0041423B">
              <w:rPr>
                <w:rFonts w:cs="Arial"/>
                <w:iCs/>
                <w:noProof/>
              </w:rPr>
              <w:t>cell wall formation</w:t>
            </w:r>
          </w:p>
          <w:p w14:paraId="1732917F" w14:textId="33272E15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41423B">
              <w:rPr>
                <w:rFonts w:ascii="Times New Roman" w:hAnsi="Times New Roman"/>
                <w:iCs/>
              </w:rPr>
              <w:t>►</w:t>
            </w:r>
            <w:r w:rsidRPr="0041423B">
              <w:rPr>
                <w:rFonts w:cs="Arial"/>
                <w:iCs/>
              </w:rPr>
              <w:t>glycolysis</w:t>
            </w:r>
            <w:r w:rsidR="0067090C" w:rsidRPr="0041423B">
              <w:rPr>
                <w:rFonts w:cs="Arial"/>
                <w:iCs/>
              </w:rPr>
              <w:t xml:space="preserve"> and sugar transporters</w:t>
            </w:r>
          </w:p>
          <w:p w14:paraId="0A047ECB" w14:textId="242A790E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41423B">
              <w:rPr>
                <w:rFonts w:ascii="Times New Roman" w:hAnsi="Times New Roman"/>
                <w:iCs/>
              </w:rPr>
              <w:t>►</w:t>
            </w:r>
            <w:r w:rsidRPr="0041423B">
              <w:rPr>
                <w:rFonts w:cs="Arial"/>
                <w:iCs/>
              </w:rPr>
              <w:t>iron acquisition</w:t>
            </w:r>
            <w:r w:rsidR="00C66B2B" w:rsidRPr="0041423B">
              <w:rPr>
                <w:rFonts w:cs="Arial"/>
                <w:iCs/>
              </w:rPr>
              <w:t xml:space="preserve"> via high-affinity iron permeases and transporters</w:t>
            </w:r>
          </w:p>
          <w:p w14:paraId="6980FA6D" w14:textId="67F7440C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  <w:noProof/>
              </w:rPr>
            </w:pPr>
            <w:r w:rsidRPr="0041423B">
              <w:rPr>
                <w:rFonts w:ascii="Times New Roman" w:hAnsi="Times New Roman"/>
                <w:iCs/>
              </w:rPr>
              <w:t>►</w:t>
            </w:r>
            <w:r w:rsidRPr="0041423B">
              <w:rPr>
                <w:rFonts w:cs="Arial"/>
                <w:iCs/>
                <w:noProof/>
              </w:rPr>
              <w:t>lipid metabolisms</w:t>
            </w:r>
          </w:p>
          <w:p w14:paraId="141408C8" w14:textId="77777777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  <w:noProof/>
              </w:rPr>
            </w:pPr>
            <w:r w:rsidRPr="0041423B">
              <w:rPr>
                <w:rFonts w:ascii="Times New Roman" w:hAnsi="Times New Roman"/>
                <w:iCs/>
              </w:rPr>
              <w:t>►</w:t>
            </w:r>
            <w:r w:rsidRPr="0041423B">
              <w:rPr>
                <w:rFonts w:cs="Arial"/>
                <w:iCs/>
              </w:rPr>
              <w:t>mating</w:t>
            </w:r>
          </w:p>
          <w:p w14:paraId="5FA1AAAF" w14:textId="6854DBCB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  <w:noProof/>
              </w:rPr>
            </w:pPr>
            <w:r w:rsidRPr="0041423B">
              <w:rPr>
                <w:rFonts w:ascii="Times New Roman" w:hAnsi="Times New Roman"/>
                <w:iCs/>
              </w:rPr>
              <w:t>►</w:t>
            </w:r>
            <w:r w:rsidRPr="0041423B">
              <w:rPr>
                <w:rFonts w:cs="Arial"/>
                <w:iCs/>
                <w:noProof/>
              </w:rPr>
              <w:t>nitrogen acquisition</w:t>
            </w:r>
            <w:r w:rsidR="00C66B2B" w:rsidRPr="0041423B">
              <w:rPr>
                <w:rFonts w:cs="Arial"/>
                <w:iCs/>
                <w:noProof/>
              </w:rPr>
              <w:t xml:space="preserve"> via ammonium permeases</w:t>
            </w:r>
          </w:p>
          <w:p w14:paraId="581DE718" w14:textId="3793FF89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  <w:noProof/>
              </w:rPr>
            </w:pPr>
            <w:r w:rsidRPr="0041423B">
              <w:rPr>
                <w:rFonts w:ascii="Times New Roman" w:hAnsi="Times New Roman"/>
                <w:iCs/>
              </w:rPr>
              <w:t>►</w:t>
            </w:r>
            <w:r w:rsidRPr="0041423B">
              <w:rPr>
                <w:rFonts w:cs="Arial"/>
                <w:iCs/>
                <w:noProof/>
              </w:rPr>
              <w:t>peroxisomal reactions</w:t>
            </w:r>
            <w:r w:rsidR="0067090C" w:rsidRPr="0041423B">
              <w:rPr>
                <w:rFonts w:cs="Arial"/>
                <w:iCs/>
                <w:noProof/>
              </w:rPr>
              <w:t xml:space="preserve"> and fatty acid transporters</w:t>
            </w:r>
          </w:p>
          <w:p w14:paraId="0E3776AA" w14:textId="268FD302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41423B">
              <w:rPr>
                <w:rFonts w:ascii="Times New Roman" w:hAnsi="Times New Roman"/>
                <w:iCs/>
              </w:rPr>
              <w:lastRenderedPageBreak/>
              <w:t>►</w:t>
            </w:r>
            <w:r w:rsidRPr="0041423B">
              <w:rPr>
                <w:rFonts w:cs="Arial"/>
                <w:iCs/>
              </w:rPr>
              <w:t>phosphate acquisition</w:t>
            </w:r>
            <w:r w:rsidR="00C66B2B" w:rsidRPr="0041423B">
              <w:rPr>
                <w:rFonts w:cs="Arial"/>
                <w:iCs/>
              </w:rPr>
              <w:t xml:space="preserve"> via inorganic phosphate permeases</w:t>
            </w:r>
          </w:p>
          <w:p w14:paraId="00CFFD4D" w14:textId="77777777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bookmarkStart w:id="14" w:name="OLE_LINK344"/>
            <w:bookmarkStart w:id="15" w:name="OLE_LINK81"/>
            <w:bookmarkStart w:id="16" w:name="OLE_LINK82"/>
            <w:r w:rsidRPr="0041423B">
              <w:rPr>
                <w:rFonts w:ascii="Times New Roman" w:hAnsi="Times New Roman"/>
                <w:iCs/>
              </w:rPr>
              <w:t>►</w:t>
            </w:r>
            <w:r w:rsidRPr="0041423B">
              <w:rPr>
                <w:rFonts w:cs="Arial"/>
                <w:iCs/>
              </w:rPr>
              <w:t>virulence fa</w:t>
            </w:r>
            <w:bookmarkEnd w:id="14"/>
            <w:r w:rsidRPr="0041423B">
              <w:rPr>
                <w:rFonts w:cs="Arial"/>
                <w:iCs/>
              </w:rPr>
              <w:t xml:space="preserve">ctors </w:t>
            </w:r>
            <w:bookmarkEnd w:id="15"/>
            <w:bookmarkEnd w:id="16"/>
            <w:r w:rsidRPr="0041423B">
              <w:rPr>
                <w:rFonts w:cs="Arial"/>
                <w:iCs/>
              </w:rPr>
              <w:t>– melanin and capsule</w:t>
            </w:r>
          </w:p>
          <w:p w14:paraId="1ED12173" w14:textId="46352686" w:rsidR="00832C9A" w:rsidRPr="0041423B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41423B">
              <w:rPr>
                <w:rFonts w:ascii="Times New Roman" w:hAnsi="Times New Roman"/>
                <w:iCs/>
              </w:rPr>
              <w:t>►</w:t>
            </w:r>
            <w:r w:rsidRPr="0041423B">
              <w:rPr>
                <w:rFonts w:cs="Arial"/>
                <w:iCs/>
              </w:rPr>
              <w:t>titanisation/cell enlargement</w:t>
            </w:r>
          </w:p>
        </w:tc>
      </w:tr>
      <w:tr w:rsidR="00832C9A" w:rsidRPr="00ED2F4E" w14:paraId="76D971CA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498B97" w14:textId="0013BB53" w:rsidR="00832C9A" w:rsidRPr="00ED2F4E" w:rsidRDefault="00832C9A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lastRenderedPageBreak/>
              <w:t>Iron uptake, homeostasis, and heme biosynthesis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D07A2" w14:textId="10061986" w:rsidR="00832C9A" w:rsidRPr="00ED2F4E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b/>
              </w:rPr>
            </w:pPr>
            <w:r w:rsidRPr="00ED2F4E">
              <w:rPr>
                <w:rFonts w:cs="Arial"/>
                <w:i/>
                <w:iCs/>
              </w:rPr>
              <w:t>Ccc1, Cfo1, Cig1, Cir1, Coq11, Dre2, Fre3, Fre6, Fre8, Fre201, Grx4, Grx6, Hap3, Hap5, HapX, Hem14, Isa2, Jac1, Lac1, Leu1, Lys4, Mmt2, Mrs3, Mrs4, Nrg1, Rim101, Sat4, Sit1/Arn1, Sit3, Sit4, Sit5, Sit6, Sre1, Tah18, Tup1, Yah1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A9B48" w14:textId="550DF043" w:rsidR="00832C9A" w:rsidRPr="00ED2F4E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b/>
              </w:rPr>
            </w:pPr>
            <w:r w:rsidRPr="00ED2F4E">
              <w:rPr>
                <w:rFonts w:cs="Arial"/>
                <w:i/>
              </w:rPr>
              <w:t>Aco1, Aco2, Bio2, Cir2, Elp3, Glt1, Grx5, Fre7, Hem1, Hem3, Hem4, Hem13, Iba57, Isa1, Leu1, Lip5, Lys4, Met5, Nar1, Nfu1, Ntg2, Rip1, Shh3, Ssq1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3F34C" w14:textId="77777777" w:rsidR="00832C9A" w:rsidRPr="00ED2F4E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</w:p>
        </w:tc>
      </w:tr>
      <w:tr w:rsidR="00832C9A" w:rsidRPr="00ED2F4E" w14:paraId="4C9CBE86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F440A" w14:textId="12C725E2" w:rsidR="00832C9A" w:rsidRPr="00ED2F4E" w:rsidRDefault="00832C9A" w:rsidP="009F1036">
            <w:pPr>
              <w:pStyle w:val="MDPI42tablebody"/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</w:rPr>
              <w:t>Fe-S containing proteins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E23842" w14:textId="1A802F6D" w:rsidR="00832C9A" w:rsidRPr="00ED2F4E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b/>
              </w:rPr>
            </w:pPr>
            <w:r w:rsidRPr="00ED2F4E">
              <w:rPr>
                <w:rFonts w:cs="Arial"/>
                <w:i/>
                <w:iCs/>
              </w:rPr>
              <w:t>Coq11, Dre2, Grx6, Isa2, Jac1, Mrs3/</w:t>
            </w:r>
            <w:r w:rsidR="00C26F91" w:rsidRPr="00ED2F4E">
              <w:rPr>
                <w:rFonts w:cs="Arial"/>
                <w:i/>
                <w:iCs/>
              </w:rPr>
              <w:t>Mrs</w:t>
            </w:r>
            <w:r w:rsidRPr="00ED2F4E">
              <w:rPr>
                <w:rFonts w:cs="Arial"/>
                <w:i/>
                <w:iCs/>
              </w:rPr>
              <w:t>4, Sat4, Tah18, Yah1,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502F0" w14:textId="46D5DBB1" w:rsidR="00832C9A" w:rsidRPr="00ED2F4E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b/>
              </w:rPr>
            </w:pPr>
            <w:r w:rsidRPr="00ED2F4E">
              <w:rPr>
                <w:rFonts w:cs="Arial"/>
                <w:i/>
              </w:rPr>
              <w:t>Aco1, Aco2, Bio2, Cir2, Elp3, Glt1, Grx5, Iba57, Isa1, Leu1, Lip5, Lys4, Met5, Nar1, Nfu1, Ntg2, Rip1, Shh3, Ssq1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E652F" w14:textId="77777777" w:rsidR="00832C9A" w:rsidRPr="00ED2F4E" w:rsidRDefault="00832C9A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</w:p>
        </w:tc>
      </w:tr>
      <w:tr w:rsidR="00C26F91" w:rsidRPr="00ED2F4E" w14:paraId="0CC3AD62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CDA503" w14:textId="15342C38" w:rsidR="00C26F91" w:rsidRPr="00ED2F4E" w:rsidRDefault="00C26F91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Electron transport and mitochondrial functions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403696" w14:textId="0D911E9D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Ald5, Mcr1, Mir1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AF1CF" w14:textId="13501E5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  <w:i/>
              </w:rPr>
              <w:t>Cyb2, Cyc7, Cyt1, Qcr2, Qcr7, Sdh1, Sdh2, Yhb1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B5975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</w:p>
        </w:tc>
      </w:tr>
      <w:tr w:rsidR="00C26F91" w:rsidRPr="00ED2F4E" w14:paraId="7821DF69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E08EEB" w14:textId="03A8B704" w:rsidR="00C26F91" w:rsidRPr="00ED2F4E" w:rsidRDefault="00C26F91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Ca</w:t>
            </w:r>
            <w:r w:rsidRPr="00ED2F4E">
              <w:rPr>
                <w:rFonts w:cs="Arial"/>
                <w:vertAlign w:val="superscript"/>
              </w:rPr>
              <w:t>2+</w:t>
            </w:r>
            <w:r w:rsidRPr="00ED2F4E">
              <w:rPr>
                <w:rFonts w:cs="Arial"/>
              </w:rPr>
              <w:t xml:space="preserve"> homeostasis, cell budding, cell division, virulence, and dissemination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D79B4C" w14:textId="7A81CBE6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Afr1, Atf1, Cam1, Cch1, Cna1, Crz1, Eca1, Mid1, Ncs1, Nic1, Plb1, Pmc1, Ure1, Vcx1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D88DB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82047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Cam1p-Cna1p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Crz1p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Pmc1p, Cch1p, Mid1p, Eca1p, Vcx1p = urease activity, stress response, cell wall integrity, thermotolerance, reproduction, and virulence via Ca</w:t>
            </w:r>
            <w:r w:rsidRPr="00ED2F4E">
              <w:rPr>
                <w:rFonts w:cs="Arial"/>
                <w:iCs/>
                <w:vertAlign w:val="superscript"/>
              </w:rPr>
              <w:t>2+</w:t>
            </w:r>
            <w:r w:rsidRPr="00ED2F4E">
              <w:rPr>
                <w:rFonts w:cs="Arial"/>
                <w:iCs/>
              </w:rPr>
              <w:t xml:space="preserve"> mobilisation</w:t>
            </w:r>
          </w:p>
          <w:p w14:paraId="7B7B2905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  <w:vertAlign w:val="subscript"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Cam1p-Cna1-Cnb1 complex becomes active only when the intracellular Ca</w:t>
            </w:r>
            <w:r w:rsidRPr="00ED2F4E">
              <w:rPr>
                <w:rFonts w:cs="Arial"/>
                <w:iCs/>
                <w:vertAlign w:val="superscript"/>
              </w:rPr>
              <w:t>2+</w:t>
            </w:r>
            <w:r w:rsidRPr="00ED2F4E">
              <w:rPr>
                <w:rFonts w:cs="Arial"/>
                <w:iCs/>
              </w:rPr>
              <w:t xml:space="preserve"> level is between 1 – 10 μM</w:t>
            </w:r>
          </w:p>
          <w:p w14:paraId="3EE18DDE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Cch1p – a voltage-gated Ca</w:t>
            </w:r>
            <w:r w:rsidRPr="00ED2F4E">
              <w:rPr>
                <w:rFonts w:cs="Arial"/>
                <w:iCs/>
                <w:vertAlign w:val="superscript"/>
              </w:rPr>
              <w:t>2+</w:t>
            </w:r>
            <w:r w:rsidRPr="00ED2F4E">
              <w:rPr>
                <w:rFonts w:cs="Arial"/>
                <w:iCs/>
              </w:rPr>
              <w:t xml:space="preserve"> permeable channel induced by low cellular Ca</w:t>
            </w:r>
            <w:r w:rsidRPr="00ED2F4E">
              <w:rPr>
                <w:rFonts w:cs="Arial"/>
                <w:iCs/>
                <w:vertAlign w:val="superscript"/>
              </w:rPr>
              <w:t>2+</w:t>
            </w:r>
          </w:p>
          <w:p w14:paraId="6E0C4A99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Mid1p – a stretch-activated Ca</w:t>
            </w:r>
            <w:r w:rsidRPr="00ED2F4E">
              <w:rPr>
                <w:rFonts w:cs="Arial"/>
                <w:iCs/>
                <w:vertAlign w:val="superscript"/>
              </w:rPr>
              <w:t>2+</w:t>
            </w:r>
            <w:r w:rsidRPr="00ED2F4E">
              <w:rPr>
                <w:rFonts w:cs="Arial"/>
                <w:iCs/>
              </w:rPr>
              <w:t>-channel</w:t>
            </w:r>
          </w:p>
          <w:p w14:paraId="6896BE53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Eca1p and Pmc1p – are Ca</w:t>
            </w:r>
            <w:r w:rsidRPr="00ED2F4E">
              <w:rPr>
                <w:rFonts w:cs="Arial"/>
                <w:iCs/>
                <w:vertAlign w:val="superscript"/>
              </w:rPr>
              <w:t>2+</w:t>
            </w:r>
            <w:r w:rsidRPr="00ED2F4E">
              <w:rPr>
                <w:rFonts w:cs="Arial"/>
                <w:iCs/>
              </w:rPr>
              <w:t xml:space="preserve"> ATPase</w:t>
            </w:r>
          </w:p>
          <w:p w14:paraId="5527EFA8" w14:textId="7A1061F9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lastRenderedPageBreak/>
              <w:t>►</w:t>
            </w:r>
            <w:r w:rsidRPr="00ED2F4E">
              <w:rPr>
                <w:rFonts w:cs="Arial"/>
                <w:iCs/>
              </w:rPr>
              <w:t>Vcx1p – a H</w:t>
            </w:r>
            <w:r w:rsidRPr="00ED2F4E">
              <w:rPr>
                <w:rFonts w:cs="Arial"/>
                <w:iCs/>
                <w:vertAlign w:val="superscript"/>
              </w:rPr>
              <w:t>+</w:t>
            </w:r>
            <w:r w:rsidRPr="00ED2F4E">
              <w:rPr>
                <w:rFonts w:cs="Arial"/>
                <w:iCs/>
              </w:rPr>
              <w:t>/Ca</w:t>
            </w:r>
            <w:r w:rsidRPr="00ED2F4E">
              <w:rPr>
                <w:rFonts w:cs="Arial"/>
                <w:iCs/>
                <w:vertAlign w:val="superscript"/>
              </w:rPr>
              <w:t>2+</w:t>
            </w:r>
            <w:r w:rsidRPr="00ED2F4E">
              <w:rPr>
                <w:rFonts w:cs="Arial"/>
                <w:iCs/>
              </w:rPr>
              <w:t xml:space="preserve"> antiporter, and Pmc1p are vacuolar membrane proteins for Ca</w:t>
            </w:r>
            <w:r w:rsidRPr="00ED2F4E">
              <w:rPr>
                <w:rFonts w:cs="Arial"/>
                <w:iCs/>
                <w:vertAlign w:val="superscript"/>
              </w:rPr>
              <w:t>2+</w:t>
            </w:r>
            <w:r w:rsidRPr="00ED2F4E">
              <w:rPr>
                <w:rFonts w:cs="Arial"/>
                <w:iCs/>
              </w:rPr>
              <w:t xml:space="preserve"> storage</w:t>
            </w:r>
          </w:p>
        </w:tc>
      </w:tr>
      <w:tr w:rsidR="00C26F91" w:rsidRPr="00ED2F4E" w14:paraId="492CBF8E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D98346" w14:textId="618B75E8" w:rsidR="00C26F91" w:rsidRPr="00ED2F4E" w:rsidRDefault="00C26F91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  <w:iCs/>
              </w:rPr>
              <w:lastRenderedPageBreak/>
              <w:t>Hypoxia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8DDE3C" w14:textId="3E37273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Adh302, Aox1, Arv1, Atp9, Bst1, Lys10, Cob1, Cox1, Csh1, Ctr3, Cpr101, Dak202-A, Dal502, Erg1, Erg2, Erg4, Erg5, Erg6, Erg7, Erg10, Erg11, Erg13, Erg25, Erg3-B, Fen2, Fet3, 5, Fmp52, Fre7, Ftr1/Fth1, Gal2-A, Gal2-B, Gat1, Gdh3, Gph1, Hem13, Hem3, Hsp104, Hsp78, Hxt2-A, Hxt503-A, Kip1, Lys1202, Mal1106, Mep2, Met101, Met102, Mnd1, Mss51, Nad1, Nad5, Ncp1, Ole1, Oye2, Pdc1, Pot1, Ptr2, Scp1, Scs7, Sis102, Sit1, Sps1901, Sre1, Ssa4, Stp1, Suc2, Sur2, Tpo2, Ybl095w, Yhb1, Yir007w, Yjl203cp, Ymr099c, Ypc1, </w:t>
            </w:r>
            <w:r w:rsidRPr="00ED2F4E">
              <w:rPr>
                <w:rFonts w:cs="Arial"/>
                <w:iCs/>
              </w:rPr>
              <w:t>Tco1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37A6B" w14:textId="64E82BF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  <w:i/>
              </w:rPr>
              <w:t>Apm101, Arf202, Asc1, Bni4, Cbf5, Chs7, Cnb1, Cta101, Cta102, Efb1, Emg1, Erg6, Erp2, Gfa1-B, Got1, Kre601, Nog1, Osh6, Pep7, Rki1, Rpl14b, Rpl18a-A, Rpl23b, Rpl2b, Rpl5, Rpl6b, Rps4a, Rps5, Sec4, Sup45, Tuf1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B8B68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Membrane stability and integrity:</w:t>
            </w:r>
          </w:p>
          <w:p w14:paraId="1C4FE51B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Hog1 signalling pathway:</w:t>
            </w:r>
          </w:p>
          <w:p w14:paraId="40150BDC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Tco1/Tco2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Ypd1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Ssk1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Ssk2-Pbs2-Hog1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sterol biosynthesis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membrane stability</w:t>
            </w:r>
          </w:p>
          <w:p w14:paraId="3F7DBB1F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ascii="Times New Roman" w:hAnsi="Times New Roman"/>
                <w:iCs/>
              </w:rPr>
            </w:pPr>
          </w:p>
          <w:p w14:paraId="0274C29B" w14:textId="7EF2B103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iron homeostasis</w:t>
            </w:r>
          </w:p>
          <w:p w14:paraId="62CC0D72" w14:textId="545A52F4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copper homeostasis</w:t>
            </w:r>
          </w:p>
        </w:tc>
      </w:tr>
      <w:tr w:rsidR="00C26F91" w:rsidRPr="00FB23F5" w14:paraId="61637C44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ACBD16" w14:textId="282D3FA6" w:rsidR="00C26F91" w:rsidRPr="00ED2F4E" w:rsidRDefault="00C26F91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CO</w:t>
            </w:r>
            <w:r w:rsidRPr="00ED2F4E">
              <w:rPr>
                <w:rFonts w:cs="Arial"/>
                <w:vertAlign w:val="subscript"/>
              </w:rPr>
              <w:t xml:space="preserve">2 </w:t>
            </w:r>
            <w:r w:rsidRPr="00ED2F4E">
              <w:rPr>
                <w:rFonts w:cs="Arial"/>
                <w:iCs/>
              </w:rPr>
              <w:t>sensing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F8816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Aim38, Atf1, Cac1, Can2, Cas3, Cfo1, Cfo2, Fas1, Fur1, Gpb1, Meu1, Nap1, Nop58, Oct1, Prx1, Tps1, Tps2, Trx1, Uri1</w:t>
            </w:r>
          </w:p>
          <w:p w14:paraId="55DEB6A1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11CD2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4AA75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Activation of carbonic anhydrase:</w:t>
            </w:r>
          </w:p>
          <w:p w14:paraId="1F4C04BA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vertAlign w:val="subscript"/>
              </w:rPr>
            </w:pPr>
            <w:r w:rsidRPr="00ED2F4E">
              <w:rPr>
                <w:rFonts w:cs="Arial"/>
                <w:lang w:val="x-none"/>
              </w:rPr>
              <w:t>CO</w:t>
            </w:r>
            <w:r w:rsidRPr="00ED2F4E">
              <w:rPr>
                <w:rFonts w:cs="Arial"/>
                <w:vertAlign w:val="subscript"/>
                <w:lang w:val="x-none"/>
              </w:rPr>
              <w:t>2</w:t>
            </w:r>
            <w:r w:rsidRPr="00ED2F4E">
              <w:rPr>
                <w:rFonts w:cs="Arial"/>
                <w:vertAlign w:val="subscript"/>
              </w:rPr>
              <w:t xml:space="preserve">(g) </w:t>
            </w:r>
            <w:r w:rsidRPr="00ED2F4E">
              <w:rPr>
                <w:rFonts w:cs="Arial"/>
                <w:iCs/>
              </w:rPr>
              <w:t>+ H</w:t>
            </w:r>
            <w:r w:rsidRPr="00ED2F4E">
              <w:rPr>
                <w:rFonts w:cs="Arial"/>
                <w:iCs/>
                <w:vertAlign w:val="subscript"/>
              </w:rPr>
              <w:t>2</w:t>
            </w:r>
            <w:r w:rsidRPr="00ED2F4E">
              <w:rPr>
                <w:rFonts w:cs="Arial"/>
                <w:iCs/>
              </w:rPr>
              <w:t>O</w:t>
            </w:r>
            <w:r w:rsidRPr="00ED2F4E">
              <w:rPr>
                <w:rFonts w:cs="Arial"/>
                <w:iCs/>
                <w:vertAlign w:val="subscript"/>
              </w:rPr>
              <w:t>(l)</w:t>
            </w:r>
            <w:r w:rsidRPr="00ED2F4E">
              <w:rPr>
                <w:rFonts w:cs="Arial"/>
                <w:iCs/>
              </w:rPr>
              <w:t xml:space="preserve"> </w:t>
            </w:r>
            <w:r w:rsidRPr="00ED2F4E">
              <w:rPr>
                <w:rFonts w:ascii="Times New Roman" w:hAnsi="Times New Roman"/>
                <w:iCs/>
              </w:rPr>
              <w:t>↔</w:t>
            </w:r>
            <w:r w:rsidRPr="00ED2F4E">
              <w:rPr>
                <w:rFonts w:cs="Arial"/>
                <w:iCs/>
              </w:rPr>
              <w:t xml:space="preserve"> </w:t>
            </w:r>
            <w:r w:rsidRPr="00ED2F4E">
              <w:rPr>
                <w:rFonts w:cs="Arial"/>
              </w:rPr>
              <w:t>HCO</w:t>
            </w:r>
            <w:r w:rsidRPr="00ED2F4E">
              <w:rPr>
                <w:rFonts w:cs="Arial"/>
                <w:vertAlign w:val="subscript"/>
              </w:rPr>
              <w:t>3</w:t>
            </w:r>
            <w:r w:rsidRPr="00ED2F4E">
              <w:rPr>
                <w:rFonts w:cs="Arial"/>
                <w:vertAlign w:val="superscript"/>
              </w:rPr>
              <w:t>‾</w:t>
            </w:r>
            <w:r w:rsidRPr="00ED2F4E">
              <w:rPr>
                <w:rFonts w:cs="Arial"/>
                <w:vertAlign w:val="subscript"/>
              </w:rPr>
              <w:t>(aq)</w:t>
            </w:r>
            <w:r w:rsidRPr="00ED2F4E">
              <w:rPr>
                <w:rFonts w:cs="Arial"/>
                <w:vertAlign w:val="superscript"/>
              </w:rPr>
              <w:t xml:space="preserve"> </w:t>
            </w:r>
            <w:r w:rsidRPr="00ED2F4E">
              <w:rPr>
                <w:rFonts w:cs="Arial"/>
              </w:rPr>
              <w:t>+ 2H</w:t>
            </w:r>
            <w:r w:rsidRPr="00ED2F4E">
              <w:rPr>
                <w:rFonts w:cs="Arial"/>
                <w:vertAlign w:val="superscript"/>
              </w:rPr>
              <w:t>+</w:t>
            </w:r>
            <w:r w:rsidRPr="00ED2F4E">
              <w:rPr>
                <w:rFonts w:cs="Arial"/>
                <w:vertAlign w:val="subscript"/>
              </w:rPr>
              <w:t>(aq)</w:t>
            </w:r>
          </w:p>
          <w:p w14:paraId="2F70E888" w14:textId="77777777" w:rsidR="00FB23F5" w:rsidRDefault="00FB23F5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</w:p>
          <w:p w14:paraId="2D07971D" w14:textId="2BC49410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Activation of Rim101 signalling event via Rim21 membrane protein:</w:t>
            </w:r>
          </w:p>
          <w:p w14:paraId="173CF40D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Rim9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Rim21-Rim8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 xml:space="preserve">Rim20-Rim13 + PKa1 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Rim101-</w:t>
            </w:r>
            <w:r w:rsidRPr="00ED2F4E">
              <w:rPr>
                <w:rFonts w:cs="Arial"/>
                <w:iCs/>
                <w:color w:val="538135" w:themeColor="accent6" w:themeShade="BF"/>
              </w:rPr>
              <w:t>P</w:t>
            </w:r>
          </w:p>
          <w:p w14:paraId="643066A4" w14:textId="77777777" w:rsidR="00BC411F" w:rsidRDefault="00BC411F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</w:p>
          <w:p w14:paraId="74DBF33F" w14:textId="09BAF407" w:rsidR="00FB23F5" w:rsidRPr="00FB23F5" w:rsidRDefault="00FB23F5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  <w:iCs/>
              </w:rPr>
            </w:pPr>
            <w:r w:rsidRPr="00FB23F5">
              <w:rPr>
                <w:rFonts w:cs="Arial"/>
                <w:b/>
                <w:bCs/>
                <w:i/>
              </w:rPr>
              <w:t>Cam1-Cna1/Cnb1/Cbp1 signalling cascade:</w:t>
            </w:r>
          </w:p>
          <w:p w14:paraId="178B986E" w14:textId="63E42B27" w:rsidR="00C26F91" w:rsidRPr="00BC411F" w:rsidRDefault="00FB23F5" w:rsidP="009F1036">
            <w:pPr>
              <w:tabs>
                <w:tab w:val="left" w:pos="0"/>
              </w:tabs>
              <w:jc w:val="left"/>
              <w:rPr>
                <w:rFonts w:cs="Arial"/>
                <w:iCs/>
                <w:lang w:val="en-US"/>
              </w:rPr>
            </w:pPr>
            <w:r w:rsidRPr="00BC411F">
              <w:rPr>
                <w:rFonts w:cs="Arial"/>
                <w:iCs/>
              </w:rPr>
              <w:lastRenderedPageBreak/>
              <w:t>[Ca</w:t>
            </w:r>
            <w:r w:rsidRPr="00BC411F">
              <w:rPr>
                <w:rFonts w:cs="Arial"/>
                <w:iCs/>
                <w:vertAlign w:val="superscript"/>
              </w:rPr>
              <w:t>2+</w:t>
            </w:r>
            <w:r w:rsidRPr="00BC411F">
              <w:rPr>
                <w:rFonts w:cs="Arial"/>
                <w:iCs/>
              </w:rPr>
              <w:t>]</w:t>
            </w:r>
            <w:r w:rsidRPr="00BC411F">
              <w:rPr>
                <w:rFonts w:ascii="Times New Roman" w:hAnsi="Times New Roman"/>
                <w:iCs/>
              </w:rPr>
              <w:t>↑</w:t>
            </w:r>
            <w:r w:rsidRPr="00BC411F">
              <w:rPr>
                <w:rFonts w:cs="Arial"/>
                <w:iCs/>
              </w:rPr>
              <w:sym w:font="Wingdings" w:char="F0E0"/>
            </w:r>
            <w:r w:rsidRPr="00BC411F">
              <w:rPr>
                <w:rFonts w:cs="Arial"/>
                <w:iCs/>
              </w:rPr>
              <w:t>Cam1</w:t>
            </w:r>
            <w:r w:rsidRPr="00BC411F">
              <w:rPr>
                <w:rFonts w:cs="Arial"/>
                <w:iCs/>
              </w:rPr>
              <w:sym w:font="Wingdings" w:char="F0E0"/>
            </w:r>
            <w:r w:rsidRPr="00BC411F">
              <w:rPr>
                <w:rFonts w:cs="Arial"/>
                <w:iCs/>
              </w:rPr>
              <w:t>Cna1-</w:t>
            </w:r>
            <w:r w:rsidRPr="00BC411F">
              <w:rPr>
                <w:rFonts w:cs="Arial"/>
                <w:b/>
                <w:bCs/>
                <w:iCs/>
              </w:rPr>
              <w:t>Cnb1</w:t>
            </w:r>
            <w:r w:rsidRPr="00BC411F">
              <w:rPr>
                <w:rFonts w:cs="Arial"/>
                <w:iCs/>
              </w:rPr>
              <w:t>-Cbp1</w:t>
            </w:r>
            <w:r w:rsidRPr="00BC411F">
              <w:rPr>
                <w:rFonts w:cs="Arial"/>
                <w:iCs/>
              </w:rPr>
              <w:sym w:font="Wingdings" w:char="F0E0"/>
            </w:r>
            <w:r w:rsidRPr="00BC411F">
              <w:rPr>
                <w:rFonts w:cs="Arial"/>
                <w:iCs/>
              </w:rPr>
              <w:t xml:space="preserve">Crz1/Sp1 (to induce </w:t>
            </w:r>
            <w:r w:rsidRPr="00BC411F">
              <w:rPr>
                <w:rFonts w:cs="Arial"/>
                <w:i/>
              </w:rPr>
              <w:t>H</w:t>
            </w:r>
            <w:r w:rsidR="003423A7">
              <w:rPr>
                <w:rFonts w:cs="Arial"/>
                <w:i/>
              </w:rPr>
              <w:t>TG</w:t>
            </w:r>
            <w:r w:rsidRPr="00BC411F">
              <w:rPr>
                <w:rFonts w:cs="Arial"/>
                <w:i/>
              </w:rPr>
              <w:t xml:space="preserve">, </w:t>
            </w:r>
            <w:r w:rsidR="003423A7">
              <w:rPr>
                <w:rFonts w:cs="Arial"/>
                <w:i/>
              </w:rPr>
              <w:t xml:space="preserve">HMR, </w:t>
            </w:r>
            <w:r w:rsidRPr="00BC411F">
              <w:rPr>
                <w:rFonts w:cs="Arial"/>
                <w:i/>
              </w:rPr>
              <w:t>P</w:t>
            </w:r>
            <w:r w:rsidR="003423A7">
              <w:rPr>
                <w:rFonts w:cs="Arial"/>
                <w:i/>
              </w:rPr>
              <w:t>HH</w:t>
            </w:r>
            <w:r w:rsidRPr="00BC411F">
              <w:rPr>
                <w:rFonts w:cs="Arial"/>
                <w:i/>
              </w:rPr>
              <w:t>, E</w:t>
            </w:r>
            <w:r w:rsidR="003423A7">
              <w:rPr>
                <w:rFonts w:cs="Arial"/>
                <w:i/>
              </w:rPr>
              <w:t>SR</w:t>
            </w:r>
            <w:r w:rsidRPr="00BC411F">
              <w:rPr>
                <w:rFonts w:cs="Arial"/>
                <w:i/>
              </w:rPr>
              <w:t>, C</w:t>
            </w:r>
            <w:r w:rsidR="003423A7">
              <w:rPr>
                <w:rFonts w:cs="Arial"/>
                <w:i/>
              </w:rPr>
              <w:t>WI</w:t>
            </w:r>
            <w:r w:rsidRPr="00BC411F">
              <w:rPr>
                <w:rFonts w:cs="Arial"/>
                <w:iCs/>
              </w:rPr>
              <w:t>-</w:t>
            </w:r>
            <w:r w:rsidR="003423A7">
              <w:rPr>
                <w:rFonts w:cs="Arial"/>
                <w:iCs/>
              </w:rPr>
              <w:t>associated</w:t>
            </w:r>
            <w:r w:rsidRPr="00BC411F">
              <w:rPr>
                <w:rFonts w:cs="Arial"/>
                <w:iCs/>
              </w:rPr>
              <w:t xml:space="preserve"> genes for mating, growth, resistance, filamentation, and biofilm) or Znf2 (to induce </w:t>
            </w:r>
            <w:r w:rsidRPr="00BC411F">
              <w:rPr>
                <w:rFonts w:cs="Arial"/>
                <w:i/>
              </w:rPr>
              <w:t>Znf2, Cfl1, Pum1</w:t>
            </w:r>
            <w:r w:rsidRPr="00BC411F">
              <w:rPr>
                <w:rFonts w:cs="Arial"/>
                <w:iCs/>
              </w:rPr>
              <w:t xml:space="preserve">–related genes for adhesion, matrix signal, and </w:t>
            </w:r>
            <w:r w:rsidR="00907A49" w:rsidRPr="00907A49">
              <w:rPr>
                <w:rFonts w:cs="Arial"/>
                <w:i/>
                <w:iCs/>
              </w:rPr>
              <w:t>m</w:t>
            </w:r>
            <w:r w:rsidR="00907A49" w:rsidRPr="00907A49">
              <w:rPr>
                <w:rFonts w:cs="Arial"/>
              </w:rPr>
              <w:t>RNA</w:t>
            </w:r>
            <w:r w:rsidRPr="00BC411F">
              <w:rPr>
                <w:rFonts w:cs="Arial"/>
                <w:iCs/>
              </w:rPr>
              <w:t xml:space="preserve"> stability)</w:t>
            </w:r>
          </w:p>
        </w:tc>
      </w:tr>
      <w:tr w:rsidR="00C26F91" w:rsidRPr="00ED2F4E" w14:paraId="63859FC1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32168" w14:textId="45317F5A" w:rsidR="00C26F91" w:rsidRPr="00ED2F4E" w:rsidRDefault="00C26F91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lastRenderedPageBreak/>
              <w:t>Oxidative and nitrosative stress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5716A" w14:textId="1AEB2D0C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Acd1, Acd3, Ada2,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Adi1, Aif10, Aif11, Aif12,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Aif13, Ald52, Aox1, Ara1, Adh3, Asg1, Atf1, Atg1, Ayr10, Ayr13, Bdh1, Blg2, Bna2,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Bwc2, Bzp2, Bzp3, Bzp5, Cat1, </w:t>
            </w:r>
            <w:r w:rsidRPr="00ED2F4E">
              <w:rPr>
                <w:rFonts w:cs="Arial"/>
                <w:i/>
                <w:iCs/>
                <w:vertAlign w:val="superscript"/>
              </w:rPr>
              <w:t>◊</w:t>
            </w:r>
            <w:r w:rsidRPr="00ED2F4E">
              <w:rPr>
                <w:rFonts w:cs="Arial"/>
                <w:i/>
                <w:iCs/>
              </w:rPr>
              <w:t xml:space="preserve">Cat2, Cat3,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Ccp1, Cda1, Cdc24, Cdr11, Cfo1, Chs5, Chs6,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Cir2, Clr1, Cta11, </w:t>
            </w:r>
            <w:bookmarkStart w:id="17" w:name="OLE_LINK222"/>
            <w:r w:rsidRPr="00ED2F4E">
              <w:rPr>
                <w:rFonts w:cs="Arial"/>
                <w:i/>
                <w:iCs/>
              </w:rPr>
              <w:t xml:space="preserve">Cta12,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bookmarkEnd w:id="17"/>
            <w:r w:rsidRPr="00ED2F4E">
              <w:rPr>
                <w:rFonts w:cs="Arial"/>
                <w:i/>
                <w:iCs/>
              </w:rPr>
              <w:t xml:space="preserve">Cuf1, Cyb20,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Cyb21, Cyb25,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Dox3,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Dus3, Duf1264, Ecm22, Eor2, Erg3, Erg5, Erg25, Erg50, Erg110, Ero1,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Fap1, Fds1,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Feo2, Fet5, Fhb1, Fkh2, Flr1, For1, For4, Fox22,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Frd1, Fre2, Fsb1,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Fsb2, Fzc1, Fzc3, Fzc4, Fzc6, Fzc8,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Fzc9, Fzc13, Fzc15, Fzc19, Fzc21, Fzc22, Fzc26, Fzc27, Fzc30, Fzc31, Fzc34,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Fzc35, Fzc37, Fzc38, Fzc44, Fzc46, Fzc49,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Fzc50, Fzc51,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Gat1, Gat5, Gat6, Gat8, Gat201, Gat204, Gln3,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Glt1, Gpx1, Gpx2, Grf1, Grx4, Gsc2, Gut2, Gut20,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Hap2, Hcm1, Hem14, Hel2, His4, Hlh1, Hlh2, Hlh3, </w:t>
            </w:r>
            <w:r w:rsidRPr="00ED2F4E">
              <w:rPr>
                <w:rFonts w:cs="Arial"/>
                <w:i/>
                <w:iCs/>
              </w:rPr>
              <w:lastRenderedPageBreak/>
              <w:t xml:space="preserve">Hob1, Hob2, Hob4, Hob5, Hob6, Hog1, Hox1, Hsf2, Idh1, Idp1, Ilv5, Imd2, Iox1, Isu1,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Jjj1, Kgd1, Kgd2, Kpr1, Leu2, Lia1, Liv1, Lys1, Lys2, Mae1, Mae10, Mae11,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Mbo1, Mbs1, Mcm1, Mdr1, Mep3,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Met5, Met10, Met32, Mfe2, Mio1, Miz1, Mln1, Mtd1, Mxr1, Mxr2, Nat64, Nde2, Nha1, Nor5, Nor6, Nor7, Nor9,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Nor11, Nth1,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Nrg1,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Nuo2,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Nuo51, Ole1, Oye2, Pan1, Pas1, Pdr51, Pip2, Ppr1, Rad16, Ras1, Rim101, Rlm1, Rnr2, Rnr20, Rum1, Scd2, Scd4, Scd7, Scd10, Scs7, Sdh1,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Sdh2, Ser3, Sip402, Sks1, Snc2, Smm1, Sod1, Sod2, Sor1, Sp1/Crz1, Sre1, Srx1, Ssn80, Ste12, Sur2, Tah18, Tfd2, Tfd5, Tps1, Tps2, Trr1, Trx1, Trx2, Tsa1, Tsa4,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>Txl1, Ubc4, Ubc6-2, Ubc7, Ubc8, Ubi4, Uox1, Usv101, Xyl2, Yah1, Yap1, Yap2, Ycf1, Yhb1, Yor1, Yox101, Ypr10</w:t>
            </w:r>
            <w:r w:rsidR="00B61E9E" w:rsidRPr="00ED2F4E">
              <w:rPr>
                <w:rFonts w:cs="Arial"/>
                <w:i/>
                <w:iCs/>
              </w:rPr>
              <w:t>, Ypr11, Ypr</w:t>
            </w:r>
            <w:r w:rsidRPr="00ED2F4E">
              <w:rPr>
                <w:rFonts w:cs="Arial"/>
                <w:i/>
                <w:iCs/>
              </w:rPr>
              <w:t xml:space="preserve">12, Ypr14, Yrm103, Zap103, Zfc4, Zfc8,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Znf2, Zta1,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Zta10, Zta11,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▲</w:t>
            </w:r>
            <w:r w:rsidRPr="00ED2F4E">
              <w:rPr>
                <w:rFonts w:cs="Arial"/>
                <w:i/>
                <w:iCs/>
              </w:rPr>
              <w:t xml:space="preserve">Zta13, </w:t>
            </w:r>
            <w:r w:rsidRPr="00ED2F4E">
              <w:rPr>
                <w:rFonts w:cs="Arial"/>
              </w:rPr>
              <w:t xml:space="preserve">Cdk8, </w:t>
            </w:r>
            <w:r w:rsidRPr="00ED2F4E">
              <w:rPr>
                <w:rFonts w:cs="Arial"/>
                <w:iCs/>
              </w:rPr>
              <w:t>Pkc1, Ssk1,</w:t>
            </w:r>
            <w:r w:rsidRPr="00ED2F4E">
              <w:rPr>
                <w:rFonts w:cs="Arial"/>
              </w:rPr>
              <w:t xml:space="preserve"> </w:t>
            </w:r>
            <w:r w:rsidRPr="00ED2F4E">
              <w:rPr>
                <w:rFonts w:cs="Arial"/>
                <w:iCs/>
                <w:vertAlign w:val="superscript"/>
              </w:rPr>
              <w:t>‡</w:t>
            </w:r>
            <w:r w:rsidRPr="00ED2F4E">
              <w:rPr>
                <w:rFonts w:cs="Arial"/>
              </w:rPr>
              <w:t>Skn7, Sch9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CD927" w14:textId="0CB68370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  <w:i/>
              </w:rPr>
              <w:lastRenderedPageBreak/>
              <w:t xml:space="preserve">Adh3, Adh21,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i/>
                <w:iCs/>
              </w:rPr>
              <w:t xml:space="preserve">Adh50, </w:t>
            </w:r>
            <w:r w:rsidRPr="00ED2F4E">
              <w:rPr>
                <w:rFonts w:cs="Arial"/>
                <w:i/>
              </w:rPr>
              <w:t xml:space="preserve">Ara2, Bem3, Cat2, Cat4, Cat5, Cbr1, Ccp1, Cdr1, Cfo2, Chs2, </w:t>
            </w:r>
            <w:r w:rsidRPr="00ED2F4E">
              <w:rPr>
                <w:rFonts w:cs="Arial"/>
                <w:i/>
                <w:iCs/>
              </w:rPr>
              <w:t xml:space="preserve">Clr3, Cox5a, Ddt1, Dfr1, Dho1, Dld2, Dot5, Dox2, Dus1, </w:t>
            </w:r>
            <w:r w:rsidRPr="00ED2F4E">
              <w:rPr>
                <w:rFonts w:cs="Arial"/>
                <w:i/>
              </w:rPr>
              <w:t xml:space="preserve">Ena1, Eor1, Erg1, Erg2, Erg4, Erg6, Erg8, Erg20, Erg24, Erg26, Erg28, Erg130, Fas1, Fas2, Fen1, Feo1, For2, For3, For5, Fox21, Fre7, Fre20, Frl1, </w:t>
            </w:r>
            <w:r w:rsidRPr="00ED2F4E">
              <w:rPr>
                <w:rFonts w:cs="Arial"/>
                <w:i/>
                <w:iCs/>
              </w:rPr>
              <w:t xml:space="preserve">Fzc7, Fzc20, Fzc33, Fzc45, Gal1, Gcy12,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i/>
                <w:iCs/>
              </w:rPr>
              <w:t xml:space="preserve">Gdh2, Gdh3, Gnd2, </w:t>
            </w:r>
            <w:r w:rsidRPr="00ED2F4E">
              <w:rPr>
                <w:rFonts w:cs="Arial"/>
                <w:i/>
              </w:rPr>
              <w:t xml:space="preserve">Gpb1, Gpd1, Grx5,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i/>
              </w:rPr>
              <w:t xml:space="preserve">Had2,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i/>
              </w:rPr>
              <w:t xml:space="preserve">Hem13, Hyr1, Ifa38, Ino1, Irc24, </w:t>
            </w:r>
            <w:r w:rsidRPr="00ED2F4E">
              <w:rPr>
                <w:rFonts w:cs="Arial"/>
                <w:i/>
                <w:iCs/>
              </w:rPr>
              <w:t xml:space="preserve">Jlp1, </w:t>
            </w:r>
            <w:r w:rsidRPr="00ED2F4E">
              <w:rPr>
                <w:rFonts w:cs="Arial"/>
                <w:i/>
              </w:rPr>
              <w:t xml:space="preserve">Kpr2, Lac1,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i/>
              </w:rPr>
              <w:t xml:space="preserve">Lad1, Lat1, Lot6, </w:t>
            </w:r>
            <w:r w:rsidRPr="00ED2F4E">
              <w:rPr>
                <w:rFonts w:cs="Arial"/>
                <w:i/>
                <w:iCs/>
              </w:rPr>
              <w:t xml:space="preserve">Mbs2, Mdh1, Mdh3, Met1, Met13, Mug72, Nep2, Nor2, Nor4, Nor10, Nuo3,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i/>
                <w:iCs/>
              </w:rPr>
              <w:t xml:space="preserve">Ofd1, Oye3, Oye20, Pda1, Pdb1, Pdx3, Pro2, Pro3, Prx1, Pst2, Pyx3, </w:t>
            </w:r>
            <w:r w:rsidRPr="00ED2F4E">
              <w:rPr>
                <w:rFonts w:cs="Arial"/>
                <w:i/>
              </w:rPr>
              <w:t xml:space="preserve">Rli1, Rnr1, Rpc40, Rps7b, Scd5, Scd9, Scd11, Scd12, Scd13, Scd14, Ser30, Ser31, </w:t>
            </w:r>
            <w:r w:rsidRPr="00ED2F4E">
              <w:rPr>
                <w:rFonts w:cs="Arial"/>
                <w:i/>
                <w:iCs/>
              </w:rPr>
              <w:t xml:space="preserve">Sip4, Sps19, Sqr1, Tfd3, Tfd4, Tsa3, Tsc10,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i/>
                <w:iCs/>
              </w:rPr>
              <w:t xml:space="preserve">Tsc13, Tyr1, Uga20, Ugd1, </w:t>
            </w:r>
            <w:r w:rsidRPr="00ED2F4E">
              <w:rPr>
                <w:rFonts w:cs="Arial"/>
                <w:i/>
              </w:rPr>
              <w:t xml:space="preserve">Utp18, Utp22, </w:t>
            </w:r>
            <w:r w:rsidRPr="00ED2F4E">
              <w:rPr>
                <w:rFonts w:cs="Arial"/>
                <w:i/>
              </w:rPr>
              <w:lastRenderedPageBreak/>
              <w:t>Uxs1, Ylr290, Ypr1, Ypr13, Ypr15</w:t>
            </w:r>
            <w:r w:rsidR="00B61E9E" w:rsidRPr="00ED2F4E">
              <w:rPr>
                <w:rFonts w:cs="Arial"/>
                <w:i/>
              </w:rPr>
              <w:t>, Ypr16, Ypr</w:t>
            </w:r>
            <w:r w:rsidRPr="00ED2F4E">
              <w:rPr>
                <w:rFonts w:cs="Arial"/>
                <w:i/>
              </w:rPr>
              <w:t xml:space="preserve"> 17, </w:t>
            </w:r>
            <w:r w:rsidRPr="00ED2F4E">
              <w:rPr>
                <w:rFonts w:cs="Arial"/>
                <w:i/>
                <w:iCs/>
              </w:rPr>
              <w:t>Zfc2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464A6" w14:textId="77777777" w:rsidR="00FB23F5" w:rsidRPr="00ED2F4E" w:rsidRDefault="00FB23F5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lastRenderedPageBreak/>
              <w:t>►</w:t>
            </w:r>
            <w:r w:rsidRPr="00ED2F4E">
              <w:rPr>
                <w:rFonts w:cs="Arial"/>
                <w:b/>
                <w:bCs/>
                <w:i/>
              </w:rPr>
              <w:t>Ubiquitin-proteasome system function induced by Mpk:</w:t>
            </w:r>
          </w:p>
          <w:p w14:paraId="58F60573" w14:textId="77777777" w:rsidR="00FB23F5" w:rsidRPr="00ED2F4E" w:rsidRDefault="00FB23F5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Ipc1/Pdk1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Pck1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Bck1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Mkk2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Mpk1</w:t>
            </w:r>
          </w:p>
          <w:p w14:paraId="023E5160" w14:textId="77777777" w:rsidR="00FB23F5" w:rsidRDefault="00FB23F5" w:rsidP="009F1036">
            <w:pPr>
              <w:tabs>
                <w:tab w:val="left" w:pos="0"/>
              </w:tabs>
              <w:jc w:val="left"/>
              <w:rPr>
                <w:rFonts w:ascii="Times New Roman" w:hAnsi="Times New Roman"/>
                <w:iCs/>
              </w:rPr>
            </w:pPr>
          </w:p>
          <w:p w14:paraId="0E609646" w14:textId="37744315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Thioredoxin system (</w:t>
            </w:r>
            <w:r w:rsidRPr="00ED2F4E">
              <w:rPr>
                <w:rFonts w:cs="Arial"/>
                <w:i/>
                <w:iCs/>
              </w:rPr>
              <w:t>thioredoxin, thioredoxin reductase, and NADPH)</w:t>
            </w:r>
          </w:p>
          <w:p w14:paraId="2A71C649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bookmarkStart w:id="18" w:name="OLE_LINK343"/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Glutathione peroxidase function</w:t>
            </w:r>
          </w:p>
          <w:bookmarkEnd w:id="18"/>
          <w:p w14:paraId="69D0A39A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Superoxide dismutase function</w:t>
            </w:r>
          </w:p>
          <w:p w14:paraId="042136EC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Sulphiredoxin/peroxiredoxin function</w:t>
            </w:r>
          </w:p>
          <w:p w14:paraId="79C3B1B7" w14:textId="4876E1D6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Downregulation of ribosomal biosynthesis</w:t>
            </w:r>
          </w:p>
        </w:tc>
      </w:tr>
      <w:tr w:rsidR="00C26F91" w:rsidRPr="00ED2F4E" w14:paraId="04E1C9E9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4EAD12" w14:textId="6EDBCD17" w:rsidR="00C26F91" w:rsidRPr="00ED2F4E" w:rsidRDefault="00C26F91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Osmotic stress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24BFB" w14:textId="0157DE73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Ada2, Ald5, Aqy1, Arb1, Aro8001, Axl2, Bzp2, Bzp4, Cdc24, Cfo1, Chs2, Cys2, Dur3, *Ena1, Exg1, Fre2, Fzc6, </w:t>
            </w:r>
            <w:r w:rsidRPr="00ED2F4E">
              <w:rPr>
                <w:rFonts w:cs="Arial"/>
                <w:i/>
                <w:iCs/>
              </w:rPr>
              <w:lastRenderedPageBreak/>
              <w:t>Fzc13, Fzc19, Fzc31, Fzc32, Fzc34, Fzc35, Fzc42, Fzc43, Fzc44, Fzc46, Fzc51, Gat5, Gat7, Gat8, Gcn4, Gpd1, Gpp1, Gpp2, Grx4, Gsc2, Hal1, Hap2, Hcm1, Hnm1, Hob1, Hob6, *Hog1, Mbs1, Mep2/Amt2, Mep3, Met32, Nha1, Nrg1, Pan1, Pdr5, Pip2, Pho84, Prm10, Prx1, Ptr2, Qdr1, Ras1, Rim101, Rnr3, Rsn1, Stl1, Sul1, Tok1, Tps1, Tps2, Uga3, Xut1, Yap2, Zfc6, *</w:t>
            </w:r>
            <w:r w:rsidRPr="00ED2F4E">
              <w:rPr>
                <w:rFonts w:cs="Arial"/>
                <w:iCs/>
              </w:rPr>
              <w:t>Pbs2, Skn7,</w:t>
            </w:r>
            <w:r w:rsidRPr="00ED2F4E">
              <w:rPr>
                <w:rFonts w:cs="Arial"/>
                <w:i/>
                <w:iCs/>
              </w:rPr>
              <w:t xml:space="preserve"> </w:t>
            </w:r>
            <w:r w:rsidRPr="00ED2F4E">
              <w:rPr>
                <w:rFonts w:cs="Arial"/>
                <w:iCs/>
              </w:rPr>
              <w:t>*Ssk1, Ssk2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997C0" w14:textId="22FD9541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  <w:i/>
              </w:rPr>
              <w:lastRenderedPageBreak/>
              <w:t xml:space="preserve">Atf1, Bna1, Cfo2, </w:t>
            </w:r>
            <w:r w:rsidRPr="00ED2F4E">
              <w:rPr>
                <w:rFonts w:cs="Arial"/>
                <w:i/>
                <w:iCs/>
              </w:rPr>
              <w:t xml:space="preserve">Cuf1, </w:t>
            </w:r>
            <w:r w:rsidRPr="00ED2F4E">
              <w:rPr>
                <w:rFonts w:cs="Arial"/>
                <w:i/>
              </w:rPr>
              <w:t xml:space="preserve">Ena1, Erg5, Fmp52, Fre7, </w:t>
            </w:r>
            <w:r w:rsidRPr="00ED2F4E">
              <w:rPr>
                <w:rFonts w:cs="Arial"/>
                <w:i/>
                <w:iCs/>
              </w:rPr>
              <w:t xml:space="preserve">Fzc36, </w:t>
            </w:r>
            <w:r w:rsidRPr="00ED2F4E">
              <w:rPr>
                <w:rFonts w:cs="Arial"/>
                <w:i/>
              </w:rPr>
              <w:t xml:space="preserve">Gal2, Gdb1, </w:t>
            </w:r>
            <w:r w:rsidRPr="00ED2F4E">
              <w:rPr>
                <w:rFonts w:cs="Arial"/>
                <w:i/>
                <w:iCs/>
              </w:rPr>
              <w:t xml:space="preserve">Hel2, Hem1, Hlh3, Hog1, Hsp78, </w:t>
            </w:r>
            <w:r w:rsidRPr="00ED2F4E">
              <w:rPr>
                <w:rFonts w:cs="Arial"/>
                <w:i/>
              </w:rPr>
              <w:t xml:space="preserve">Hxt13, </w:t>
            </w:r>
            <w:r w:rsidRPr="00ED2F4E">
              <w:rPr>
                <w:rFonts w:cs="Arial"/>
                <w:i/>
              </w:rPr>
              <w:lastRenderedPageBreak/>
              <w:t xml:space="preserve">Hxt17, Hxt5, Msh6, Pex7, Rnr2, Sur2, Tif5, Trm44, </w:t>
            </w:r>
            <w:r w:rsidRPr="00ED2F4E">
              <w:rPr>
                <w:rFonts w:cs="Arial"/>
                <w:iCs/>
              </w:rPr>
              <w:t xml:space="preserve">Pbs2, </w:t>
            </w:r>
            <w:r w:rsidRPr="00ED2F4E">
              <w:rPr>
                <w:rFonts w:cs="Arial"/>
              </w:rPr>
              <w:t>Rck2,</w:t>
            </w:r>
            <w:r w:rsidRPr="00ED2F4E">
              <w:rPr>
                <w:rFonts w:cs="Arial"/>
                <w:iCs/>
              </w:rPr>
              <w:t xml:space="preserve"> *Skn7, Ssk1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3B049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lastRenderedPageBreak/>
              <w:t>Cdc24-dependent Ras signalling pathway:</w:t>
            </w:r>
          </w:p>
          <w:p w14:paraId="269EC56A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Ras1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Cdc24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Cdc42-GTP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Ste20</w:t>
            </w:r>
            <w:bookmarkStart w:id="19" w:name="OLE_LINK2"/>
            <w:bookmarkStart w:id="20" w:name="OLE_LINK3"/>
          </w:p>
          <w:p w14:paraId="34082A22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</w:p>
          <w:p w14:paraId="38451DCA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lastRenderedPageBreak/>
              <w:t>Hog1 signalling pathway:</w:t>
            </w:r>
          </w:p>
          <w:p w14:paraId="317F8A1A" w14:textId="4E949424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Tco1/Tco2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Ypd1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Ssk1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Ssk2(MAPKKK)-Pbs2(MAPKK)-Hog1</w:t>
            </w:r>
            <w:bookmarkEnd w:id="19"/>
            <w:bookmarkEnd w:id="20"/>
            <w:r w:rsidRPr="00ED2F4E">
              <w:rPr>
                <w:rFonts w:cs="Arial"/>
                <w:iCs/>
              </w:rPr>
              <w:t>(MAPK)</w:t>
            </w:r>
          </w:p>
        </w:tc>
      </w:tr>
      <w:tr w:rsidR="00C26F91" w:rsidRPr="00ED2F4E" w14:paraId="66CF505C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E796DA" w14:textId="3504070A" w:rsidR="00C26F91" w:rsidRPr="00ED2F4E" w:rsidRDefault="00C26F91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  <w:iCs/>
              </w:rPr>
              <w:lastRenderedPageBreak/>
              <w:t>Cell wall and membrane stress by dyes and detergent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93080E" w14:textId="768EDBED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Asg1, Asg101, Bdl2, Bzp1/Hxl1, Bzp2, Bzp3, Bzp5, Cda1, Cdc24, Chs2, Chs5, Chs6, Chs7, Chs8, Clr1, Clr4, Crl6, Cuf1, Ecm22, Ert1, Fap1, Fks1, Fzc15, Fzc21, Fzc23, Fzc26, Fzc30, Fzc31, Fzc7, Gat1, Gat201, Gat5, Gat6, Gat7, Gcn5, Grx4, Gsc2, Hap2, Hlh3, Hob1, Hob3, Hob5, Hxl1, Jjj1, Kre61, Mp88, Nrg1, Ova1, Pan1, Pip2, Ras1, Rds2, Rho1, Rho10, Rho11, Rim101, Rlm1, Rum1, Sip4, Sp1/Crz1, Sre1, Sre1, Ssn8, Ssn80, Sxi1α, Usv101, Yap1, Yap2, Zfc4, Zfc6, </w:t>
            </w:r>
            <w:r w:rsidRPr="00ED2F4E">
              <w:rPr>
                <w:rFonts w:cs="Arial"/>
              </w:rPr>
              <w:t xml:space="preserve">Cdk8, </w:t>
            </w:r>
            <w:r w:rsidRPr="00ED2F4E">
              <w:rPr>
                <w:rFonts w:cs="Arial"/>
                <w:iCs/>
              </w:rPr>
              <w:t>Ire1, Kcs1, Mpk1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8D947" w14:textId="6198165F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  <w:i/>
                <w:iCs/>
              </w:rPr>
              <w:t xml:space="preserve">Bwc2, Fzc1, Fzc6, Fzc8, Fzc9, Fzc22, Fzc50, Fzc51, Grf1, Hsf3, Zfc1, </w:t>
            </w:r>
            <w:r w:rsidRPr="00ED2F4E">
              <w:rPr>
                <w:rFonts w:cs="Arial"/>
                <w:iCs/>
              </w:rPr>
              <w:t>Skn7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F1D58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bookmarkStart w:id="21" w:name="OLE_LINK237"/>
            <w:r w:rsidRPr="00ED2F4E">
              <w:rPr>
                <w:rFonts w:cs="Arial"/>
                <w:b/>
                <w:bCs/>
                <w:i/>
              </w:rPr>
              <w:t>Mpk signalling pathway:</w:t>
            </w:r>
          </w:p>
          <w:p w14:paraId="4D3582D9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Pdk1/Tor1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Pkc1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Bck1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Mkk2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Mpk1</w:t>
            </w:r>
            <w:bookmarkEnd w:id="21"/>
          </w:p>
          <w:p w14:paraId="18E99C6C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</w:p>
          <w:p w14:paraId="552289B0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Cdc24-dependent Ras signalling pathway:</w:t>
            </w:r>
          </w:p>
          <w:p w14:paraId="11A44A9E" w14:textId="29091675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Ras1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Cdc24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Cdc42-GTP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Ste20</w:t>
            </w:r>
          </w:p>
        </w:tc>
      </w:tr>
      <w:tr w:rsidR="00C26F91" w:rsidRPr="00ED2F4E" w14:paraId="7C806989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4AC5C5" w14:textId="5CAF4119" w:rsidR="00C26F91" w:rsidRPr="00ED2F4E" w:rsidRDefault="00C26F91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Genotoxic stress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1E311" w14:textId="4A613792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Ada2, Apn2, Bzp1/Hxl1, Bzp2, Cdc24, Fzc1, Fzc4, Fzc6, Gat5, Gat6, Grx4, </w:t>
            </w:r>
            <w:r w:rsidRPr="00ED2F4E">
              <w:rPr>
                <w:rFonts w:cs="Arial"/>
                <w:i/>
                <w:iCs/>
              </w:rPr>
              <w:lastRenderedPageBreak/>
              <w:t xml:space="preserve">Hcm1, Hcm101, Hlh2, Hob1, Jjj1, Mbs1, Miz1, Nrg1, Pip2, Ras1, Sre1, </w:t>
            </w:r>
            <w:r w:rsidRPr="00ED2F4E">
              <w:rPr>
                <w:rFonts w:cs="Arial"/>
                <w:iCs/>
              </w:rPr>
              <w:t>Skn7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DAD90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lastRenderedPageBreak/>
              <w:t>Fzc20, Yox101</w:t>
            </w:r>
          </w:p>
          <w:p w14:paraId="34C0EE79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838C4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Cdc24-dependent Ras signalling pathway:</w:t>
            </w:r>
          </w:p>
          <w:p w14:paraId="688975FD" w14:textId="06468DAD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Ras1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Cdc24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Cdc42-GTP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Ste20</w:t>
            </w:r>
          </w:p>
        </w:tc>
      </w:tr>
      <w:tr w:rsidR="00C26F91" w:rsidRPr="00ED2F4E" w14:paraId="2C873E19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5DABEC" w14:textId="5BB5CA7C" w:rsidR="00C26F91" w:rsidRPr="00ED2F4E" w:rsidRDefault="00C26F91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ER stress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96003" w14:textId="6825F06E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Ada2, Apn2, Bzp1/Hxl1,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Bzp2,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Bzp3, Ccr4,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Clr1, Cna1, CopI/Sec28, CopII/Sec13,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Cuf1, Dap2, Ddt1, Fpr3, Fzc2, Fzc21, Fzc25, Fzc31, Fzc36, Fzc44, Gat201,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Gat5, Gat7,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Hap2,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Hlh1, Hlh2,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Hob1, Hob7, Liv4, Mbs1,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Met32, Mln1,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Nrg1, Ost2,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 xml:space="preserve">Pan1, Per1, </w:t>
            </w:r>
            <w:r w:rsidRPr="00ED2F4E">
              <w:rPr>
                <w:rFonts w:cs="Arial"/>
                <w:i/>
                <w:iCs/>
                <w:vertAlign w:val="superscript"/>
              </w:rPr>
              <w:t>‡</w:t>
            </w:r>
            <w:r w:rsidRPr="00ED2F4E">
              <w:rPr>
                <w:rFonts w:cs="Arial"/>
                <w:i/>
                <w:iCs/>
              </w:rPr>
              <w:t>Pip2, Png1, Rim101, Rlm1, Rpn5, Rpn14, Crz1/Sp1, Sre1, Sss1, Ste12, Uba2, Usv101, Yap2, Zfc8,</w:t>
            </w:r>
            <w:r w:rsidRPr="00ED2F4E">
              <w:rPr>
                <w:rFonts w:cs="Arial"/>
                <w:iCs/>
              </w:rPr>
              <w:t xml:space="preserve"> Ire1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546C7" w14:textId="12858FB2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  <w:i/>
              </w:rPr>
              <w:t xml:space="preserve">Bwc2, </w:t>
            </w:r>
            <w:r w:rsidRPr="00ED2F4E">
              <w:rPr>
                <w:rFonts w:cs="Arial"/>
                <w:i/>
                <w:iCs/>
              </w:rPr>
              <w:t xml:space="preserve">Clr4, </w:t>
            </w:r>
            <w:r w:rsidRPr="00ED2F4E">
              <w:rPr>
                <w:rFonts w:cs="Arial"/>
                <w:i/>
              </w:rPr>
              <w:t xml:space="preserve">Fkh2, Fzc6, Fzc11, </w:t>
            </w:r>
            <w:r w:rsidRPr="00ED2F4E">
              <w:rPr>
                <w:rFonts w:cs="Arial"/>
                <w:i/>
                <w:iCs/>
              </w:rPr>
              <w:t xml:space="preserve">Fzc20, </w:t>
            </w:r>
            <w:r w:rsidRPr="00ED2F4E">
              <w:rPr>
                <w:rFonts w:cs="Arial"/>
                <w:i/>
              </w:rPr>
              <w:t xml:space="preserve">Gat6, </w:t>
            </w:r>
            <w:r w:rsidRPr="00ED2F4E">
              <w:rPr>
                <w:rFonts w:cs="Arial"/>
                <w:i/>
                <w:iCs/>
              </w:rPr>
              <w:t xml:space="preserve">Gat1, </w:t>
            </w:r>
            <w:r w:rsidRPr="00ED2F4E">
              <w:rPr>
                <w:rFonts w:cs="Arial"/>
                <w:i/>
              </w:rPr>
              <w:t xml:space="preserve">Gat203, Hcm1, Hel2, Hob3, Jjj1, Ppr1, Sip401, </w:t>
            </w:r>
            <w:r w:rsidRPr="00ED2F4E">
              <w:rPr>
                <w:rFonts w:cs="Arial"/>
                <w:i/>
                <w:iCs/>
              </w:rPr>
              <w:t xml:space="preserve">Rds2, </w:t>
            </w:r>
            <w:r w:rsidRPr="00ED2F4E">
              <w:rPr>
                <w:rFonts w:cs="Arial"/>
                <w:i/>
              </w:rPr>
              <w:t xml:space="preserve">Stb4, Yap1, Yap4, Zfc3, </w:t>
            </w:r>
            <w:r w:rsidRPr="00ED2F4E">
              <w:rPr>
                <w:rFonts w:cs="Arial"/>
                <w:i/>
                <w:iCs/>
              </w:rPr>
              <w:t xml:space="preserve">Zfc2, </w:t>
            </w:r>
            <w:r w:rsidRPr="00ED2F4E">
              <w:rPr>
                <w:rFonts w:cs="Arial"/>
                <w:i/>
              </w:rPr>
              <w:t xml:space="preserve">Zfc4, </w:t>
            </w:r>
            <w:r w:rsidRPr="00ED2F4E">
              <w:rPr>
                <w:rFonts w:cs="Arial"/>
                <w:iCs/>
              </w:rPr>
              <w:t>Skn7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64A13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 xml:space="preserve"> </w:t>
            </w:r>
            <w:r w:rsidRPr="00ED2F4E">
              <w:rPr>
                <w:rFonts w:cs="Arial"/>
                <w:b/>
                <w:bCs/>
                <w:i/>
              </w:rPr>
              <w:t>ER stress and UPR pathways:</w:t>
            </w:r>
          </w:p>
          <w:p w14:paraId="25B48D66" w14:textId="3DDD92F6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Folded_</w:t>
            </w:r>
            <w:r w:rsidRPr="00ED2F4E">
              <w:rPr>
                <w:rFonts w:cs="Arial"/>
                <w:iCs/>
                <w:vertAlign w:val="subscript"/>
              </w:rPr>
              <w:t>KAR2</w:t>
            </w:r>
            <w:r w:rsidRPr="00ED2F4E">
              <w:rPr>
                <w:rFonts w:ascii="Times New Roman" w:hAnsi="Times New Roman"/>
                <w:iCs/>
              </w:rPr>
              <w:t>↔</w:t>
            </w:r>
            <w:r w:rsidRPr="00ED2F4E">
              <w:rPr>
                <w:rFonts w:cs="Arial"/>
                <w:iCs/>
              </w:rPr>
              <w:t>Misfolded/Unfolded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ER Stress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/>
              </w:rPr>
              <w:t>IRE</w:t>
            </w:r>
            <w:r w:rsidRPr="00ED2F4E">
              <w:rPr>
                <w:rFonts w:cs="Arial"/>
                <w:iCs/>
              </w:rPr>
              <w:t xml:space="preserve"> polymerisation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 xml:space="preserve">(Unspliced </w:t>
            </w:r>
            <w:r w:rsidRPr="00F5700A">
              <w:rPr>
                <w:rFonts w:cs="Arial"/>
                <w:i/>
              </w:rPr>
              <w:t>Hxl1</w:t>
            </w:r>
            <w:r w:rsidRPr="00ED2F4E">
              <w:rPr>
                <w:rFonts w:cs="Arial"/>
                <w:iCs/>
              </w:rPr>
              <w:t xml:space="preserve"> </w:t>
            </w:r>
            <w:r w:rsidR="00907A49" w:rsidRPr="00907A49">
              <w:rPr>
                <w:rFonts w:cs="Arial"/>
                <w:i/>
                <w:iCs/>
              </w:rPr>
              <w:t>m</w:t>
            </w:r>
            <w:r w:rsidR="00907A49" w:rsidRPr="00907A49">
              <w:rPr>
                <w:rFonts w:cs="Arial"/>
              </w:rPr>
              <w:t>RNA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 xml:space="preserve">Spliced </w:t>
            </w:r>
            <w:r w:rsidRPr="00ED2F4E">
              <w:rPr>
                <w:rFonts w:cs="Arial"/>
                <w:i/>
              </w:rPr>
              <w:t>Hx</w:t>
            </w:r>
            <w:r w:rsidR="00F5700A">
              <w:rPr>
                <w:rFonts w:cs="Arial"/>
                <w:i/>
              </w:rPr>
              <w:t>l1</w:t>
            </w:r>
            <w:r w:rsidRPr="00ED2F4E">
              <w:rPr>
                <w:rFonts w:cs="Arial"/>
                <w:iCs/>
              </w:rPr>
              <w:t xml:space="preserve"> </w:t>
            </w:r>
            <w:r w:rsidR="00907A49" w:rsidRPr="00907A49">
              <w:rPr>
                <w:rFonts w:cs="Arial"/>
                <w:i/>
                <w:iCs/>
              </w:rPr>
              <w:t>m</w:t>
            </w:r>
            <w:r w:rsidR="00907A49" w:rsidRPr="00907A49">
              <w:rPr>
                <w:rFonts w:cs="Arial"/>
              </w:rPr>
              <w:t>RNA</w:t>
            </w:r>
            <w:r w:rsidRPr="00ED2F4E">
              <w:rPr>
                <w:rFonts w:cs="Arial"/>
                <w:iCs/>
              </w:rPr>
              <w:t>)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nuclear translocation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/>
              </w:rPr>
              <w:t>Kar2</w:t>
            </w:r>
            <w:r w:rsidR="0079567D">
              <w:rPr>
                <w:rFonts w:cs="Arial"/>
                <w:i/>
              </w:rPr>
              <w:t>/BiP</w:t>
            </w:r>
            <w:r w:rsidRPr="00ED2F4E">
              <w:rPr>
                <w:rFonts w:cs="Arial"/>
                <w:iCs/>
              </w:rPr>
              <w:t xml:space="preserve"> expression</w:t>
            </w:r>
          </w:p>
          <w:p w14:paraId="69EF1928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ascii="Times New Roman" w:hAnsi="Times New Roman"/>
                <w:iCs/>
              </w:rPr>
            </w:pPr>
          </w:p>
          <w:p w14:paraId="7D792B83" w14:textId="752687DE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 xml:space="preserve"> </w:t>
            </w:r>
            <w:r w:rsidR="00907A49" w:rsidRPr="00907A49">
              <w:rPr>
                <w:rFonts w:cs="Arial"/>
                <w:i/>
                <w:iCs/>
              </w:rPr>
              <w:t>m</w:t>
            </w:r>
            <w:r w:rsidR="00907A49" w:rsidRPr="00907A49">
              <w:rPr>
                <w:rFonts w:cs="Arial"/>
              </w:rPr>
              <w:t>RNA</w:t>
            </w:r>
            <w:r w:rsidRPr="00ED2F4E">
              <w:rPr>
                <w:rFonts w:cs="Arial"/>
                <w:iCs/>
              </w:rPr>
              <w:t xml:space="preserve"> decay process</w:t>
            </w:r>
          </w:p>
        </w:tc>
      </w:tr>
      <w:tr w:rsidR="00C26F91" w:rsidRPr="00ED2F4E" w14:paraId="5764538C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660226" w14:textId="3B3B12C5" w:rsidR="00C26F91" w:rsidRPr="00ED2F4E" w:rsidRDefault="00C26F91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UPR signalling pathway and ubiquitin-dependent stress-induced protein catabolic process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D4711" w14:textId="7A8CC4A8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Alg7, Ccr4, Chs2, Cna1, Cpr3, Ddi1, Der1, Erv29, Hxl1, Ino1, Itr1, Kar2/Bi</w:t>
            </w:r>
            <w:r w:rsidR="0007392A" w:rsidRPr="00ED2F4E">
              <w:rPr>
                <w:rFonts w:cs="Arial"/>
                <w:i/>
                <w:iCs/>
              </w:rPr>
              <w:t>P</w:t>
            </w:r>
            <w:r w:rsidRPr="00ED2F4E">
              <w:rPr>
                <w:rFonts w:cs="Arial"/>
                <w:i/>
                <w:iCs/>
              </w:rPr>
              <w:t xml:space="preserve">, Met30, Mpe1, Nam7, Ost1, Otu2, Pmt1, Pmt2, Pmt4, Puf4, Qri8, Rad16, Rad23, Rad4, Rad7, Ris1, Rpa32, Rpb4, Rpn14, Rsp5, Sec61, Ubc4, Ubc6, Ubc60, Ubc8, Ubi4, Ubp13, Ubp16, Wbp1, </w:t>
            </w:r>
            <w:r w:rsidRPr="00ED2F4E">
              <w:rPr>
                <w:rFonts w:cs="Arial"/>
                <w:iCs/>
              </w:rPr>
              <w:t>Ire1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C3A28" w14:textId="2992B0AA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  <w:i/>
              </w:rPr>
              <w:t xml:space="preserve">Aos1, </w:t>
            </w:r>
            <w:r w:rsidRPr="00ED2F4E">
              <w:rPr>
                <w:rFonts w:cs="Arial"/>
                <w:i/>
                <w:iCs/>
              </w:rPr>
              <w:t xml:space="preserve">Apc1, Apc11, Arc40, Blm10, Cdc16, Cdc23, Cdc31, Cdc36, Cop1, Dnc1, Egd2, Gcn1, Gga2, Hrd1, Hrt1, Ibr1, Kog1, Mlo2, Nas5, </w:t>
            </w:r>
            <w:r w:rsidRPr="00ED2F4E">
              <w:rPr>
                <w:rFonts w:ascii="Times New Roman" w:hAnsi="Times New Roman"/>
                <w:i/>
                <w:iCs/>
                <w:vertAlign w:val="superscript"/>
              </w:rPr>
              <w:t>▼</w:t>
            </w:r>
            <w:r w:rsidRPr="00ED2F4E">
              <w:rPr>
                <w:rFonts w:cs="Arial"/>
                <w:i/>
                <w:iCs/>
              </w:rPr>
              <w:t xml:space="preserve">Pan2, </w:t>
            </w:r>
            <w:r w:rsidRPr="00ED2F4E">
              <w:rPr>
                <w:rFonts w:cs="Arial"/>
                <w:i/>
              </w:rPr>
              <w:t xml:space="preserve">Pps1, </w:t>
            </w:r>
            <w:r w:rsidRPr="00ED2F4E">
              <w:rPr>
                <w:rFonts w:cs="Arial"/>
                <w:i/>
                <w:iCs/>
              </w:rPr>
              <w:t>Pre1</w:t>
            </w:r>
            <w:r w:rsidR="00FE6673" w:rsidRPr="00ED2F4E">
              <w:rPr>
                <w:rFonts w:cs="Arial"/>
                <w:i/>
                <w:iCs/>
              </w:rPr>
              <w:t>, Pre2, Pre3, Pre4, Pre5, Pre6, Pre7, Pre8, Pre9, Pre</w:t>
            </w:r>
            <w:r w:rsidRPr="00ED2F4E">
              <w:rPr>
                <w:rFonts w:cs="Arial"/>
                <w:i/>
                <w:iCs/>
              </w:rPr>
              <w:t>10, Pup1, Pup3, Rad5, Rad6/Ubc2, Rpn1</w:t>
            </w:r>
            <w:r w:rsidR="00176246" w:rsidRPr="00ED2F4E">
              <w:rPr>
                <w:rFonts w:cs="Arial"/>
                <w:i/>
                <w:iCs/>
              </w:rPr>
              <w:t>, Rpn2, Rpn</w:t>
            </w:r>
            <w:r w:rsidRPr="00ED2F4E">
              <w:rPr>
                <w:rFonts w:cs="Arial"/>
                <w:i/>
                <w:iCs/>
              </w:rPr>
              <w:t>3, Rpn5</w:t>
            </w:r>
            <w:r w:rsidR="00233234" w:rsidRPr="00ED2F4E">
              <w:rPr>
                <w:rFonts w:cs="Arial"/>
                <w:i/>
                <w:iCs/>
              </w:rPr>
              <w:t>, Rpn6, Rpn7</w:t>
            </w:r>
            <w:r w:rsidRPr="00ED2F4E">
              <w:rPr>
                <w:rFonts w:cs="Arial"/>
                <w:i/>
                <w:iCs/>
              </w:rPr>
              <w:t xml:space="preserve">, Rpn8/Rpn12, Rpn8/Rpn80, Rpn9, </w:t>
            </w:r>
            <w:r w:rsidR="00233234" w:rsidRPr="00ED2F4E">
              <w:rPr>
                <w:rFonts w:cs="Arial"/>
                <w:i/>
                <w:iCs/>
              </w:rPr>
              <w:t xml:space="preserve">Rpn10, Rpn11, </w:t>
            </w:r>
            <w:r w:rsidRPr="00ED2F4E">
              <w:rPr>
                <w:rFonts w:cs="Arial"/>
                <w:i/>
                <w:iCs/>
              </w:rPr>
              <w:t>Rps31/Ubi3, Rpt1</w:t>
            </w:r>
            <w:r w:rsidR="00233234" w:rsidRPr="00ED2F4E">
              <w:rPr>
                <w:rFonts w:cs="Arial"/>
                <w:i/>
                <w:iCs/>
              </w:rPr>
              <w:t>, Rpt2, Rpt3, Rpt4, Rpt5, Rpt</w:t>
            </w:r>
            <w:r w:rsidRPr="00ED2F4E">
              <w:rPr>
                <w:rFonts w:cs="Arial"/>
                <w:i/>
                <w:iCs/>
              </w:rPr>
              <w:t xml:space="preserve">6, Scl1, Sec27, Sgt1, Skp1, </w:t>
            </w:r>
            <w:r w:rsidRPr="00ED2F4E">
              <w:rPr>
                <w:rFonts w:cs="Arial"/>
                <w:i/>
              </w:rPr>
              <w:t xml:space="preserve">Sod2, </w:t>
            </w:r>
            <w:r w:rsidRPr="00ED2F4E">
              <w:rPr>
                <w:rFonts w:cs="Arial"/>
                <w:i/>
                <w:iCs/>
              </w:rPr>
              <w:t xml:space="preserve">Tul1, Ubc1, Ubc12, Ubc13, Ubc5, Ubp14, Ubp6, Vps21, Vps36, Yrb1, Yuh1, </w:t>
            </w:r>
            <w:r w:rsidRPr="00ED2F4E">
              <w:rPr>
                <w:rFonts w:cs="Arial"/>
              </w:rPr>
              <w:t>Cks1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8BFDE" w14:textId="77777777" w:rsidR="007E6CA3" w:rsidRPr="007E6CA3" w:rsidRDefault="007E6CA3" w:rsidP="009F1036">
            <w:pPr>
              <w:tabs>
                <w:tab w:val="left" w:pos="0"/>
              </w:tabs>
              <w:jc w:val="left"/>
              <w:rPr>
                <w:iCs/>
              </w:rPr>
            </w:pPr>
            <w:r w:rsidRPr="007E6CA3">
              <w:rPr>
                <w:rFonts w:ascii="Times New Roman" w:hAnsi="Times New Roman"/>
                <w:iCs/>
              </w:rPr>
              <w:t>►</w:t>
            </w:r>
            <w:r w:rsidRPr="007E6CA3">
              <w:rPr>
                <w:b/>
                <w:bCs/>
                <w:i/>
                <w:iCs/>
              </w:rPr>
              <w:t>ER- and cell wall-stress response:</w:t>
            </w:r>
          </w:p>
          <w:p w14:paraId="4835A8AD" w14:textId="77777777" w:rsidR="007E6CA3" w:rsidRPr="007E6CA3" w:rsidRDefault="007E6CA3" w:rsidP="009F1036">
            <w:pPr>
              <w:tabs>
                <w:tab w:val="left" w:pos="0"/>
              </w:tabs>
              <w:jc w:val="left"/>
              <w:rPr>
                <w:iCs/>
              </w:rPr>
            </w:pPr>
            <w:r w:rsidRPr="007E6CA3">
              <w:rPr>
                <w:iCs/>
              </w:rPr>
              <w:t>Pdk1/Tor1</w:t>
            </w:r>
            <w:r w:rsidRPr="007E6CA3">
              <w:rPr>
                <w:iCs/>
              </w:rPr>
              <w:sym w:font="Wingdings" w:char="F0E0"/>
            </w:r>
            <w:r w:rsidRPr="007E6CA3">
              <w:rPr>
                <w:iCs/>
              </w:rPr>
              <w:t>Pkc1</w:t>
            </w:r>
            <w:r w:rsidRPr="007E6CA3">
              <w:rPr>
                <w:iCs/>
              </w:rPr>
              <w:sym w:font="Wingdings" w:char="F0E0"/>
            </w:r>
            <w:r w:rsidRPr="007E6CA3">
              <w:rPr>
                <w:iCs/>
              </w:rPr>
              <w:t>Bck1</w:t>
            </w:r>
            <w:r w:rsidRPr="007E6CA3">
              <w:rPr>
                <w:iCs/>
              </w:rPr>
              <w:sym w:font="Wingdings" w:char="F0E0"/>
            </w:r>
            <w:r w:rsidRPr="007E6CA3">
              <w:rPr>
                <w:iCs/>
              </w:rPr>
              <w:t>Mkk2</w:t>
            </w:r>
            <w:r w:rsidRPr="007E6CA3">
              <w:rPr>
                <w:iCs/>
              </w:rPr>
              <w:sym w:font="Wingdings" w:char="F0E0"/>
            </w:r>
            <w:r w:rsidRPr="007E6CA3">
              <w:rPr>
                <w:iCs/>
              </w:rPr>
              <w:t>Mpk1</w:t>
            </w:r>
          </w:p>
          <w:p w14:paraId="4D94C698" w14:textId="77777777" w:rsidR="007E6CA3" w:rsidRPr="007E6CA3" w:rsidRDefault="007E6CA3" w:rsidP="009F1036">
            <w:pPr>
              <w:tabs>
                <w:tab w:val="left" w:pos="0"/>
              </w:tabs>
              <w:jc w:val="left"/>
              <w:rPr>
                <w:iCs/>
              </w:rPr>
            </w:pPr>
            <w:r w:rsidRPr="007E6CA3">
              <w:rPr>
                <w:rFonts w:ascii="Times New Roman" w:hAnsi="Times New Roman"/>
                <w:iCs/>
              </w:rPr>
              <w:t>►</w:t>
            </w:r>
            <w:r w:rsidRPr="007E6CA3">
              <w:rPr>
                <w:b/>
                <w:bCs/>
                <w:i/>
                <w:iCs/>
              </w:rPr>
              <w:t>ER stress and UPR pathways:</w:t>
            </w:r>
          </w:p>
          <w:p w14:paraId="015FE86D" w14:textId="7BC9C5B5" w:rsidR="00C26F91" w:rsidRPr="00ED2F4E" w:rsidRDefault="007E6CA3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iCs/>
              </w:rPr>
              <w:t>Folded_</w:t>
            </w:r>
            <w:r w:rsidRPr="00ED2F4E">
              <w:rPr>
                <w:iCs/>
                <w:vertAlign w:val="subscript"/>
              </w:rPr>
              <w:t>KAR2</w:t>
            </w:r>
            <w:r w:rsidRPr="00ED2F4E">
              <w:rPr>
                <w:rFonts w:ascii="Times New Roman" w:hAnsi="Times New Roman"/>
                <w:iCs/>
              </w:rPr>
              <w:t>↔</w:t>
            </w:r>
            <w:r w:rsidRPr="00ED2F4E">
              <w:rPr>
                <w:iCs/>
              </w:rPr>
              <w:t>Misfolded/Unfolded</w:t>
            </w:r>
            <w:r w:rsidRPr="00ED2F4E">
              <w:rPr>
                <w:iCs/>
              </w:rPr>
              <w:sym w:font="Wingdings" w:char="F0E0"/>
            </w:r>
            <w:r w:rsidRPr="00ED2F4E">
              <w:rPr>
                <w:iCs/>
              </w:rPr>
              <w:t>ER Stress</w:t>
            </w:r>
            <w:r w:rsidRPr="00ED2F4E">
              <w:rPr>
                <w:iCs/>
              </w:rPr>
              <w:sym w:font="Wingdings" w:char="F0E0"/>
            </w:r>
            <w:r w:rsidRPr="00ED2F4E">
              <w:rPr>
                <w:i/>
                <w:iCs/>
              </w:rPr>
              <w:t>IRE</w:t>
            </w:r>
            <w:r w:rsidRPr="00ED2F4E">
              <w:rPr>
                <w:iCs/>
              </w:rPr>
              <w:t xml:space="preserve"> polymerisation</w:t>
            </w:r>
            <w:r w:rsidRPr="00ED2F4E">
              <w:rPr>
                <w:iCs/>
              </w:rPr>
              <w:sym w:font="Wingdings" w:char="F0E0"/>
            </w:r>
            <w:r w:rsidRPr="00ED2F4E">
              <w:rPr>
                <w:iCs/>
              </w:rPr>
              <w:t xml:space="preserve">(Unspliced </w:t>
            </w:r>
            <w:r w:rsidRPr="00ED2F4E">
              <w:rPr>
                <w:i/>
                <w:iCs/>
              </w:rPr>
              <w:t>Hxl1</w:t>
            </w:r>
            <w:r w:rsidRPr="00ED2F4E">
              <w:rPr>
                <w:iCs/>
              </w:rPr>
              <w:t xml:space="preserve"> </w:t>
            </w:r>
            <w:r w:rsidR="00907A49" w:rsidRPr="00907A49">
              <w:rPr>
                <w:i/>
                <w:iCs/>
              </w:rPr>
              <w:t>m</w:t>
            </w:r>
            <w:r w:rsidR="00907A49" w:rsidRPr="00907A49">
              <w:t>RNA</w:t>
            </w:r>
            <w:r w:rsidRPr="00ED2F4E">
              <w:rPr>
                <w:iCs/>
              </w:rPr>
              <w:sym w:font="Wingdings" w:char="F0E0"/>
            </w:r>
            <w:r w:rsidRPr="00ED2F4E">
              <w:rPr>
                <w:iCs/>
              </w:rPr>
              <w:t xml:space="preserve">Spliced </w:t>
            </w:r>
            <w:r w:rsidRPr="00ED2F4E">
              <w:rPr>
                <w:i/>
                <w:iCs/>
              </w:rPr>
              <w:t>Hxl1</w:t>
            </w:r>
            <w:r w:rsidRPr="00ED2F4E">
              <w:rPr>
                <w:iCs/>
              </w:rPr>
              <w:t xml:space="preserve"> </w:t>
            </w:r>
            <w:r w:rsidR="00907A49" w:rsidRPr="00907A49">
              <w:rPr>
                <w:i/>
                <w:iCs/>
              </w:rPr>
              <w:t>m</w:t>
            </w:r>
            <w:r w:rsidR="00907A49" w:rsidRPr="00907A49">
              <w:t>RNA</w:t>
            </w:r>
            <w:r w:rsidRPr="00ED2F4E">
              <w:rPr>
                <w:iCs/>
              </w:rPr>
              <w:t>)</w:t>
            </w:r>
            <w:r w:rsidRPr="00ED2F4E">
              <w:rPr>
                <w:iCs/>
              </w:rPr>
              <w:sym w:font="Wingdings" w:char="F0E0"/>
            </w:r>
            <w:r w:rsidRPr="00ED2F4E">
              <w:rPr>
                <w:iCs/>
              </w:rPr>
              <w:t>nuclear translocation</w:t>
            </w:r>
            <w:r w:rsidRPr="00ED2F4E">
              <w:rPr>
                <w:iCs/>
              </w:rPr>
              <w:sym w:font="Wingdings" w:char="F0E0"/>
            </w:r>
            <w:r w:rsidRPr="00ED2F4E">
              <w:rPr>
                <w:i/>
                <w:iCs/>
              </w:rPr>
              <w:t>Kar2, Ost1, Pmt1, Pmt2, Pmt4, Wbp1</w:t>
            </w:r>
            <w:r w:rsidRPr="00ED2F4E">
              <w:rPr>
                <w:iCs/>
              </w:rPr>
              <w:t xml:space="preserve"> expression for virulence, thermotolerance, antifungal drug and diamide resistance, membrane and cell wall stability</w:t>
            </w:r>
          </w:p>
        </w:tc>
      </w:tr>
      <w:tr w:rsidR="00C26F91" w:rsidRPr="00ED2F4E" w14:paraId="2C798688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E5F34F" w14:textId="7108BCF3" w:rsidR="00C26F91" w:rsidRPr="00ED2F4E" w:rsidRDefault="00C26F91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lastRenderedPageBreak/>
              <w:t>Processing bodies (P-bodies) and stress granules – PΒs/SGs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B3EDA7" w14:textId="7745B79A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Anb1, Car2, Cdc3, Cna1, Crz1, Ede1, Hsp12, Gcd2, Gwo1, Lhp1, Lsp1, Pab1, Pbp1, Pdc1, Puf4, Sec16, Sla1, Snf7, Smy2, Spc34, Tif3, Vts1, Yhb1, Ypi1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0CBE1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17C91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Cna1/Cnb1 signalling pathway:</w:t>
            </w:r>
          </w:p>
          <w:p w14:paraId="7634969F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[Ca</w:t>
            </w:r>
            <w:r w:rsidRPr="00ED2F4E">
              <w:rPr>
                <w:rFonts w:cs="Arial"/>
                <w:iCs/>
                <w:vertAlign w:val="superscript"/>
              </w:rPr>
              <w:t>2+</w:t>
            </w:r>
            <w:r w:rsidRPr="00ED2F4E">
              <w:rPr>
                <w:rFonts w:cs="Arial"/>
                <w:iCs/>
              </w:rPr>
              <w:t>]</w:t>
            </w:r>
            <w:r w:rsidRPr="00ED2F4E">
              <w:rPr>
                <w:rFonts w:ascii="Times New Roman" w:hAnsi="Times New Roman"/>
                <w:iCs/>
              </w:rPr>
              <w:t>↑</w:t>
            </w:r>
            <w:r w:rsidRPr="00ED2F4E">
              <w:rPr>
                <w:rFonts w:cs="Arial"/>
                <w:iCs/>
              </w:rPr>
              <w:t>Cam1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b/>
                <w:bCs/>
                <w:iCs/>
              </w:rPr>
              <w:t>Cna1</w:t>
            </w:r>
            <w:r w:rsidRPr="00ED2F4E">
              <w:rPr>
                <w:rFonts w:cs="Arial"/>
                <w:iCs/>
              </w:rPr>
              <w:t>/Cnb1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Crz1 activation by dephosphorylation</w:t>
            </w:r>
          </w:p>
          <w:p w14:paraId="5A834AB2" w14:textId="77777777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[Ca</w:t>
            </w:r>
            <w:r w:rsidRPr="00ED2F4E">
              <w:rPr>
                <w:rFonts w:cs="Arial"/>
                <w:iCs/>
                <w:vertAlign w:val="superscript"/>
              </w:rPr>
              <w:t>2+</w:t>
            </w:r>
            <w:r w:rsidRPr="00ED2F4E">
              <w:rPr>
                <w:rFonts w:cs="Arial"/>
                <w:iCs/>
              </w:rPr>
              <w:t>]</w:t>
            </w:r>
            <w:r w:rsidRPr="00ED2F4E">
              <w:rPr>
                <w:rFonts w:ascii="Times New Roman" w:hAnsi="Times New Roman"/>
                <w:iCs/>
              </w:rPr>
              <w:t>↑</w:t>
            </w:r>
            <w:r w:rsidRPr="00ED2F4E">
              <w:rPr>
                <w:rFonts w:cs="Arial"/>
                <w:iCs/>
              </w:rPr>
              <w:t>Cam1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b/>
                <w:bCs/>
                <w:iCs/>
              </w:rPr>
              <w:t>Cna1</w:t>
            </w:r>
            <w:r w:rsidRPr="00ED2F4E">
              <w:rPr>
                <w:rFonts w:cs="Arial"/>
                <w:iCs/>
              </w:rPr>
              <w:t>/Cnb1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Lhp-</w:t>
            </w:r>
            <w:r w:rsidRPr="00ED2F4E">
              <w:rPr>
                <w:rFonts w:cs="Arial"/>
                <w:iCs/>
                <w:color w:val="538135" w:themeColor="accent6" w:themeShade="BF"/>
              </w:rPr>
              <w:t>P</w:t>
            </w:r>
          </w:p>
          <w:p w14:paraId="0C8A30A9" w14:textId="31FC19B4" w:rsidR="00C26F91" w:rsidRPr="00ED2F4E" w:rsidRDefault="00C26F91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[Ca</w:t>
            </w:r>
            <w:r w:rsidRPr="00ED2F4E">
              <w:rPr>
                <w:rFonts w:cs="Arial"/>
                <w:iCs/>
                <w:vertAlign w:val="superscript"/>
              </w:rPr>
              <w:t>2+</w:t>
            </w:r>
            <w:r w:rsidRPr="00ED2F4E">
              <w:rPr>
                <w:rFonts w:cs="Arial"/>
                <w:iCs/>
              </w:rPr>
              <w:t>]</w:t>
            </w:r>
            <w:r w:rsidRPr="00ED2F4E">
              <w:rPr>
                <w:rFonts w:ascii="Times New Roman" w:hAnsi="Times New Roman"/>
                <w:iCs/>
              </w:rPr>
              <w:t>↑</w:t>
            </w:r>
            <w:r w:rsidRPr="00ED2F4E">
              <w:rPr>
                <w:rFonts w:cs="Arial"/>
                <w:iCs/>
              </w:rPr>
              <w:t>Cam1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Cna1/Cnb1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Puf4-</w:t>
            </w:r>
            <w:r w:rsidRPr="00ED2F4E">
              <w:rPr>
                <w:rFonts w:cs="Arial"/>
                <w:iCs/>
                <w:color w:val="538135" w:themeColor="accent6" w:themeShade="BF"/>
              </w:rPr>
              <w:t>P</w:t>
            </w:r>
            <w:r w:rsidRPr="00ED2F4E">
              <w:rPr>
                <w:rFonts w:cs="Arial"/>
                <w:iCs/>
              </w:rPr>
              <w:t>, Pbp1-</w:t>
            </w:r>
            <w:r w:rsidRPr="00ED2F4E">
              <w:rPr>
                <w:rFonts w:cs="Arial"/>
                <w:iCs/>
                <w:color w:val="538135" w:themeColor="accent6" w:themeShade="BF"/>
              </w:rPr>
              <w:t>P</w:t>
            </w:r>
            <w:r w:rsidRPr="00ED2F4E">
              <w:rPr>
                <w:rFonts w:cs="Arial"/>
                <w:iCs/>
                <w:color w:val="538135" w:themeColor="accent6" w:themeShade="BF"/>
                <w:vertAlign w:val="subscript"/>
              </w:rPr>
              <w:t>n</w:t>
            </w:r>
            <w:r w:rsidRPr="00ED2F4E">
              <w:rPr>
                <w:rFonts w:cs="Arial"/>
                <w:iCs/>
              </w:rPr>
              <w:t xml:space="preserve"> (hyper-phosphorylation</w:t>
            </w:r>
            <w:r w:rsidR="00D04F8F" w:rsidRPr="00ED2F4E">
              <w:rPr>
                <w:rFonts w:cs="Arial"/>
                <w:iCs/>
              </w:rPr>
              <w:t>; n represents multiple phosphorylation</w:t>
            </w:r>
            <w:r w:rsidRPr="00ED2F4E">
              <w:rPr>
                <w:rFonts w:cs="Arial"/>
                <w:iCs/>
              </w:rPr>
              <w:t>)</w:t>
            </w:r>
          </w:p>
        </w:tc>
      </w:tr>
      <w:tr w:rsidR="00D04F8F" w:rsidRPr="00ED2F4E" w14:paraId="4329705D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ADFA7" w14:textId="3E94C0A6" w:rsidR="00D04F8F" w:rsidRPr="00ED2F4E" w:rsidRDefault="00D04F8F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Heavy metal stress response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2F81E" w14:textId="6BAF64C9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Ade12,</w:t>
            </w:r>
            <w:r w:rsidRPr="00ED2F4E">
              <w:rPr>
                <w:rFonts w:cs="Arial"/>
                <w:b/>
                <w:i/>
                <w:iCs/>
              </w:rPr>
              <w:t xml:space="preserve"> </w:t>
            </w:r>
            <w:r w:rsidRPr="00ED2F4E">
              <w:rPr>
                <w:rFonts w:cs="Arial"/>
                <w:bCs/>
                <w:i/>
                <w:iCs/>
              </w:rPr>
              <w:t>Ada2</w:t>
            </w:r>
            <w:r w:rsidRPr="00ED2F4E">
              <w:rPr>
                <w:rFonts w:cs="Arial"/>
                <w:i/>
                <w:iCs/>
              </w:rPr>
              <w:t xml:space="preserve">, Alo1, Alp5, Arf2, Arr3, Aro80, Aro8001, Asr2, Atm1, Atp1, Bdf1, Bre2, Bzp2, Bzp4, Ccd4, Cdc24, Cdc34, Coq2, Coq10, Ctf4, Cuf1, Elp3, Erg6, Fap1, Fzc10, Fzc19, Fzc35, Fzc37, Fzc46, Fzc47, Fzc51, Fzc6, Fzc8, Gat5, Gcn3, Gcn5, Gln3, Gsh1, Hap2, Hcm1, Hmt2, Hob5, Hob6, Hob7, Isa1, Kip1, Lys2, Met3, Met7, Map1, Mbs2, Mln1, Mtd1, Myo2, Nab2, Nha1, Pip2, Pip201, Pub1, Ras1, Rsc8, Rib4, Rum1, Sah1, Sfa1, Snf2, Tma29, Tom1, Top1, Trr1, Tsr2, Tub2, Tub4, Tup1, Ubc4, Ubp14, Vps1, Vps17, Yap1, Yox101, Zfc8, </w:t>
            </w:r>
            <w:r w:rsidRPr="00ED2F4E">
              <w:rPr>
                <w:rFonts w:cs="Arial"/>
                <w:iCs/>
              </w:rPr>
              <w:t>Skn7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54056" w14:textId="42BA73F9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  <w:i/>
              </w:rPr>
              <w:t xml:space="preserve">Alr2, Asg101, Atf1, Bzp1/Hxl1, Clr1, Doa4, Fzc20, Fzc39, Fzc50, Fzc7, Gat201, Gat204, Gat7, </w:t>
            </w:r>
            <w:r w:rsidRPr="00ED2F4E">
              <w:rPr>
                <w:rFonts w:cs="Arial"/>
                <w:i/>
                <w:iCs/>
              </w:rPr>
              <w:t xml:space="preserve">Gst3, </w:t>
            </w:r>
            <w:r w:rsidRPr="00ED2F4E">
              <w:rPr>
                <w:rFonts w:cs="Arial"/>
                <w:i/>
              </w:rPr>
              <w:t>Hlh2, Hog1, Hsf3, Mde5, Nrg1, Pma1, Rds2, Rlm1, Sip4, Sod2, Sol3, Sre1, Vps4, Zfc3, Znf2,</w:t>
            </w:r>
            <w:r w:rsidRPr="00ED2F4E">
              <w:rPr>
                <w:rFonts w:cs="Arial"/>
              </w:rPr>
              <w:t xml:space="preserve"> Pbs2, Ssk1, Ssk2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FE22A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 xml:space="preserve"> Histone acetylation</w:t>
            </w:r>
          </w:p>
          <w:p w14:paraId="6B01E7E0" w14:textId="44941C68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 xml:space="preserve"> Deactivation of Hog1 MAPK</w:t>
            </w:r>
          </w:p>
        </w:tc>
      </w:tr>
      <w:tr w:rsidR="00D04F8F" w:rsidRPr="00ED2F4E" w14:paraId="2FBF8C2E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098CE" w14:textId="01128FA3" w:rsidR="00D04F8F" w:rsidRPr="00ED2F4E" w:rsidRDefault="00D04F8F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Environmental and common stress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E2ECC7" w14:textId="401D0920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Bgl2, Bsc6, Ccn1, Cdc14, Chs7, Chs8, Dcs1, Dna2, Ena2, Gal2, Gsc2, Fmp10, Fre7, Fur4, Fzd6, Jlp1, Kre5, Kre6, Mei2, Mnd1, Mug58, Ole1, Ova1, Ova2, </w:t>
            </w:r>
            <w:r w:rsidRPr="00ED2F4E">
              <w:rPr>
                <w:rFonts w:cs="Arial"/>
                <w:bCs/>
                <w:i/>
                <w:iCs/>
              </w:rPr>
              <w:t>Pkp1</w:t>
            </w:r>
            <w:r w:rsidRPr="00ED2F4E">
              <w:rPr>
                <w:rFonts w:cs="Arial"/>
                <w:i/>
                <w:iCs/>
              </w:rPr>
              <w:t xml:space="preserve">, Pnc1, Pma1, Ptp1, Ptp2, Rad14, Rad3, Rdi1, Rsb1, Set1, Skn1, </w:t>
            </w:r>
            <w:r w:rsidRPr="00ED2F4E">
              <w:rPr>
                <w:rFonts w:cs="Arial"/>
                <w:i/>
                <w:iCs/>
              </w:rPr>
              <w:lastRenderedPageBreak/>
              <w:t>Sly41, Snf3, Spt3, Tpo2, Tps1, Tps2, Yrm1, Ysa1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27540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8BB8B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</w:p>
        </w:tc>
      </w:tr>
      <w:tr w:rsidR="00D04F8F" w:rsidRPr="00ED2F4E" w14:paraId="19AD4ECD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5EC0C" w14:textId="34F3F136" w:rsidR="00D04F8F" w:rsidRPr="00ED2F4E" w:rsidRDefault="00D04F8F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Light and UV-light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7D6246" w14:textId="0D7968BB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Bwc1, Bwc2, Cwc1, Cwc2, Rad17/Mec3/Ddc1, Rad24, Ssn8, Uve1, </w:t>
            </w:r>
            <w:r w:rsidRPr="00ED2F4E">
              <w:rPr>
                <w:rFonts w:cs="Arial"/>
                <w:iCs/>
              </w:rPr>
              <w:t>Crk1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FF012" w14:textId="05B385AF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  <w:i/>
                <w:iCs/>
              </w:rPr>
              <w:t>Cwc1</w:t>
            </w:r>
            <w:r w:rsidRPr="00ED2F4E">
              <w:rPr>
                <w:rFonts w:cs="Arial"/>
                <w:i/>
                <w:iCs/>
                <w:vertAlign w:val="superscript"/>
              </w:rPr>
              <w:t>Light</w:t>
            </w:r>
            <w:r w:rsidRPr="00ED2F4E">
              <w:rPr>
                <w:rFonts w:cs="Arial"/>
                <w:i/>
                <w:iCs/>
              </w:rPr>
              <w:t>, Cwc2</w:t>
            </w:r>
            <w:r w:rsidRPr="00ED2F4E">
              <w:rPr>
                <w:rFonts w:cs="Arial"/>
                <w:i/>
                <w:iCs/>
                <w:vertAlign w:val="superscript"/>
              </w:rPr>
              <w:t>Light</w:t>
            </w:r>
            <w:r w:rsidRPr="00ED2F4E">
              <w:rPr>
                <w:rFonts w:cs="Arial"/>
                <w:i/>
                <w:iCs/>
              </w:rPr>
              <w:t xml:space="preserve">, </w:t>
            </w:r>
            <w:r w:rsidRPr="00ED2F4E">
              <w:rPr>
                <w:rFonts w:cs="Arial"/>
                <w:i/>
              </w:rPr>
              <w:t>Mat2, Sxi1</w:t>
            </w:r>
            <w:r w:rsidRPr="00ED2F4E">
              <w:rPr>
                <w:rFonts w:cs="Arial"/>
                <w:i/>
                <w:iCs/>
              </w:rPr>
              <w:t>α, Znf2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C4372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Chromophore-light-activated protein:</w:t>
            </w:r>
          </w:p>
          <w:p w14:paraId="7E544114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Chromophore-binding protein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Bwc1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Bwc1-Bwc2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Crk1</w:t>
            </w:r>
          </w:p>
          <w:p w14:paraId="7419B7CE" w14:textId="0151A636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/>
                <w:iCs/>
                <w:lang w:val="x-none"/>
              </w:rPr>
              <w:t>Δ</w:t>
            </w:r>
            <w:r w:rsidRPr="00ED2F4E">
              <w:rPr>
                <w:rFonts w:cs="Arial"/>
                <w:i/>
                <w:iCs/>
                <w:lang w:val="en-US"/>
              </w:rPr>
              <w:t>c</w:t>
            </w:r>
            <w:r w:rsidRPr="00ED2F4E">
              <w:rPr>
                <w:rFonts w:cs="Arial"/>
                <w:i/>
                <w:iCs/>
              </w:rPr>
              <w:t>wc1/</w:t>
            </w:r>
            <w:r w:rsidRPr="00ED2F4E">
              <w:rPr>
                <w:rFonts w:cs="Arial"/>
                <w:i/>
                <w:iCs/>
                <w:lang w:val="x-none"/>
              </w:rPr>
              <w:t>Δ</w:t>
            </w:r>
            <w:r w:rsidRPr="00ED2F4E">
              <w:rPr>
                <w:rFonts w:cs="Arial"/>
                <w:i/>
                <w:iCs/>
              </w:rPr>
              <w:t xml:space="preserve">cwc2 </w:t>
            </w:r>
            <w:r w:rsidRPr="00ED2F4E">
              <w:rPr>
                <w:rFonts w:cs="Arial"/>
              </w:rPr>
              <w:t>mutants are active mating phenotypes in the presence of light but are sensitive to UV</w:t>
            </w:r>
          </w:p>
        </w:tc>
      </w:tr>
      <w:tr w:rsidR="00D04F8F" w:rsidRPr="00ED2F4E" w14:paraId="48794BD1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B4D6C8" w14:textId="34622887" w:rsidR="00D04F8F" w:rsidRPr="00ED2F4E" w:rsidRDefault="00D04F8F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Quorum-sensing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9A4C0" w14:textId="13C2A0A4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Cfl1, Cqs1(Qsp1), Cqs2(Qsp2), Gat201, Gat204, Liv3, May1, Opt1, Pres, Pum1, Tup1,</w:t>
            </w:r>
          </w:p>
          <w:p w14:paraId="3CA074FF" w14:textId="50F239B2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Znf2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53945" w14:textId="779C3EFC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</w:rPr>
              <w:t>Crk1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2F5B7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</w:p>
        </w:tc>
      </w:tr>
      <w:tr w:rsidR="00D04F8F" w:rsidRPr="00ED2F4E" w14:paraId="1209C6E7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9DA56" w14:textId="40293F7C" w:rsidR="00D04F8F" w:rsidRPr="00ED2F4E" w:rsidRDefault="00D04F8F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DNA repair (repairsome)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89EC16" w14:textId="09754E4B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Dna2, Dmc1, Gcn5, Grx4, Mnd1, Msh6, Rad3, Rad5, Rad7, Rad8, Rad14, Rad16, Rad17, Rad21, Rad23, Rad24, Rad51, Rad54, Rad54b, Rad502, Rec8, Rev1, Rint1, Rnr2, Rnr3, Swi5, Uve1, Yku80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2CF7A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94957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Cdc24-dependent Ras signalling pathway:</w:t>
            </w:r>
          </w:p>
          <w:p w14:paraId="564E39BC" w14:textId="3A8F945A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Ras1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Cdc24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Cdc42-GTP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Ste20</w:t>
            </w:r>
          </w:p>
        </w:tc>
      </w:tr>
      <w:tr w:rsidR="00D04F8F" w:rsidRPr="00ED2F4E" w14:paraId="314CF0B8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204B16" w14:textId="313B2361" w:rsidR="00D04F8F" w:rsidRPr="00ED2F4E" w:rsidRDefault="00D04F8F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Spliceosome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ED4331" w14:textId="44C8FC2E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Cdc16, Cdc23, Cdc28, Mod2, Nuc2, Prp1/Zer1, Prp4, Prp6, Prp9, Prp11, Prp13, Prp40, Syf1, Syf2, Syf3/Cnn1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76B1F" w14:textId="6D7F5689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</w:rPr>
              <w:t>Pkr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2D3B7" w14:textId="77777777" w:rsidR="000679FC" w:rsidRPr="00ED2F4E" w:rsidRDefault="000679FC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Production of tetratricopeptide-repeat (TPR)</w:t>
            </w:r>
          </w:p>
          <w:p w14:paraId="3770C070" w14:textId="77777777" w:rsidR="000679FC" w:rsidRPr="00ED2F4E" w:rsidRDefault="000679FC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Inhibition of Pkr</w:t>
            </w:r>
          </w:p>
          <w:p w14:paraId="7B9361EC" w14:textId="0E27B0C1" w:rsidR="000679FC" w:rsidRPr="00ED2F4E" w:rsidRDefault="000679FC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Spliceosome assembly bound to pre-</w:t>
            </w:r>
            <w:r w:rsidR="00907A49" w:rsidRPr="00907A49">
              <w:rPr>
                <w:rFonts w:cs="Arial"/>
                <w:i/>
                <w:iCs/>
              </w:rPr>
              <w:t>m</w:t>
            </w:r>
            <w:r w:rsidR="00907A49" w:rsidRPr="00907A49">
              <w:rPr>
                <w:rFonts w:cs="Arial"/>
              </w:rPr>
              <w:t>RNA</w:t>
            </w:r>
          </w:p>
          <w:p w14:paraId="6020A7BF" w14:textId="77777777" w:rsidR="000679FC" w:rsidRPr="00ED2F4E" w:rsidRDefault="000679FC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Cs/>
              </w:rPr>
            </w:pPr>
            <w:r w:rsidRPr="00ED2F4E">
              <w:rPr>
                <w:rFonts w:cs="Arial"/>
                <w:b/>
                <w:bCs/>
                <w:iCs/>
              </w:rPr>
              <w:t>i. Complex initiation:</w:t>
            </w:r>
          </w:p>
          <w:p w14:paraId="5FD044E5" w14:textId="74C0091B" w:rsidR="000679FC" w:rsidRPr="00ED2F4E" w:rsidRDefault="000679FC" w:rsidP="009F1036">
            <w:pPr>
              <w:tabs>
                <w:tab w:val="left" w:pos="0"/>
              </w:tabs>
              <w:jc w:val="left"/>
              <w:rPr>
                <w:rFonts w:cs="Arial"/>
                <w:iCs/>
                <w:u w:val="wavyHeavy"/>
              </w:rPr>
            </w:pPr>
            <w:r w:rsidRPr="00ED2F4E">
              <w:rPr>
                <w:rFonts w:cs="Arial"/>
                <w:iCs/>
              </w:rPr>
              <w:t>ExonI</w:t>
            </w:r>
            <w:r w:rsidRPr="00ED2F4E">
              <w:rPr>
                <w:rFonts w:ascii="Times New Roman" w:hAnsi="Times New Roman"/>
                <w:iCs/>
              </w:rPr>
              <w:t>◄</w:t>
            </w:r>
            <w:r w:rsidR="00C32072">
              <w:rPr>
                <w:rFonts w:ascii="Times New Roman" w:hAnsi="Times New Roman"/>
                <w:iCs/>
              </w:rPr>
              <w:t>{</w:t>
            </w:r>
            <w:r w:rsidRPr="00C32072">
              <w:rPr>
                <w:rFonts w:cs="Arial"/>
                <w:iCs/>
              </w:rPr>
              <w:t>Mud2-BBP-U1_Prp40-Syf1-Syf2</w:t>
            </w:r>
            <w:r w:rsidR="00C32072">
              <w:rPr>
                <w:rFonts w:ascii="Times New Roman" w:hAnsi="Times New Roman"/>
                <w:iCs/>
              </w:rPr>
              <w:t>}</w:t>
            </w: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ExonII</w:t>
            </w:r>
          </w:p>
          <w:p w14:paraId="53EFDE5B" w14:textId="77777777" w:rsidR="000679FC" w:rsidRPr="00ED2F4E" w:rsidRDefault="000679FC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Cs/>
              </w:rPr>
            </w:pPr>
            <w:r w:rsidRPr="00ED2F4E">
              <w:rPr>
                <w:rFonts w:cs="Arial"/>
                <w:b/>
                <w:bCs/>
                <w:iCs/>
              </w:rPr>
              <w:t xml:space="preserve">ii. Pre-spliceosome: </w:t>
            </w:r>
            <w:r w:rsidRPr="00ED2F4E">
              <w:rPr>
                <w:rFonts w:cs="Arial"/>
                <w:iCs/>
              </w:rPr>
              <w:t>(BBP displaced for U2-snRNP Cnn1)</w:t>
            </w:r>
          </w:p>
          <w:p w14:paraId="343228BE" w14:textId="63C14097" w:rsidR="000679FC" w:rsidRPr="00ED2F4E" w:rsidRDefault="000679FC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ExonI</w:t>
            </w:r>
            <w:r w:rsidRPr="00ED2F4E">
              <w:rPr>
                <w:rFonts w:ascii="Times New Roman" w:hAnsi="Times New Roman"/>
                <w:iCs/>
              </w:rPr>
              <w:t>◄</w:t>
            </w:r>
            <w:r w:rsidR="00C32072">
              <w:rPr>
                <w:rFonts w:ascii="Times New Roman" w:hAnsi="Times New Roman"/>
                <w:iCs/>
              </w:rPr>
              <w:t>{</w:t>
            </w:r>
            <w:r w:rsidRPr="00C32072">
              <w:rPr>
                <w:rFonts w:cs="Arial"/>
                <w:iCs/>
              </w:rPr>
              <w:t>Mud2-U2_Cnn1-U1_Prp40-Syf1-Syf2</w:t>
            </w:r>
            <w:r w:rsidR="00C32072">
              <w:rPr>
                <w:rFonts w:ascii="Times New Roman" w:hAnsi="Times New Roman"/>
                <w:iCs/>
              </w:rPr>
              <w:t>}</w:t>
            </w: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ExonII</w:t>
            </w:r>
          </w:p>
          <w:p w14:paraId="0351D925" w14:textId="23E4E5C7" w:rsidR="000679FC" w:rsidRPr="00ED2F4E" w:rsidRDefault="000679FC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Cs/>
              </w:rPr>
            </w:pPr>
            <w:r w:rsidRPr="00ED2F4E">
              <w:rPr>
                <w:rFonts w:cs="Arial"/>
                <w:b/>
                <w:bCs/>
                <w:iCs/>
              </w:rPr>
              <w:t xml:space="preserve">iii. Active spliceosome: </w:t>
            </w:r>
            <w:r w:rsidRPr="00ED2F4E">
              <w:rPr>
                <w:rFonts w:cs="Arial"/>
                <w:iCs/>
              </w:rPr>
              <w:t>(U1_Prp40 is displaced for U4/U6.5 tri-snRNP)</w:t>
            </w:r>
          </w:p>
          <w:p w14:paraId="760404EE" w14:textId="766F6361" w:rsidR="000679FC" w:rsidRPr="00ED2F4E" w:rsidRDefault="000679FC" w:rsidP="009F1036">
            <w:pPr>
              <w:tabs>
                <w:tab w:val="left" w:pos="0"/>
              </w:tabs>
              <w:jc w:val="left"/>
              <w:rPr>
                <w:rFonts w:cs="Arial"/>
                <w:iCs/>
                <w:lang w:val="es-ES"/>
              </w:rPr>
            </w:pPr>
            <w:r w:rsidRPr="00ED2F4E">
              <w:rPr>
                <w:rFonts w:cs="Arial"/>
                <w:iCs/>
                <w:lang w:val="es-ES"/>
              </w:rPr>
              <w:t>ExonI</w:t>
            </w:r>
            <w:r w:rsidRPr="00ED2F4E">
              <w:rPr>
                <w:rFonts w:ascii="Times New Roman" w:hAnsi="Times New Roman"/>
                <w:iCs/>
                <w:lang w:val="es-ES"/>
              </w:rPr>
              <w:t>║</w:t>
            </w:r>
            <w:r w:rsidR="00C32072">
              <w:rPr>
                <w:rFonts w:ascii="Times New Roman" w:hAnsi="Times New Roman"/>
                <w:iCs/>
                <w:lang w:val="es-ES"/>
              </w:rPr>
              <w:t>[</w:t>
            </w:r>
            <w:r w:rsidRPr="00C32072">
              <w:rPr>
                <w:rFonts w:cs="Arial"/>
                <w:iCs/>
                <w:lang w:val="es-ES"/>
              </w:rPr>
              <w:t>Mud2-U2_Cnn1-U4-U6-U5-Syf1-Syf2</w:t>
            </w:r>
            <w:r w:rsidR="00C32072">
              <w:rPr>
                <w:rFonts w:ascii="Times New Roman" w:hAnsi="Times New Roman"/>
                <w:iCs/>
                <w:lang w:val="es-ES"/>
              </w:rPr>
              <w:t>]</w:t>
            </w:r>
            <w:r w:rsidRPr="00ED2F4E">
              <w:rPr>
                <w:rFonts w:ascii="Times New Roman" w:hAnsi="Times New Roman"/>
                <w:iCs/>
                <w:lang w:val="es-ES"/>
              </w:rPr>
              <w:t>║</w:t>
            </w:r>
            <w:r w:rsidRPr="00ED2F4E">
              <w:rPr>
                <w:rFonts w:cs="Arial"/>
                <w:iCs/>
                <w:lang w:val="es-ES"/>
              </w:rPr>
              <w:t>ExonII</w:t>
            </w:r>
          </w:p>
          <w:p w14:paraId="133E09EA" w14:textId="623FF6A7" w:rsidR="000679FC" w:rsidRPr="00ED2F4E" w:rsidRDefault="000679FC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Cs/>
                <w:lang w:val="en-US"/>
              </w:rPr>
            </w:pPr>
            <w:r w:rsidRPr="00ED2F4E">
              <w:rPr>
                <w:rFonts w:cs="Arial"/>
                <w:b/>
                <w:bCs/>
                <w:iCs/>
                <w:lang w:val="en-US"/>
              </w:rPr>
              <w:lastRenderedPageBreak/>
              <w:t xml:space="preserve">iv. Dissolution of spliceosome, and the formation of mature </w:t>
            </w:r>
            <w:r w:rsidR="00907A49" w:rsidRPr="00907A49">
              <w:rPr>
                <w:rFonts w:cs="Arial"/>
                <w:b/>
                <w:bCs/>
                <w:i/>
                <w:iCs/>
                <w:lang w:val="en-US"/>
              </w:rPr>
              <w:t>m</w:t>
            </w:r>
            <w:r w:rsidR="00907A49" w:rsidRPr="00907A49">
              <w:rPr>
                <w:rFonts w:cs="Arial"/>
                <w:b/>
                <w:bCs/>
                <w:lang w:val="en-US"/>
              </w:rPr>
              <w:t>RNA</w:t>
            </w:r>
          </w:p>
          <w:p w14:paraId="13154035" w14:textId="11F77825" w:rsidR="00D04F8F" w:rsidRPr="00ED2F4E" w:rsidRDefault="00C32072" w:rsidP="009F1036">
            <w:pPr>
              <w:tabs>
                <w:tab w:val="left" w:pos="0"/>
              </w:tabs>
              <w:jc w:val="left"/>
              <w:rPr>
                <w:rFonts w:cs="Arial"/>
                <w:iCs/>
                <w:lang w:val="es-ES"/>
              </w:rPr>
            </w:pPr>
            <w:r>
              <w:rPr>
                <w:rFonts w:cs="Arial"/>
                <w:iCs/>
                <w:lang w:val="es-ES"/>
              </w:rPr>
              <w:t>~</w:t>
            </w:r>
            <w:r w:rsidR="000679FC" w:rsidRPr="00ED2F4E">
              <w:rPr>
                <w:rFonts w:cs="Arial"/>
                <w:iCs/>
                <w:lang w:val="es-ES"/>
              </w:rPr>
              <w:t>ExonI</w:t>
            </w:r>
            <w:bookmarkStart w:id="22" w:name="OLE_LINK28"/>
            <w:r>
              <w:rPr>
                <w:rFonts w:cs="Arial"/>
                <w:iCs/>
                <w:lang w:val="es-ES"/>
              </w:rPr>
              <w:t>~</w:t>
            </w:r>
            <w:bookmarkEnd w:id="22"/>
            <w:r w:rsidR="000679FC" w:rsidRPr="00ED2F4E">
              <w:rPr>
                <w:rFonts w:cs="Arial"/>
                <w:iCs/>
                <w:lang w:val="es-ES"/>
              </w:rPr>
              <w:t>ExonII</w:t>
            </w:r>
            <w:r>
              <w:rPr>
                <w:rFonts w:cs="Arial"/>
                <w:iCs/>
                <w:lang w:val="es-ES"/>
              </w:rPr>
              <w:t>~</w:t>
            </w:r>
            <w:r w:rsidR="000679FC" w:rsidRPr="00ED2F4E">
              <w:rPr>
                <w:rFonts w:cs="Arial"/>
                <w:iCs/>
                <w:lang w:val="es-ES"/>
              </w:rPr>
              <w:t>ExonIII</w:t>
            </w:r>
            <w:r>
              <w:rPr>
                <w:rFonts w:cs="Arial"/>
                <w:iCs/>
                <w:lang w:val="es-ES"/>
              </w:rPr>
              <w:t>~</w:t>
            </w:r>
          </w:p>
        </w:tc>
      </w:tr>
      <w:tr w:rsidR="00D04F8F" w:rsidRPr="00ED2F4E" w14:paraId="19CF450D" w14:textId="77777777" w:rsidTr="00C32072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BB96E9" w14:textId="186B8474" w:rsidR="00D04F8F" w:rsidRPr="00ED2F4E" w:rsidRDefault="00D04F8F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lastRenderedPageBreak/>
              <w:t xml:space="preserve">pH-sensing and </w:t>
            </w:r>
            <w:r w:rsidR="00020306" w:rsidRPr="00020306">
              <w:rPr>
                <w:rFonts w:cs="Arial"/>
              </w:rPr>
              <w:t>signalling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996135" w14:textId="0A2A5799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Cna1, Rim8, Rim13, Rim20, Rim21, Rim101, </w:t>
            </w:r>
            <w:r w:rsidRPr="00ED2F4E">
              <w:rPr>
                <w:rFonts w:cs="Arial"/>
                <w:iCs/>
              </w:rPr>
              <w:t>Pka1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2EBC5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6F3B3D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Rim101 activation pathway:</w:t>
            </w:r>
          </w:p>
          <w:p w14:paraId="718BC346" w14:textId="67403E8B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Gpr5+Rim9-Pka1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Rim101-P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 xml:space="preserve"> proteolytically activated </w:t>
            </w:r>
            <w:r w:rsidRPr="00C32072">
              <w:rPr>
                <w:rFonts w:cs="Arial"/>
                <w:iCs/>
              </w:rPr>
              <w:t>by (Rim21-Rim8-Rim20-Rim13) complex</w:t>
            </w:r>
          </w:p>
        </w:tc>
      </w:tr>
      <w:tr w:rsidR="00D04F8F" w:rsidRPr="00ED2F4E" w14:paraId="601AC1CF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98B780" w14:textId="26AC3ADB" w:rsidR="00D04F8F" w:rsidRPr="00ED2F4E" w:rsidRDefault="00D04F8F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Cell wall, membrane integrity, and ergosterol metabolism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470AE" w14:textId="385AADAA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Bgl2, Cda1, Cda2, Cda3, Cdc24, Cdc42, Cdc420, Chs2, Chs5, Chs6, Chs7, Chs8, Erg2, Erg3, Erg4, Erg7, Erg25, Gsc2, Had1, Hoc1, Hxl1, Grx4, Kre5, Kre6, Ktr3, Mnn2, Och1, Rho1, Skn1, Ssn80, </w:t>
            </w:r>
            <w:r w:rsidRPr="00ED2F4E">
              <w:rPr>
                <w:rFonts w:cs="Arial"/>
              </w:rPr>
              <w:t xml:space="preserve">Cdk8, </w:t>
            </w:r>
            <w:r w:rsidRPr="00ED2F4E">
              <w:rPr>
                <w:rFonts w:cs="Arial"/>
                <w:iCs/>
              </w:rPr>
              <w:t>Ire1, Kcs1, Mpk1, Pkc1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3B27A" w14:textId="09C51EE3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  <w:i/>
                <w:iCs/>
              </w:rPr>
              <w:t>Ccd43, Rho10, Rho11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EB2EB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Cdc24-dependent Ras signalling pathway:</w:t>
            </w:r>
          </w:p>
          <w:p w14:paraId="5382E868" w14:textId="0262D404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cs="Arial"/>
                <w:iCs/>
              </w:rPr>
              <w:t>Ras1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Cdc24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Cdc42-GTP</w:t>
            </w:r>
            <w:r w:rsidRPr="00ED2F4E">
              <w:rPr>
                <w:rFonts w:cs="Arial"/>
                <w:iCs/>
              </w:rPr>
              <w:sym w:font="Wingdings" w:char="F0E0"/>
            </w:r>
            <w:r w:rsidRPr="00ED2F4E">
              <w:rPr>
                <w:rFonts w:cs="Arial"/>
                <w:iCs/>
              </w:rPr>
              <w:t>Ste20</w:t>
            </w:r>
          </w:p>
        </w:tc>
      </w:tr>
      <w:tr w:rsidR="00D04F8F" w:rsidRPr="00ED2F4E" w14:paraId="021EC620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9CAC60" w14:textId="246C4D7C" w:rsidR="00D04F8F" w:rsidRPr="00ED2F4E" w:rsidRDefault="00D04F8F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Membrane stability, integrity, and potential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D8BFB" w14:textId="69E55215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Ccc1, Cft1, Cps1, Ctr1, Ena1, Gcs1, Kre5, Kre6, Nha1, Pho84, Pho85, Skn1, Smt1, Vph1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0035D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ADDC7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b/>
                <w:bCs/>
                <w:iCs/>
              </w:rPr>
              <w:t>Ena1</w:t>
            </w:r>
            <w:r w:rsidRPr="00ED2F4E">
              <w:rPr>
                <w:rFonts w:cs="Arial"/>
                <w:iCs/>
              </w:rPr>
              <w:t>-induced Rim101-Nrg1-dependent in NaCl/alkaline pH</w:t>
            </w:r>
          </w:p>
          <w:p w14:paraId="736ACF37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b/>
                <w:bCs/>
                <w:iCs/>
              </w:rPr>
              <w:t>Ena1</w:t>
            </w:r>
            <w:r w:rsidRPr="00ED2F4E">
              <w:rPr>
                <w:rFonts w:cs="Arial"/>
                <w:iCs/>
              </w:rPr>
              <w:t>-induced Hog1-Atf1 partly dependent in NaCl/alkaline pH</w:t>
            </w:r>
          </w:p>
          <w:p w14:paraId="639C6C76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b/>
                <w:bCs/>
                <w:iCs/>
              </w:rPr>
              <w:t>Ena1</w:t>
            </w:r>
            <w:r w:rsidRPr="00ED2F4E">
              <w:rPr>
                <w:rFonts w:cs="Arial"/>
                <w:iCs/>
              </w:rPr>
              <w:t>-induced-Cna1-independent in NaCl solution</w:t>
            </w:r>
          </w:p>
          <w:p w14:paraId="02F9D1E6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b/>
                <w:bCs/>
                <w:iCs/>
              </w:rPr>
              <w:t>Ena1</w:t>
            </w:r>
            <w:r w:rsidRPr="00ED2F4E">
              <w:rPr>
                <w:rFonts w:cs="Arial"/>
                <w:iCs/>
              </w:rPr>
              <w:t>-induced-Cna1-dependent in alkaline pH</w:t>
            </w:r>
          </w:p>
          <w:p w14:paraId="44F60EAA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b/>
                <w:bCs/>
                <w:iCs/>
              </w:rPr>
              <w:t>Nha1</w:t>
            </w:r>
            <w:r w:rsidRPr="00ED2F4E">
              <w:rPr>
                <w:rFonts w:cs="Arial"/>
                <w:iCs/>
              </w:rPr>
              <w:t>-induced Rim101-Nrg1-dependent in KCl/acidic pH</w:t>
            </w:r>
          </w:p>
          <w:p w14:paraId="2E9D6CBF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bookmarkStart w:id="23" w:name="OLE_LINK373"/>
            <w:r w:rsidRPr="00ED2F4E">
              <w:rPr>
                <w:rFonts w:ascii="Times New Roman" w:hAnsi="Times New Roman"/>
                <w:iCs/>
              </w:rPr>
              <w:t>►</w:t>
            </w:r>
            <w:bookmarkEnd w:id="23"/>
            <w:r w:rsidRPr="00ED2F4E">
              <w:rPr>
                <w:rFonts w:cs="Arial"/>
                <w:b/>
                <w:bCs/>
                <w:iCs/>
              </w:rPr>
              <w:t>Nha1</w:t>
            </w:r>
            <w:r w:rsidRPr="00ED2F4E">
              <w:rPr>
                <w:rFonts w:cs="Arial"/>
                <w:iCs/>
              </w:rPr>
              <w:t>-induced-Hog1-Atf1-independent in KCl solution</w:t>
            </w:r>
          </w:p>
          <w:p w14:paraId="3ACDBED5" w14:textId="6861B5D3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b/>
                <w:bCs/>
                <w:iCs/>
              </w:rPr>
              <w:t>Nha1</w:t>
            </w:r>
            <w:r w:rsidRPr="00ED2F4E">
              <w:rPr>
                <w:rFonts w:cs="Arial"/>
                <w:iCs/>
              </w:rPr>
              <w:t>-induced-Cna1-independent in KCl solution</w:t>
            </w:r>
          </w:p>
        </w:tc>
      </w:tr>
      <w:tr w:rsidR="00D04F8F" w:rsidRPr="00ED2F4E" w14:paraId="4C726EA5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A37DCF" w14:textId="078942B6" w:rsidR="00D04F8F" w:rsidRPr="00ED2F4E" w:rsidRDefault="00D04F8F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Vesicular trafficking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E5348" w14:textId="37D0F88A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 xml:space="preserve">Arf, Arl3, Atg8, Bet1, Cpy, Drs2, Dnf1, Dnf2, Gcs1, Gea1, Gea2, Ipc, </w:t>
            </w:r>
            <w:r w:rsidRPr="00ED2F4E">
              <w:rPr>
                <w:rFonts w:cs="Arial"/>
                <w:i/>
              </w:rPr>
              <w:t xml:space="preserve">Mss4, Ova1, </w:t>
            </w:r>
            <w:r w:rsidRPr="00ED2F4E">
              <w:rPr>
                <w:rFonts w:cs="Arial"/>
                <w:i/>
                <w:iCs/>
              </w:rPr>
              <w:t xml:space="preserve">Pmm1, Rac1, Rac2, *Sac1, Sec2, Sec4, Sec7/Syt1, Sec15, Sec61, Sjl1/Inp51, Sjl2/Inp52, </w:t>
            </w:r>
            <w:r w:rsidRPr="00ED2F4E">
              <w:rPr>
                <w:rFonts w:cs="Arial"/>
                <w:i/>
              </w:rPr>
              <w:t xml:space="preserve">Sjl3/Inp53, Snc1, </w:t>
            </w:r>
            <w:r w:rsidRPr="00ED2F4E">
              <w:rPr>
                <w:rFonts w:cs="Arial"/>
                <w:i/>
                <w:iCs/>
              </w:rPr>
              <w:t xml:space="preserve">Snc2, Vph1, Vps14, Vps15, Vps30/Atg6, Vps34, Vps38, Vpsa, Ypt3, </w:t>
            </w:r>
            <w:r w:rsidRPr="00ED2F4E">
              <w:rPr>
                <w:rFonts w:cs="Arial"/>
                <w:iCs/>
              </w:rPr>
              <w:t>Pik1, Pkc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DBCE9" w14:textId="66DB975A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  <w:i/>
              </w:rPr>
              <w:t>Sac1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A5401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  <w:vertAlign w:val="superscript"/>
              </w:rPr>
            </w:pPr>
            <w:r w:rsidRPr="00ED2F4E">
              <w:rPr>
                <w:rFonts w:cs="Arial"/>
                <w:iCs/>
              </w:rPr>
              <w:t xml:space="preserve">Activation of small GTPase by Rab and Arf protein families to convert </w:t>
            </w:r>
            <w:r w:rsidRPr="00ED2F4E">
              <w:rPr>
                <w:rFonts w:cs="Arial"/>
                <w:iCs/>
                <w:vertAlign w:val="subscript"/>
              </w:rPr>
              <w:t>cyt</w:t>
            </w:r>
            <w:r w:rsidRPr="00ED2F4E">
              <w:rPr>
                <w:rFonts w:cs="Arial"/>
                <w:iCs/>
              </w:rPr>
              <w:t>GDP</w:t>
            </w:r>
            <w:r w:rsidRPr="00ED2F4E">
              <w:rPr>
                <w:rFonts w:cs="Arial"/>
                <w:iCs/>
                <w:vertAlign w:val="superscript"/>
              </w:rPr>
              <w:t>inactive</w:t>
            </w:r>
            <w:r w:rsidRPr="00ED2F4E">
              <w:rPr>
                <w:rFonts w:cs="Arial"/>
                <w:iCs/>
              </w:rPr>
              <w:t xml:space="preserve"> </w:t>
            </w:r>
            <w:r w:rsidRPr="00ED2F4E">
              <w:rPr>
                <w:rFonts w:ascii="Times New Roman" w:hAnsi="Times New Roman"/>
                <w:iCs/>
              </w:rPr>
              <w:t>↔</w:t>
            </w:r>
            <w:r w:rsidRPr="00ED2F4E">
              <w:rPr>
                <w:rFonts w:cs="Arial"/>
                <w:iCs/>
              </w:rPr>
              <w:t xml:space="preserve"> </w:t>
            </w:r>
            <w:r w:rsidRPr="00ED2F4E">
              <w:rPr>
                <w:rFonts w:cs="Arial"/>
                <w:iCs/>
                <w:vertAlign w:val="subscript"/>
              </w:rPr>
              <w:t>memb</w:t>
            </w:r>
            <w:r w:rsidRPr="00ED2F4E">
              <w:rPr>
                <w:rFonts w:cs="Arial"/>
                <w:iCs/>
              </w:rPr>
              <w:t>GTP</w:t>
            </w:r>
            <w:r w:rsidRPr="00ED2F4E">
              <w:rPr>
                <w:rFonts w:cs="Arial"/>
                <w:iCs/>
                <w:vertAlign w:val="superscript"/>
              </w:rPr>
              <w:t>active</w:t>
            </w:r>
          </w:p>
          <w:p w14:paraId="73B5AB13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</w:p>
          <w:p w14:paraId="6B856AF3" w14:textId="0470BAA9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Carboxypeptidase Y (CPY) pathway involves:</w:t>
            </w:r>
          </w:p>
          <w:p w14:paraId="7864DC24" w14:textId="65B62A48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 xml:space="preserve">Type I kinase subcomplex </w:t>
            </w:r>
            <w:r w:rsidR="005F38AC">
              <w:rPr>
                <w:rFonts w:cs="Arial"/>
                <w:iCs/>
              </w:rPr>
              <w:t>(</w:t>
            </w:r>
            <w:r w:rsidRPr="00ED2F4E">
              <w:rPr>
                <w:rFonts w:cs="Arial"/>
              </w:rPr>
              <w:t>Atg6, Atg14, Vps15, Vps34</w:t>
            </w:r>
            <w:r w:rsidR="005F38AC">
              <w:rPr>
                <w:rFonts w:cs="Arial"/>
              </w:rPr>
              <w:t>)</w:t>
            </w:r>
          </w:p>
          <w:p w14:paraId="505E589F" w14:textId="3A3A3348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 xml:space="preserve">PI3K complex II </w:t>
            </w:r>
            <w:r w:rsidR="005F38AC">
              <w:rPr>
                <w:rFonts w:cs="Arial"/>
                <w:iCs/>
              </w:rPr>
              <w:t>(</w:t>
            </w:r>
            <w:r w:rsidRPr="00ED2F4E">
              <w:rPr>
                <w:rFonts w:cs="Arial"/>
              </w:rPr>
              <w:t>Vps15, Vps30, Vps34, Vps38</w:t>
            </w:r>
            <w:r w:rsidR="005F38AC">
              <w:rPr>
                <w:rFonts w:cs="Arial"/>
              </w:rPr>
              <w:t>)</w:t>
            </w:r>
          </w:p>
          <w:p w14:paraId="42F5029F" w14:textId="4E7ABC3B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Atg8</w:t>
            </w:r>
            <w:r w:rsidRPr="00ED2F4E">
              <w:rPr>
                <w:rFonts w:cs="Arial"/>
                <w:i/>
              </w:rPr>
              <w:t xml:space="preserve"> </w:t>
            </w:r>
            <w:r w:rsidRPr="00ED2F4E">
              <w:rPr>
                <w:rFonts w:cs="Arial"/>
                <w:iCs/>
              </w:rPr>
              <w:t>initiates lipid binding for vesicular transport</w:t>
            </w:r>
          </w:p>
        </w:tc>
      </w:tr>
      <w:tr w:rsidR="00D04F8F" w:rsidRPr="00ED2F4E" w14:paraId="419387C8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B8476" w14:textId="32DBF3A3" w:rsidR="00D04F8F" w:rsidRPr="00ED2F4E" w:rsidRDefault="00D04F8F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lastRenderedPageBreak/>
              <w:t xml:space="preserve">Cellular and vacuolar membrane </w:t>
            </w:r>
            <w:r w:rsidR="000679FC" w:rsidRPr="00ED2F4E">
              <w:rPr>
                <w:rFonts w:cs="Arial"/>
              </w:rPr>
              <w:t>localization</w:t>
            </w:r>
            <w:r w:rsidRPr="00ED2F4E">
              <w:rPr>
                <w:rFonts w:cs="Arial"/>
              </w:rPr>
              <w:t xml:space="preserve"> of proteins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E57883" w14:textId="0FDD1B3D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Cdc43, Cdc42, Cin1, Csr1</w:t>
            </w:r>
            <w:r w:rsidR="000679FC" w:rsidRPr="00ED2F4E">
              <w:rPr>
                <w:rFonts w:cs="Arial"/>
                <w:i/>
                <w:iCs/>
              </w:rPr>
              <w:t>, Csr2, Csr</w:t>
            </w:r>
            <w:r w:rsidRPr="00ED2F4E">
              <w:rPr>
                <w:rFonts w:cs="Arial"/>
                <w:i/>
                <w:iCs/>
              </w:rPr>
              <w:t>3, Rac1, Rac2, Ras1, Rho1, Rho10, Rho11, Wsp1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D04AC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764D8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CaaX prenyltransferase activities on Rho-family proteins, chitin regulatory proteins and others</w:t>
            </w:r>
          </w:p>
          <w:p w14:paraId="4D1488DC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 xml:space="preserve"> farnesyltransferase (Ftase)</w:t>
            </w:r>
          </w:p>
          <w:p w14:paraId="27D34A52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 xml:space="preserve"> geranylgeranyltransferase-I (Ggtase-1)</w:t>
            </w:r>
          </w:p>
          <w:p w14:paraId="47FA6DEC" w14:textId="77777777" w:rsidR="00FD3067" w:rsidRDefault="00FD3067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</w:p>
          <w:p w14:paraId="6FD702EE" w14:textId="0119706B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b/>
                <w:bCs/>
                <w:i/>
              </w:rPr>
            </w:pPr>
            <w:r w:rsidRPr="00ED2F4E">
              <w:rPr>
                <w:rFonts w:cs="Arial"/>
                <w:b/>
                <w:bCs/>
                <w:i/>
              </w:rPr>
              <w:t>Vacuolar membrane localisation and actin organisation</w:t>
            </w:r>
          </w:p>
          <w:p w14:paraId="30B8EE1C" w14:textId="269847D1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Cin1-Cdc42-Wsp1-Rac1 effector signalling pathway</w:t>
            </w:r>
          </w:p>
        </w:tc>
      </w:tr>
      <w:tr w:rsidR="00D04F8F" w:rsidRPr="00ED2F4E" w14:paraId="4E348573" w14:textId="77777777" w:rsidTr="009F1036"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CD4CD" w14:textId="3B07F15F" w:rsidR="00D04F8F" w:rsidRPr="00ED2F4E" w:rsidRDefault="00D04F8F" w:rsidP="009F1036">
            <w:pPr>
              <w:pStyle w:val="MDPI42tablebody"/>
              <w:jc w:val="left"/>
              <w:rPr>
                <w:rFonts w:cs="Arial"/>
              </w:rPr>
            </w:pPr>
            <w:r w:rsidRPr="00ED2F4E">
              <w:rPr>
                <w:rFonts w:cs="Arial"/>
              </w:rPr>
              <w:t>Agar adherence and invasion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0CB1CF" w14:textId="3AC39830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  <w:iCs/>
              </w:rPr>
            </w:pPr>
            <w:r w:rsidRPr="00ED2F4E">
              <w:rPr>
                <w:rFonts w:cs="Arial"/>
                <w:i/>
                <w:iCs/>
              </w:rPr>
              <w:t>Amt1, Amt2, Ptp1, Ptp2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E3D46" w14:textId="612F3650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/>
              </w:rPr>
            </w:pPr>
            <w:r w:rsidRPr="00ED2F4E">
              <w:rPr>
                <w:rFonts w:cs="Arial"/>
                <w:i/>
              </w:rPr>
              <w:t>Hog1,</w:t>
            </w:r>
            <w:r w:rsidR="000B7170">
              <w:rPr>
                <w:rFonts w:cs="Arial"/>
                <w:i/>
              </w:rPr>
              <w:t xml:space="preserve"> Sit1,</w:t>
            </w:r>
            <w:r w:rsidRPr="00ED2F4E">
              <w:rPr>
                <w:rFonts w:cs="Arial"/>
                <w:i/>
              </w:rPr>
              <w:t xml:space="preserve"> </w:t>
            </w:r>
            <w:r w:rsidR="000B7170" w:rsidRPr="000B7170">
              <w:rPr>
                <w:rFonts w:cs="Arial"/>
                <w:i/>
                <w:vertAlign w:val="superscript"/>
              </w:rPr>
              <w:t>D</w:t>
            </w:r>
            <w:r w:rsidRPr="00ED2F4E">
              <w:rPr>
                <w:rFonts w:cs="Arial"/>
                <w:i/>
              </w:rPr>
              <w:t>Ssn8,</w:t>
            </w:r>
            <w:r w:rsidRPr="00ED2F4E">
              <w:rPr>
                <w:rFonts w:cs="Arial"/>
                <w:iCs/>
              </w:rPr>
              <w:t xml:space="preserve"> Cbk1</w:t>
            </w:r>
          </w:p>
        </w:tc>
        <w:tc>
          <w:tcPr>
            <w:tcW w:w="2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39ED4" w14:textId="77777777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Inactivation of nitrogen catabolite repression</w:t>
            </w:r>
          </w:p>
          <w:p w14:paraId="0B516FA3" w14:textId="43610E25" w:rsidR="00D04F8F" w:rsidRPr="00ED2F4E" w:rsidRDefault="00D04F8F" w:rsidP="009F1036">
            <w:pPr>
              <w:tabs>
                <w:tab w:val="left" w:pos="0"/>
              </w:tabs>
              <w:jc w:val="left"/>
              <w:rPr>
                <w:rFonts w:cs="Arial"/>
                <w:iCs/>
              </w:rPr>
            </w:pPr>
            <w:r w:rsidRPr="00ED2F4E">
              <w:rPr>
                <w:rFonts w:ascii="Times New Roman" w:hAnsi="Times New Roman"/>
                <w:iCs/>
              </w:rPr>
              <w:t>►</w:t>
            </w:r>
            <w:r w:rsidRPr="00ED2F4E">
              <w:rPr>
                <w:rFonts w:cs="Arial"/>
                <w:iCs/>
              </w:rPr>
              <w:t>Inactivation of Hog1 signalling pathway</w:t>
            </w:r>
          </w:p>
        </w:tc>
      </w:tr>
    </w:tbl>
    <w:p w14:paraId="38939D31" w14:textId="5BA9A106" w:rsidR="00FD4471" w:rsidRPr="00736178" w:rsidRDefault="00FD4471" w:rsidP="00FD4471">
      <w:pPr>
        <w:pStyle w:val="MDPI43tablefooter"/>
        <w:ind w:left="0"/>
        <w:rPr>
          <w:iCs/>
          <w:lang w:val="en-GB"/>
        </w:rPr>
      </w:pPr>
      <w:bookmarkStart w:id="24" w:name="OLE_LINK5"/>
      <w:r w:rsidRPr="00736178">
        <w:rPr>
          <w:rFonts w:ascii="Times New Roman" w:hAnsi="Times New Roman" w:cs="Times New Roman"/>
          <w:iCs/>
          <w:lang w:val="en-GB"/>
        </w:rPr>
        <w:t>↓</w:t>
      </w:r>
      <w:r w:rsidRPr="00736178">
        <w:rPr>
          <w:b/>
          <w:iCs/>
          <w:lang w:val="en-GB"/>
        </w:rPr>
        <w:t xml:space="preserve"> =</w:t>
      </w:r>
      <w:r w:rsidRPr="00736178">
        <w:rPr>
          <w:iCs/>
          <w:lang w:val="en-GB"/>
        </w:rPr>
        <w:t xml:space="preserve"> decreases/reduce</w:t>
      </w:r>
      <w:bookmarkEnd w:id="24"/>
      <w:r w:rsidRPr="00736178">
        <w:rPr>
          <w:iCs/>
          <w:lang w:val="en-GB"/>
        </w:rPr>
        <w:t xml:space="preserve">/repress; </w:t>
      </w:r>
      <w:r w:rsidRPr="00736178">
        <w:rPr>
          <w:b/>
          <w:iCs/>
          <w:lang w:val="en-GB"/>
        </w:rPr>
        <w:t xml:space="preserve">5-FC = </w:t>
      </w:r>
      <w:r w:rsidRPr="00736178">
        <w:rPr>
          <w:iCs/>
          <w:lang w:val="en-GB"/>
        </w:rPr>
        <w:t xml:space="preserve">5-flucytosine; </w:t>
      </w:r>
      <w:r w:rsidRPr="00736178">
        <w:rPr>
          <w:b/>
          <w:iCs/>
          <w:lang w:val="en-GB"/>
        </w:rPr>
        <w:t xml:space="preserve">AmpB = </w:t>
      </w:r>
      <w:r w:rsidRPr="00736178">
        <w:rPr>
          <w:iCs/>
          <w:lang w:val="en-GB"/>
        </w:rPr>
        <w:t xml:space="preserve">Amphotericin B; </w:t>
      </w:r>
      <w:r w:rsidRPr="00736178">
        <w:rPr>
          <w:b/>
          <w:iCs/>
          <w:lang w:val="en-GB"/>
        </w:rPr>
        <w:t>FDX =</w:t>
      </w:r>
      <w:r w:rsidRPr="00736178">
        <w:rPr>
          <w:iCs/>
          <w:lang w:val="en-GB"/>
        </w:rPr>
        <w:t xml:space="preserve"> fludioxonil; </w:t>
      </w:r>
      <w:r w:rsidRPr="00736178">
        <w:rPr>
          <w:b/>
          <w:iCs/>
          <w:lang w:val="en-GB"/>
        </w:rPr>
        <w:t xml:space="preserve">FCZ = </w:t>
      </w:r>
      <w:r w:rsidRPr="00736178">
        <w:rPr>
          <w:iCs/>
          <w:lang w:val="en-GB"/>
        </w:rPr>
        <w:t xml:space="preserve">Fluconazole; </w:t>
      </w:r>
      <w:r w:rsidRPr="00736178">
        <w:rPr>
          <w:b/>
          <w:iCs/>
          <w:lang w:val="en-GB"/>
        </w:rPr>
        <w:t>CFW =</w:t>
      </w:r>
      <w:r w:rsidRPr="00736178">
        <w:rPr>
          <w:iCs/>
          <w:lang w:val="en-GB"/>
        </w:rPr>
        <w:t xml:space="preserve"> Calcofluor-white; </w:t>
      </w:r>
      <w:r w:rsidRPr="00736178">
        <w:rPr>
          <w:b/>
          <w:bCs/>
          <w:iCs/>
          <w:lang w:val="en-GB"/>
        </w:rPr>
        <w:t>CSF =</w:t>
      </w:r>
      <w:r w:rsidRPr="00736178">
        <w:rPr>
          <w:iCs/>
          <w:lang w:val="en-GB"/>
        </w:rPr>
        <w:t xml:space="preserve"> cerebrospinal fluid;</w:t>
      </w:r>
      <w:r w:rsidR="004650E1" w:rsidRPr="00736178">
        <w:rPr>
          <w:iCs/>
          <w:lang w:val="en-GB"/>
        </w:rPr>
        <w:t xml:space="preserve"> </w:t>
      </w:r>
      <w:r w:rsidRPr="00736178">
        <w:rPr>
          <w:b/>
          <w:iCs/>
          <w:lang w:val="en-GB"/>
        </w:rPr>
        <w:t xml:space="preserve">PREs = </w:t>
      </w:r>
      <w:r w:rsidRPr="00736178">
        <w:rPr>
          <w:iCs/>
          <w:lang w:val="en-GB"/>
        </w:rPr>
        <w:t xml:space="preserve">pheromone releasing elements; </w:t>
      </w:r>
      <w:r w:rsidRPr="00736178">
        <w:rPr>
          <w:b/>
          <w:bCs/>
          <w:iCs/>
          <w:lang w:val="en-GB"/>
        </w:rPr>
        <w:t>snRNP = s</w:t>
      </w:r>
      <w:r w:rsidRPr="00736178">
        <w:rPr>
          <w:iCs/>
          <w:lang w:val="en-GB"/>
        </w:rPr>
        <w:t xml:space="preserve">mall </w:t>
      </w:r>
      <w:r w:rsidRPr="00736178">
        <w:rPr>
          <w:b/>
          <w:bCs/>
          <w:iCs/>
          <w:lang w:val="en-GB"/>
        </w:rPr>
        <w:t>n</w:t>
      </w:r>
      <w:r w:rsidRPr="00736178">
        <w:rPr>
          <w:iCs/>
          <w:lang w:val="en-GB"/>
        </w:rPr>
        <w:t xml:space="preserve">uclear </w:t>
      </w:r>
      <w:r w:rsidRPr="00736178">
        <w:rPr>
          <w:b/>
          <w:bCs/>
          <w:iCs/>
          <w:lang w:val="en-GB"/>
        </w:rPr>
        <w:t>r</w:t>
      </w:r>
      <w:r w:rsidRPr="00736178">
        <w:rPr>
          <w:iCs/>
          <w:lang w:val="en-GB"/>
        </w:rPr>
        <w:t>ibo</w:t>
      </w:r>
      <w:r w:rsidRPr="00736178">
        <w:rPr>
          <w:b/>
          <w:bCs/>
          <w:iCs/>
          <w:lang w:val="en-GB"/>
        </w:rPr>
        <w:t>n</w:t>
      </w:r>
      <w:r w:rsidRPr="00736178">
        <w:rPr>
          <w:iCs/>
          <w:lang w:val="en-GB"/>
        </w:rPr>
        <w:t>ucleo</w:t>
      </w:r>
      <w:r w:rsidRPr="00736178">
        <w:rPr>
          <w:b/>
          <w:bCs/>
          <w:iCs/>
          <w:lang w:val="en-GB"/>
        </w:rPr>
        <w:t>p</w:t>
      </w:r>
      <w:r w:rsidRPr="00736178">
        <w:rPr>
          <w:iCs/>
          <w:lang w:val="en-GB"/>
        </w:rPr>
        <w:t>roteins (components of the spliceosome, e.g., Mud2, Prp40, Clf1)</w:t>
      </w:r>
    </w:p>
    <w:p w14:paraId="12022DC1" w14:textId="77777777" w:rsidR="00FD4471" w:rsidRPr="00736178" w:rsidRDefault="00FD4471" w:rsidP="00FD4471">
      <w:pPr>
        <w:pStyle w:val="MDPI43tablefooter"/>
        <w:ind w:hanging="2608"/>
        <w:rPr>
          <w:iCs/>
          <w:lang w:val="en-GB"/>
        </w:rPr>
      </w:pPr>
      <w:r w:rsidRPr="00736178">
        <w:rPr>
          <w:b/>
          <w:iCs/>
          <w:lang w:val="en-GB"/>
        </w:rPr>
        <w:t>*</w:t>
      </w:r>
      <w:r w:rsidRPr="00736178">
        <w:rPr>
          <w:iCs/>
          <w:lang w:val="en-GB"/>
        </w:rPr>
        <w:t xml:space="preserve"> under glucose starvation</w:t>
      </w:r>
    </w:p>
    <w:p w14:paraId="78A20D7E" w14:textId="77777777" w:rsidR="00FD4471" w:rsidRPr="00736178" w:rsidRDefault="00FD4471" w:rsidP="00FD4471">
      <w:pPr>
        <w:pStyle w:val="MDPI43tablefooter"/>
        <w:ind w:hanging="2608"/>
        <w:rPr>
          <w:iCs/>
          <w:lang w:val="en-GB"/>
        </w:rPr>
      </w:pPr>
      <w:r w:rsidRPr="00736178">
        <w:rPr>
          <w:i/>
          <w:iCs/>
          <w:vertAlign w:val="superscript"/>
          <w:lang w:val="en-GB"/>
        </w:rPr>
        <w:t>◊</w:t>
      </w:r>
      <w:r w:rsidRPr="00736178">
        <w:rPr>
          <w:iCs/>
          <w:lang w:val="en-GB"/>
        </w:rPr>
        <w:t>carnitine acetyltransferase 2</w:t>
      </w:r>
    </w:p>
    <w:p w14:paraId="7BEC8671" w14:textId="598A559B" w:rsidR="00FD4471" w:rsidRPr="00736178" w:rsidRDefault="00FD4471" w:rsidP="00FD4471">
      <w:pPr>
        <w:pStyle w:val="MDPI43tablefooter"/>
        <w:ind w:hanging="2608"/>
        <w:rPr>
          <w:iCs/>
          <w:lang w:val="en-GB"/>
        </w:rPr>
      </w:pPr>
      <w:r w:rsidRPr="00736178">
        <w:rPr>
          <w:rFonts w:ascii="Times New Roman" w:hAnsi="Times New Roman" w:cs="Times New Roman"/>
          <w:iCs/>
          <w:lang w:val="en-GB"/>
        </w:rPr>
        <w:t>▼</w:t>
      </w:r>
      <w:r w:rsidRPr="00736178">
        <w:rPr>
          <w:iCs/>
          <w:lang w:val="en-GB"/>
        </w:rPr>
        <w:t>initially induced but later repressed</w:t>
      </w:r>
    </w:p>
    <w:p w14:paraId="3BEE9E01" w14:textId="46A7B288" w:rsidR="00FD4471" w:rsidRPr="00736178" w:rsidRDefault="00FD4471" w:rsidP="00FD4471">
      <w:pPr>
        <w:pStyle w:val="MDPI43tablefooter"/>
        <w:ind w:hanging="2608"/>
        <w:rPr>
          <w:iCs/>
          <w:lang w:val="en-GB"/>
        </w:rPr>
      </w:pPr>
      <w:r w:rsidRPr="00736178">
        <w:rPr>
          <w:rFonts w:ascii="Times New Roman" w:hAnsi="Times New Roman" w:cs="Times New Roman"/>
          <w:iCs/>
          <w:lang w:val="en-GB"/>
        </w:rPr>
        <w:t>▲</w:t>
      </w:r>
      <w:r w:rsidRPr="00736178">
        <w:rPr>
          <w:iCs/>
          <w:lang w:val="en-GB"/>
        </w:rPr>
        <w:t>initially repressed but later induced</w:t>
      </w:r>
    </w:p>
    <w:p w14:paraId="4C305711" w14:textId="5B19FAD6" w:rsidR="00FD4471" w:rsidRPr="00736178" w:rsidRDefault="00FD4471" w:rsidP="00FD4471">
      <w:pPr>
        <w:pStyle w:val="MDPI43tablefooter"/>
        <w:ind w:hanging="2608"/>
        <w:rPr>
          <w:iCs/>
          <w:lang w:val="en-GB"/>
        </w:rPr>
      </w:pPr>
      <w:r w:rsidRPr="00736178">
        <w:rPr>
          <w:b/>
          <w:iCs/>
          <w:vertAlign w:val="superscript"/>
          <w:lang w:val="en-GB"/>
        </w:rPr>
        <w:t>‡</w:t>
      </w:r>
      <w:r w:rsidRPr="00736178">
        <w:rPr>
          <w:iCs/>
          <w:lang w:val="en-GB"/>
        </w:rPr>
        <w:t>could be induced/repressed depending on the source of the stress or type of virulence expression</w:t>
      </w:r>
    </w:p>
    <w:p w14:paraId="5A471D8D" w14:textId="77777777" w:rsidR="0000060F" w:rsidRDefault="00FD4471" w:rsidP="0095734C">
      <w:pPr>
        <w:pStyle w:val="MDPI43tablefooter"/>
        <w:ind w:hanging="2608"/>
        <w:rPr>
          <w:iCs/>
          <w:lang w:val="en-GB"/>
        </w:rPr>
      </w:pPr>
      <w:r w:rsidRPr="00736178">
        <w:rPr>
          <w:iCs/>
          <w:vertAlign w:val="superscript"/>
          <w:lang w:val="en-GB"/>
        </w:rPr>
        <w:t>#</w:t>
      </w:r>
      <w:r w:rsidRPr="00736178">
        <w:rPr>
          <w:iCs/>
          <w:lang w:val="en-GB"/>
        </w:rPr>
        <w:t>mitotic unisexual cell division</w:t>
      </w:r>
    </w:p>
    <w:p w14:paraId="02C8ADC2" w14:textId="0BB2B66B" w:rsidR="000B7170" w:rsidRDefault="000B7170" w:rsidP="000B7170">
      <w:pPr>
        <w:pStyle w:val="MDPI31text"/>
        <w:ind w:left="0" w:firstLine="0"/>
        <w:rPr>
          <w:lang w:val="en-GB"/>
        </w:rPr>
      </w:pPr>
      <w:r w:rsidRPr="000B7170">
        <w:rPr>
          <w:vertAlign w:val="superscript"/>
          <w:lang w:val="en-GB"/>
        </w:rPr>
        <w:t>D</w:t>
      </w:r>
      <w:r w:rsidR="008A46A5">
        <w:rPr>
          <w:lang w:val="en-GB"/>
        </w:rPr>
        <w:t>e</w:t>
      </w:r>
      <w:r>
        <w:rPr>
          <w:lang w:val="en-GB"/>
        </w:rPr>
        <w:t xml:space="preserve">mphasis on serotype D. Repressing </w:t>
      </w:r>
      <w:r w:rsidRPr="000B7170">
        <w:rPr>
          <w:i/>
          <w:iCs/>
          <w:lang w:val="en-GB"/>
        </w:rPr>
        <w:t>Sit1</w:t>
      </w:r>
      <w:r>
        <w:rPr>
          <w:lang w:val="en-GB"/>
        </w:rPr>
        <w:t xml:space="preserve"> gene enhances </w:t>
      </w:r>
      <w:r w:rsidRPr="000B7170">
        <w:rPr>
          <w:i/>
          <w:iCs/>
          <w:lang w:val="en-GB"/>
        </w:rPr>
        <w:t>Lac</w:t>
      </w:r>
      <w:r>
        <w:rPr>
          <w:lang w:val="en-GB"/>
        </w:rPr>
        <w:t xml:space="preserve"> expression (melanin production) and agar </w:t>
      </w:r>
      <w:r w:rsidR="000200C3">
        <w:rPr>
          <w:lang w:val="en-GB"/>
        </w:rPr>
        <w:t>invasion, but this can be overruled by 1.0% glucose</w:t>
      </w:r>
      <w:r w:rsidR="005D787D">
        <w:rPr>
          <w:lang w:val="en-GB"/>
        </w:rPr>
        <w:t xml:space="preserve"> </w:t>
      </w:r>
      <w:r w:rsidR="005D787D">
        <w:rPr>
          <w:lang w:val="en-GB"/>
        </w:rPr>
        <w:fldChar w:fldCharType="begin">
          <w:fldData xml:space="preserve">PEVuZE5vdGU+PENpdGU+PEF1dGhvcj5UYW5nZW48L0F1dGhvcj48WWVhcj4yMDA3PC9ZZWFyPjxS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</w:fldData>
        </w:fldChar>
      </w:r>
      <w:r w:rsidR="00706F40">
        <w:rPr>
          <w:lang w:val="en-GB"/>
        </w:rPr>
        <w:instrText xml:space="preserve"> ADDIN EN.CITE </w:instrText>
      </w:r>
      <w:r w:rsidR="00706F40">
        <w:rPr>
          <w:lang w:val="en-GB"/>
        </w:rPr>
        <w:fldChar w:fldCharType="begin">
          <w:fldData xml:space="preserve">PEVuZE5vdGU+PENpdGU+PEF1dGhvcj5UYW5nZW48L0F1dGhvcj48WWVhcj4yMDA3PC9ZZWFyPjxS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</w:fldData>
        </w:fldChar>
      </w:r>
      <w:r w:rsidR="00706F40">
        <w:rPr>
          <w:lang w:val="en-GB"/>
        </w:rPr>
        <w:instrText xml:space="preserve"> ADDIN EN.CITE.DATA </w:instrText>
      </w:r>
      <w:r w:rsidR="00706F40">
        <w:rPr>
          <w:lang w:val="en-GB"/>
        </w:rPr>
      </w:r>
      <w:r w:rsidR="00706F40">
        <w:rPr>
          <w:lang w:val="en-GB"/>
        </w:rPr>
        <w:fldChar w:fldCharType="end"/>
      </w:r>
      <w:r w:rsidR="005D787D">
        <w:rPr>
          <w:lang w:val="en-GB"/>
        </w:rPr>
      </w:r>
      <w:r w:rsidR="005D787D">
        <w:rPr>
          <w:lang w:val="en-GB"/>
        </w:rPr>
        <w:fldChar w:fldCharType="separate"/>
      </w:r>
      <w:r w:rsidR="00706F40">
        <w:rPr>
          <w:noProof/>
          <w:lang w:val="en-GB"/>
        </w:rPr>
        <w:t>[150,180,181]</w:t>
      </w:r>
      <w:r w:rsidR="005D787D">
        <w:rPr>
          <w:lang w:val="en-GB"/>
        </w:rPr>
        <w:fldChar w:fldCharType="end"/>
      </w:r>
      <w:r w:rsidR="005D787D">
        <w:rPr>
          <w:lang w:val="en-GB"/>
        </w:rPr>
        <w:t>.</w:t>
      </w:r>
    </w:p>
    <w:p w14:paraId="0D95F4DB" w14:textId="20196F9F" w:rsidR="000B7170" w:rsidRPr="000B7170" w:rsidRDefault="000B7170" w:rsidP="000B7170">
      <w:pPr>
        <w:pStyle w:val="MDPI31text"/>
        <w:ind w:left="0" w:firstLine="0"/>
        <w:rPr>
          <w:lang w:val="en-GB"/>
        </w:rPr>
        <w:sectPr w:rsidR="000B7170" w:rsidRPr="000B7170" w:rsidSect="0000060F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6838" w:h="11906" w:orient="landscape" w:code="9"/>
          <w:pgMar w:top="720" w:right="1418" w:bottom="720" w:left="1077" w:header="1021" w:footer="340" w:gutter="0"/>
          <w:lnNumType w:countBy="1" w:distance="255" w:restart="continuous"/>
          <w:cols w:space="425"/>
          <w:bidi/>
          <w:docGrid w:type="linesAndChars" w:linePitch="326"/>
        </w:sectPr>
      </w:pPr>
    </w:p>
    <w:p w14:paraId="01FCA7FA" w14:textId="77777777" w:rsidR="00B70F08" w:rsidRDefault="00B70F08" w:rsidP="00736178">
      <w:pPr>
        <w:pStyle w:val="MDPI41tablecaption"/>
        <w:rPr>
          <w:b/>
          <w:iCs/>
          <w:lang w:val="en-GB"/>
        </w:rPr>
      </w:pPr>
    </w:p>
    <w:p w14:paraId="57886910" w14:textId="77777777" w:rsidR="00B70F08" w:rsidRDefault="00B70F08" w:rsidP="00736178">
      <w:pPr>
        <w:pStyle w:val="MDPI41tablecaption"/>
        <w:rPr>
          <w:b/>
          <w:iCs/>
          <w:lang w:val="en-GB"/>
        </w:rPr>
      </w:pPr>
    </w:p>
    <w:p w14:paraId="33AA8BEA" w14:textId="77777777" w:rsidR="00B70F08" w:rsidRDefault="00B70F08" w:rsidP="00736178">
      <w:pPr>
        <w:pStyle w:val="MDPI41tablecaption"/>
        <w:rPr>
          <w:b/>
          <w:iCs/>
          <w:lang w:val="en-GB"/>
        </w:rPr>
      </w:pPr>
    </w:p>
    <w:p w14:paraId="7E69C2F5" w14:textId="77777777" w:rsidR="00B70F08" w:rsidRDefault="00B70F08" w:rsidP="00736178">
      <w:pPr>
        <w:pStyle w:val="MDPI41tablecaption"/>
        <w:rPr>
          <w:b/>
          <w:iCs/>
          <w:lang w:val="en-GB"/>
        </w:rPr>
      </w:pPr>
    </w:p>
    <w:p w14:paraId="0E708F06" w14:textId="77777777" w:rsidR="00B70F08" w:rsidRDefault="00B70F08" w:rsidP="00736178">
      <w:pPr>
        <w:pStyle w:val="MDPI41tablecaption"/>
        <w:rPr>
          <w:b/>
          <w:iCs/>
          <w:lang w:val="en-GB"/>
        </w:rPr>
      </w:pPr>
    </w:p>
    <w:p w14:paraId="1088EB9A" w14:textId="77777777" w:rsidR="00B70F08" w:rsidRDefault="00B70F08" w:rsidP="00736178">
      <w:pPr>
        <w:pStyle w:val="MDPI41tablecaption"/>
        <w:rPr>
          <w:b/>
          <w:iCs/>
          <w:lang w:val="en-GB"/>
        </w:rPr>
      </w:pPr>
    </w:p>
    <w:p w14:paraId="6DAA5FAB" w14:textId="75F9F069" w:rsidR="00736178" w:rsidRDefault="00736178" w:rsidP="00736178">
      <w:pPr>
        <w:pStyle w:val="MDPI41tablecaption"/>
      </w:pPr>
      <w:r w:rsidRPr="00F76BB1">
        <w:rPr>
          <w:b/>
          <w:iCs/>
          <w:lang w:val="en-GB"/>
        </w:rPr>
        <w:lastRenderedPageBreak/>
        <w:t xml:space="preserve">Table </w:t>
      </w:r>
      <w:r w:rsidR="00B45501">
        <w:rPr>
          <w:b/>
          <w:iCs/>
          <w:lang w:val="en-GB"/>
        </w:rPr>
        <w:t>3</w:t>
      </w:r>
      <w:r>
        <w:rPr>
          <w:b/>
          <w:iCs/>
          <w:lang w:val="en-GB"/>
        </w:rPr>
        <w:t>.</w:t>
      </w:r>
      <w:r w:rsidRPr="00F76BB1">
        <w:rPr>
          <w:b/>
          <w:iCs/>
          <w:lang w:val="en-GB"/>
        </w:rPr>
        <w:t xml:space="preserve"> </w:t>
      </w:r>
      <w:r w:rsidR="00B45501" w:rsidRPr="00B45501">
        <w:rPr>
          <w:bCs/>
          <w:iCs/>
          <w:lang w:val="en-GB"/>
        </w:rPr>
        <w:t xml:space="preserve">Phenotypic responses of different mutants of </w:t>
      </w:r>
      <w:r w:rsidR="00D16B57" w:rsidRPr="00D16B57">
        <w:rPr>
          <w:bCs/>
          <w:i/>
          <w:iCs/>
          <w:lang w:val="en-GB"/>
        </w:rPr>
        <w:t>Cryptococcus</w:t>
      </w:r>
      <w:r w:rsidR="00B45501" w:rsidRPr="00B45501">
        <w:rPr>
          <w:bCs/>
          <w:i/>
          <w:iCs/>
          <w:lang w:val="en-GB"/>
        </w:rPr>
        <w:t xml:space="preserve"> </w:t>
      </w:r>
      <w:r w:rsidR="00B45501" w:rsidRPr="00B45501">
        <w:rPr>
          <w:bCs/>
          <w:iCs/>
          <w:lang w:val="en-GB"/>
        </w:rPr>
        <w:t xml:space="preserve">against various quantitative external factors: oxidants, nitrosants, denaturants, peroxides, metals, salts, chelators, inhibitors, dyes, genotoxicants, cyanides, UV, amides, urea, amino acids, caffeine, pH, temperature, sorbitol, glycerol, ethanol, vitamins, synthetic media, and antifungal agents. All phenotypic descriptions were assessed in the YPD at </w:t>
      </w:r>
      <w:r w:rsidR="00B45501" w:rsidRPr="00B45501">
        <w:rPr>
          <w:bCs/>
          <w:iCs/>
          <w:lang w:val="x-none"/>
        </w:rPr>
        <w:t>30</w:t>
      </w:r>
      <w:r w:rsidR="00B45501" w:rsidRPr="00B45501">
        <w:rPr>
          <w:bCs/>
          <w:iCs/>
          <w:vertAlign w:val="superscript"/>
          <w:lang w:val="x-none"/>
        </w:rPr>
        <w:t>o</w:t>
      </w:r>
      <w:r w:rsidR="00B45501" w:rsidRPr="00B45501">
        <w:rPr>
          <w:bCs/>
          <w:iCs/>
          <w:lang w:val="x-none"/>
        </w:rPr>
        <w:t>C</w:t>
      </w:r>
      <w:r w:rsidR="00B45501" w:rsidRPr="00B45501">
        <w:rPr>
          <w:bCs/>
          <w:iCs/>
          <w:lang w:val="en-GB"/>
        </w:rPr>
        <w:t xml:space="preserve"> unless otherwise stated</w:t>
      </w:r>
      <w:r w:rsidRPr="00325902"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2691"/>
        <w:gridCol w:w="2268"/>
        <w:gridCol w:w="1701"/>
        <w:gridCol w:w="1701"/>
        <w:gridCol w:w="4137"/>
      </w:tblGrid>
      <w:tr w:rsidR="00C17FEA" w:rsidRPr="00C17FEA" w14:paraId="72D53A7D" w14:textId="00694109" w:rsidTr="00D32474">
        <w:trPr>
          <w:tblHeader/>
        </w:trPr>
        <w:tc>
          <w:tcPr>
            <w:tcW w:w="184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250368" w14:textId="40459064" w:rsidR="006A11F1" w:rsidRPr="00C17FEA" w:rsidRDefault="006A11F1" w:rsidP="00C17FEA">
            <w:pPr>
              <w:pStyle w:val="MDPI42tablebody"/>
              <w:jc w:val="left"/>
              <w:rPr>
                <w:b/>
                <w:bCs/>
              </w:rPr>
            </w:pPr>
            <w:r w:rsidRPr="00C17FEA">
              <w:rPr>
                <w:b/>
                <w:bCs/>
              </w:rPr>
              <w:t>External factors</w:t>
            </w:r>
          </w:p>
        </w:tc>
        <w:tc>
          <w:tcPr>
            <w:tcW w:w="269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06FFD" w14:textId="4FC1DC72" w:rsidR="006A11F1" w:rsidRPr="00C17FEA" w:rsidRDefault="006A11F1" w:rsidP="00C17FEA">
            <w:pPr>
              <w:pStyle w:val="MDPI42tablebody"/>
              <w:jc w:val="left"/>
              <w:rPr>
                <w:b/>
                <w:bCs/>
              </w:rPr>
            </w:pPr>
            <w:r w:rsidRPr="00C17FEA">
              <w:rPr>
                <w:b/>
                <w:bCs/>
              </w:rPr>
              <w:t>Hypersensitive mutants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CBFC6F6" w14:textId="6A9AB461" w:rsidR="006A11F1" w:rsidRPr="00C17FEA" w:rsidRDefault="006A11F1" w:rsidP="00C17FEA">
            <w:pPr>
              <w:pStyle w:val="MDPI42tablebody"/>
              <w:jc w:val="left"/>
              <w:rPr>
                <w:b/>
                <w:bCs/>
              </w:rPr>
            </w:pPr>
            <w:r w:rsidRPr="00C17FEA">
              <w:rPr>
                <w:b/>
                <w:bCs/>
              </w:rPr>
              <w:t>Slightly-to-moderately sensitive mutants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3780414" w14:textId="3EB955ED" w:rsidR="006A11F1" w:rsidRPr="00C17FEA" w:rsidRDefault="006A11F1" w:rsidP="00C17FEA">
            <w:pPr>
              <w:pStyle w:val="MDPI42tablebody"/>
              <w:jc w:val="left"/>
              <w:rPr>
                <w:b/>
                <w:bCs/>
              </w:rPr>
            </w:pPr>
            <w:r w:rsidRPr="00C17FEA">
              <w:rPr>
                <w:b/>
                <w:bCs/>
              </w:rPr>
              <w:t>Hyper-resistant mutants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102BE6D" w14:textId="5FD4F040" w:rsidR="006A11F1" w:rsidRPr="00C17FEA" w:rsidRDefault="006A11F1" w:rsidP="00C17FEA">
            <w:pPr>
              <w:pStyle w:val="MDPI42tablebody"/>
              <w:jc w:val="left"/>
              <w:rPr>
                <w:b/>
                <w:bCs/>
              </w:rPr>
            </w:pPr>
            <w:r w:rsidRPr="00C17FEA">
              <w:rPr>
                <w:b/>
                <w:bCs/>
              </w:rPr>
              <w:t>Slightly-to-moderately resistant mutants</w:t>
            </w:r>
          </w:p>
        </w:tc>
        <w:tc>
          <w:tcPr>
            <w:tcW w:w="413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0F0ADCA" w14:textId="7078732C" w:rsidR="006A11F1" w:rsidRPr="00C17FEA" w:rsidRDefault="006A11F1" w:rsidP="00C17FEA">
            <w:pPr>
              <w:pStyle w:val="MDPI42tablebody"/>
              <w:jc w:val="left"/>
              <w:rPr>
                <w:b/>
                <w:bCs/>
              </w:rPr>
            </w:pPr>
            <w:r w:rsidRPr="00C17FEA">
              <w:rPr>
                <w:b/>
                <w:bCs/>
              </w:rPr>
              <w:t>Wild type normal growth/resistance/sensitivity</w:t>
            </w:r>
          </w:p>
        </w:tc>
      </w:tr>
      <w:tr w:rsidR="00D32474" w:rsidRPr="00C17FEA" w14:paraId="7390FE03" w14:textId="0C480F14" w:rsidTr="00D32474"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14:paraId="7931B7BB" w14:textId="793A220B" w:rsidR="006A11F1" w:rsidRPr="00C17FEA" w:rsidRDefault="006A11F1" w:rsidP="00C17FEA">
            <w:pPr>
              <w:pStyle w:val="MDPI42tablebody"/>
              <w:jc w:val="left"/>
              <w:rPr>
                <w:i/>
                <w:iCs/>
              </w:rPr>
            </w:pPr>
            <w:r w:rsidRPr="00C17FEA">
              <w:rPr>
                <w:rFonts w:cs="Arial"/>
                <w:iCs/>
              </w:rPr>
              <w:t>0.5 mM H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r w:rsidRPr="00C17FEA">
              <w:rPr>
                <w:rFonts w:cs="Arial"/>
                <w:iCs/>
              </w:rPr>
              <w:t>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nil"/>
              <w:bottom w:val="single" w:sz="4" w:space="0" w:color="auto"/>
            </w:tcBorders>
            <w:vAlign w:val="center"/>
          </w:tcPr>
          <w:p w14:paraId="0362778D" w14:textId="14E8E958" w:rsidR="006A11F1" w:rsidRPr="00C17FEA" w:rsidRDefault="006A11F1" w:rsidP="00C17FEA">
            <w:pPr>
              <w:pStyle w:val="MDPI42tablebody"/>
              <w:jc w:val="left"/>
            </w:pPr>
            <w:bookmarkStart w:id="25" w:name="OLE_LINK122"/>
            <w:bookmarkStart w:id="26" w:name="OLE_LINK123"/>
            <w:r w:rsidRPr="00C17FEA">
              <w:rPr>
                <w:rFonts w:cs="Arial"/>
                <w:i/>
                <w:iCs/>
              </w:rPr>
              <w:t>Δtsa1</w:t>
            </w:r>
            <w:bookmarkEnd w:id="25"/>
            <w:bookmarkEnd w:id="26"/>
            <w:r w:rsidRPr="00C17FEA">
              <w:rPr>
                <w:rFonts w:cs="Arial"/>
                <w:i/>
                <w:iCs/>
              </w:rPr>
              <w:t>, Δtsa1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tsa3, Δtsa1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tsa3 Δtsa4, </w:t>
            </w:r>
            <w:bookmarkStart w:id="27" w:name="OLE_LINK130"/>
            <w:bookmarkStart w:id="28" w:name="OLE_LINK131"/>
            <w:r w:rsidRPr="00C17FEA">
              <w:rPr>
                <w:rFonts w:cs="Arial"/>
                <w:i/>
                <w:iCs/>
              </w:rPr>
              <w:t>Δtsa1 Δtsa4</w:t>
            </w:r>
            <w:bookmarkEnd w:id="27"/>
            <w:bookmarkEnd w:id="28"/>
            <w:r w:rsidRPr="00C17FEA">
              <w:rPr>
                <w:rFonts w:cs="Arial"/>
                <w:i/>
                <w:iCs/>
              </w:rPr>
              <w:t>, Δtrx1, Δtrx1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trx2,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pep4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center"/>
          </w:tcPr>
          <w:p w14:paraId="0397FFAF" w14:textId="464C98DB" w:rsidR="006A11F1" w:rsidRPr="00C17FEA" w:rsidRDefault="006A11F1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 xml:space="preserve">Δtrx2, Δprb1,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14:paraId="0F4B1C1A" w14:textId="77777777" w:rsidR="006A11F1" w:rsidRPr="00C17FEA" w:rsidRDefault="006A11F1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14:paraId="7A9258B7" w14:textId="77777777" w:rsidR="006A11F1" w:rsidRPr="00C17FEA" w:rsidRDefault="006A11F1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nil"/>
              <w:bottom w:val="single" w:sz="4" w:space="0" w:color="auto"/>
            </w:tcBorders>
            <w:vAlign w:val="center"/>
          </w:tcPr>
          <w:p w14:paraId="43773B52" w14:textId="0390D2C4" w:rsidR="006A11F1" w:rsidRPr="00C17FEA" w:rsidRDefault="006A11F1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Δtsa3, Δtsa4, Δtsa3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tsa4, Δtsa3, Δtrx2, </w:t>
            </w:r>
            <w:bookmarkStart w:id="29" w:name="OLE_LINK176"/>
            <w:bookmarkStart w:id="30" w:name="OLE_LINK177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gpx2</w:t>
            </w:r>
            <w:bookmarkEnd w:id="29"/>
            <w:bookmarkEnd w:id="30"/>
            <w:r w:rsidRPr="00C17FEA">
              <w:rPr>
                <w:rFonts w:cs="Arial"/>
                <w:i/>
                <w:iCs/>
              </w:rPr>
              <w:t xml:space="preserve"> </w:t>
            </w:r>
          </w:p>
        </w:tc>
      </w:tr>
      <w:tr w:rsidR="00B62495" w:rsidRPr="00C17FEA" w14:paraId="367B31FC" w14:textId="502B9673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DB639" w14:textId="2083923C" w:rsidR="006A11F1" w:rsidRPr="00C17FEA" w:rsidRDefault="006A11F1" w:rsidP="00C17FEA">
            <w:pPr>
              <w:pStyle w:val="MDPI42tablebody"/>
              <w:jc w:val="left"/>
              <w:rPr>
                <w:i/>
                <w:iCs/>
              </w:rPr>
            </w:pPr>
            <w:r w:rsidRPr="00C17FEA">
              <w:rPr>
                <w:rFonts w:cs="Arial"/>
                <w:iCs/>
              </w:rPr>
              <w:t>1 – 2 mM H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r w:rsidRPr="00C17FEA">
              <w:rPr>
                <w:rFonts w:cs="Arial"/>
                <w:iCs/>
              </w:rPr>
              <w:t>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F4695F" w14:textId="45613B0E" w:rsidR="006A11F1" w:rsidRPr="00C17FEA" w:rsidRDefault="006A11F1" w:rsidP="00C17FEA">
            <w:pPr>
              <w:pStyle w:val="MDPI42tablebody"/>
              <w:jc w:val="left"/>
            </w:pPr>
            <w:bookmarkStart w:id="31" w:name="OLE_LINK189"/>
            <w:bookmarkStart w:id="32" w:name="OLE_LINK190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pgi1,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  <w:bookmarkEnd w:id="31"/>
            <w:bookmarkEnd w:id="32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F6F8F" w14:textId="3E235D48" w:rsidR="006A11F1" w:rsidRPr="00C17FEA" w:rsidRDefault="006A11F1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 xml:space="preserve">Δcac1,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5DAAB" w14:textId="77777777" w:rsidR="006A11F1" w:rsidRPr="00C17FEA" w:rsidRDefault="006A11F1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2B44C" w14:textId="77777777" w:rsidR="006A11F1" w:rsidRPr="00C17FEA" w:rsidRDefault="006A11F1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79591" w14:textId="6DBE5AC9" w:rsidR="006A11F1" w:rsidRPr="00C17FEA" w:rsidRDefault="006A11F1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gpp2,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Δqsp1, </w:t>
            </w:r>
            <w:bookmarkStart w:id="33" w:name="OLE_LINK164"/>
            <w:r w:rsidRPr="00C17FEA">
              <w:rPr>
                <w:rFonts w:cs="Arial"/>
                <w:i/>
                <w:iCs/>
              </w:rPr>
              <w:t>Δopt1</w:t>
            </w:r>
            <w:bookmarkEnd w:id="33"/>
            <w:r w:rsidRPr="00C17FEA">
              <w:rPr>
                <w:rFonts w:cs="Arial"/>
                <w:i/>
                <w:iCs/>
              </w:rPr>
              <w:t>, Δqsp1,</w:t>
            </w:r>
            <w:bookmarkStart w:id="34" w:name="OLE_LINK101"/>
            <w:bookmarkStart w:id="35" w:name="OLE_LINK102"/>
            <w:bookmarkStart w:id="36" w:name="OLE_LINK103"/>
            <w:r w:rsidRPr="00C17FEA">
              <w:rPr>
                <w:rFonts w:cs="Arial"/>
                <w:i/>
                <w:iCs/>
              </w:rPr>
              <w:t xml:space="preserve"> Δras1</w:t>
            </w:r>
            <w:bookmarkEnd w:id="34"/>
            <w:bookmarkEnd w:id="35"/>
            <w:bookmarkEnd w:id="36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vps34</w:t>
            </w:r>
          </w:p>
        </w:tc>
      </w:tr>
      <w:tr w:rsidR="00D32474" w:rsidRPr="00C17FEA" w14:paraId="3F00FEA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45073" w14:textId="771D1160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2.5 mM H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r w:rsidRPr="00C17FEA">
              <w:rPr>
                <w:rFonts w:cs="Arial"/>
                <w:iCs/>
              </w:rPr>
              <w:t>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F2D69" w14:textId="313094E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DE29F" w14:textId="2FCC18B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sch9,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BC08E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6FCC5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C1510" w14:textId="43DDC973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bookmarkStart w:id="37" w:name="OLE_LINK201"/>
            <w:bookmarkStart w:id="38" w:name="OLE_LINK202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bookmarkEnd w:id="37"/>
            <w:bookmarkEnd w:id="38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tco(3-5),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D32474" w:rsidRPr="00C17FEA" w14:paraId="426566F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71A50" w14:textId="2E8622DC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3.0 mM </w:t>
            </w:r>
            <w:bookmarkStart w:id="39" w:name="OLE_LINK199"/>
            <w:bookmarkStart w:id="40" w:name="OLE_LINK200"/>
            <w:r w:rsidRPr="00C17FEA">
              <w:rPr>
                <w:rFonts w:cs="Arial"/>
                <w:iCs/>
              </w:rPr>
              <w:t>H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r w:rsidRPr="00C17FEA">
              <w:rPr>
                <w:rFonts w:cs="Arial"/>
                <w:iCs/>
              </w:rPr>
              <w:t>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bookmarkEnd w:id="39"/>
            <w:bookmarkEnd w:id="40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895E41" w14:textId="6AF422D8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Δhog1, Δssk1,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1D2BB" w14:textId="32E998E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 xml:space="preserve">Δatf1,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cac1, 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ypd1,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E3816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A6A0D" w14:textId="469BA711" w:rsidR="009F1036" w:rsidRPr="00C17FEA" w:rsidRDefault="009F1036" w:rsidP="00C17FEA">
            <w:pPr>
              <w:pStyle w:val="MDPI42tablebody"/>
              <w:jc w:val="left"/>
            </w:pPr>
            <w:bookmarkStart w:id="41" w:name="OLE_LINK112"/>
            <w:bookmarkStart w:id="42" w:name="OLE_LINK113"/>
            <w:r w:rsidRPr="00C17FEA">
              <w:rPr>
                <w:rFonts w:cs="Arial"/>
                <w:i/>
                <w:iCs/>
              </w:rPr>
              <w:t>Δena1, Δskn7</w:t>
            </w:r>
            <w:bookmarkEnd w:id="41"/>
            <w:bookmarkEnd w:id="42"/>
            <w:r w:rsidRPr="00C17FEA">
              <w:rPr>
                <w:rFonts w:cs="Arial"/>
                <w:i/>
                <w:iCs/>
              </w:rPr>
              <w:t>,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34831" w14:textId="5C65062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ras1,</w:t>
            </w:r>
            <w:r w:rsidRPr="00C17FEA">
              <w:rPr>
                <w:rFonts w:cs="Arial"/>
                <w:i/>
                <w:iCs/>
                <w:lang w:val="en-ZA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tco(3-5),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tco7,</w:t>
            </w:r>
            <w:r w:rsidRPr="00C17FEA">
              <w:rPr>
                <w:rFonts w:cs="Arial"/>
                <w:i/>
                <w:iCs/>
                <w:lang w:val="en-ZA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ubc6-2,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ubc8,</w:t>
            </w:r>
            <w:r w:rsidRPr="00C17FEA">
              <w:rPr>
                <w:rFonts w:cs="Arial"/>
                <w:i/>
                <w:iCs/>
              </w:rPr>
              <w:t xml:space="preserve"> Δ</w:t>
            </w:r>
            <w:r w:rsidRPr="00C17FEA">
              <w:rPr>
                <w:rFonts w:cs="Arial"/>
                <w:i/>
                <w:iCs/>
                <w:lang w:val="en-ZA"/>
              </w:rPr>
              <w:t>yor1</w:t>
            </w:r>
          </w:p>
        </w:tc>
      </w:tr>
      <w:tr w:rsidR="00D32474" w:rsidRPr="00C17FEA" w14:paraId="07026C4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5F9E33" w14:textId="2AA9CAE1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3.5 mM H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r w:rsidRPr="00C17FEA">
              <w:rPr>
                <w:rFonts w:cs="Arial"/>
                <w:iCs/>
              </w:rPr>
              <w:t>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4BE88" w14:textId="4ED8E2DE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Δatf1,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hob1, Δhog1,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yap1,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E1D22" w14:textId="7184434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hob1,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ptp2,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pan1,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pka1,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ptp2,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ptp2,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ubc8,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usv101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05DE5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EEB09" w14:textId="7A15D275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ubc6-2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BB818" w14:textId="3237C06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gpa1,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ras1</w:t>
            </w:r>
            <w:r w:rsidRPr="00C17FEA">
              <w:rPr>
                <w:rFonts w:cs="Arial"/>
                <w:i/>
                <w:iCs/>
              </w:rPr>
              <w:t>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yor1 </w:t>
            </w:r>
          </w:p>
        </w:tc>
      </w:tr>
      <w:tr w:rsidR="00D32474" w:rsidRPr="00C17FEA" w14:paraId="5136944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424D26" w14:textId="1FDDDB0F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5.0 mM H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r w:rsidRPr="00C17FEA">
              <w:rPr>
                <w:rFonts w:cs="Arial"/>
                <w:iCs/>
              </w:rPr>
              <w:t>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67030" w14:textId="1D29908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±2mm Leu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AC2EA" w14:textId="5E9AB98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lys4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49747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C3378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F50AC" w14:textId="70CD31A2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gcs1</w:t>
            </w:r>
          </w:p>
        </w:tc>
      </w:tr>
      <w:tr w:rsidR="00D32474" w:rsidRPr="00C17FEA" w14:paraId="5F50FB4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41315D" w14:textId="0AF604C6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0.05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F9C18" w14:textId="1B21C938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4205B" w14:textId="7A31200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A2285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B0B88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61143" w14:textId="49A7106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</w:t>
            </w:r>
          </w:p>
        </w:tc>
      </w:tr>
      <w:tr w:rsidR="00D32474" w:rsidRPr="00C17FEA" w14:paraId="69C05E7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F07AE9" w14:textId="292D0122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0.1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A8185C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B417C" w14:textId="3E91344B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Δtsa1, Δtsa1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tsa1 Δtsa4, Δtsa1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C1781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E6118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F9628" w14:textId="638FEAE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Δtsa3, Δtsa4, Δtsa3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tsa4</w:t>
            </w:r>
          </w:p>
        </w:tc>
      </w:tr>
      <w:tr w:rsidR="00D32474" w:rsidRPr="00C17FEA" w14:paraId="0A065DA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75157" w14:textId="2333689A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0.2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8243E" w14:textId="064096C5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30363" w14:textId="76E4A73B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Δatf1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5D4E4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50646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E5DEE" w14:textId="3CF06DF5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gpx2</w:t>
            </w:r>
          </w:p>
        </w:tc>
      </w:tr>
      <w:tr w:rsidR="00D32474" w:rsidRPr="00C17FEA" w14:paraId="0D32145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346211" w14:textId="6EB71CA7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0.5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A2FF7E" w14:textId="01D32BE8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04C09" w14:textId="1D4812D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tps2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19EC9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52A42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30A62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39F78E9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2A8C34" w14:textId="710868DF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0.6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1581E" w14:textId="6AAC39E1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E5DB3" w14:textId="6C356B2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 xml:space="preserve">Δatf1,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D7DF5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6095A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1AA85" w14:textId="585C2E53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Δhog1, Δcac1,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ptp1</w:t>
            </w:r>
          </w:p>
        </w:tc>
      </w:tr>
      <w:tr w:rsidR="00D32474" w:rsidRPr="00C17FEA" w14:paraId="7A78F61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9C098F" w14:textId="636A15DE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 xml:space="preserve">0.7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772DC" w14:textId="77D5DF2E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E5FCE" w14:textId="62DFD96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E1B4E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A6564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07016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2948F93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B59C62" w14:textId="40A326D8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0.8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3D342B" w14:textId="4E1606AF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pan1,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fzc34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723EC" w14:textId="3E0B35B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yap1,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usv101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9E775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13B5C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F19AD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4C022B2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94595" w14:textId="4F18E55B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1 – 2 mM </w:t>
            </w:r>
            <w:r w:rsidRPr="00C17FEA">
              <w:rPr>
                <w:rFonts w:cs="Arial"/>
                <w:i/>
                <w:iCs/>
              </w:rPr>
              <w:t>t</w:t>
            </w:r>
            <w:r w:rsidRPr="00C17FEA">
              <w:rPr>
                <w:rFonts w:cs="Arial"/>
                <w:iCs/>
              </w:rPr>
              <w:t>-BOOH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F5FA3" w14:textId="0923A42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tps1,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tps2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4C974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14DCB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238BD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79C40" w14:textId="375D730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</w:p>
        </w:tc>
      </w:tr>
      <w:tr w:rsidR="00D32474" w:rsidRPr="00C17FEA" w14:paraId="516ED12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9DA1CB" w14:textId="17131EAD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0.02 mM COOH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54AD88" w14:textId="538C96BB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20A82" w14:textId="537F738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bookmarkStart w:id="43" w:name="OLE_LINK17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gpx2</w:t>
            </w:r>
            <w:bookmarkEnd w:id="43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9D75F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82F8E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51E79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3EA8A64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34DC74" w14:textId="5B7EE118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0.05 mM COOH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FA2F3F" w14:textId="2D8E4FA1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36D50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55F57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77F2C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68A68" w14:textId="47919B45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gpx1</w:t>
            </w:r>
          </w:p>
        </w:tc>
      </w:tr>
      <w:tr w:rsidR="00D32474" w:rsidRPr="00C17FEA" w14:paraId="58B4050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C4E7BE" w14:textId="37FE805B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mM Diamide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67E6" w14:textId="398EF82E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DB069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5550D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CDAAA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DB135" w14:textId="3CD3BD6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mpk1</w:t>
            </w:r>
          </w:p>
        </w:tc>
      </w:tr>
      <w:tr w:rsidR="00D32474" w:rsidRPr="00C17FEA" w14:paraId="3AE62E1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D6857" w14:textId="2214DC5A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2.0 mM Diamide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D8823C" w14:textId="15561F52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44" w:name="OLE_LINK118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bookmarkEnd w:id="44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90D38" w14:textId="23FC503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CDF04" w14:textId="219E86D5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hog1,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hog1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ptp2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49175" w14:textId="59A750F9" w:rsidR="009F1036" w:rsidRPr="00C17FEA" w:rsidRDefault="009F1036" w:rsidP="00C17FEA">
            <w:pPr>
              <w:pStyle w:val="MDPI42tablebody"/>
              <w:jc w:val="left"/>
            </w:pPr>
            <w:bookmarkStart w:id="45" w:name="OLE_LINK119"/>
            <w:bookmarkStart w:id="46" w:name="OLE_LINK216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bookmarkEnd w:id="45"/>
            <w:bookmarkEnd w:id="46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CEE13" w14:textId="02DA581F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</w:p>
        </w:tc>
      </w:tr>
      <w:tr w:rsidR="00D32474" w:rsidRPr="00C17FEA" w14:paraId="7D22A41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131C6" w14:textId="0D7353D0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2.5 mM Diamide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CF589D" w14:textId="1C630F0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yap1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5727" w14:textId="1F4486C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pan1,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fzc34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73E06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33143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5C350" w14:textId="22F3C7E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</w:tr>
      <w:tr w:rsidR="00D32474" w:rsidRPr="00C17FEA" w14:paraId="1086016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98DC8" w14:textId="7D48BE8F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3.0 mM Diamide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0F206" w14:textId="6AC36563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Δras1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184C8" w14:textId="65158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fzc31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FB3C4" w14:textId="05FACDC8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Δatf1,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hog1, 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ypd1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02824" w14:textId="01B51434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ΔAtf1, ΔSsk1, ΔSkn7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0C0ED" w14:textId="1AD4B841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Ste50, ΔTsa3, ΔTsa4, ΔTsa3ΔTsa4</w:t>
            </w:r>
          </w:p>
        </w:tc>
      </w:tr>
      <w:tr w:rsidR="00D32474" w:rsidRPr="00C17FEA" w14:paraId="264A488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C754A1" w14:textId="0A496F1D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4.0 mM Diamide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065B43" w14:textId="3E386528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7EAB6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42BFE" w14:textId="148D7D29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8B458" w14:textId="13074844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B8496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706F686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5AFB8" w14:textId="196C1F4A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 – 3 μg/mL MND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C2FA97" w14:textId="63F9116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4370B" w14:textId="651D8D1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yap1,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pan1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05FB7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4A43C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D407B" w14:textId="39BB4C3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usv101,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vps34</w:t>
            </w:r>
          </w:p>
        </w:tc>
      </w:tr>
      <w:tr w:rsidR="00D32474" w:rsidRPr="00C17FEA" w14:paraId="04ED9C1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44C21" w14:textId="61674958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4.0 μg/mL MND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E95579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0C15F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73F1C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D2111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A4172" w14:textId="5275A8BB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</w:tr>
      <w:tr w:rsidR="00D32474" w:rsidRPr="00C17FEA" w14:paraId="20FD52A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8FE34C" w14:textId="06D70021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5.0 μg/mL MND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0F9774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2037F" w14:textId="012C9E93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D0E7B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15B60" w14:textId="27CC23CD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B51C9" w14:textId="5D86445E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b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hog1,</w:t>
            </w:r>
            <w:r w:rsidRPr="00C17FEA">
              <w:rPr>
                <w:rFonts w:cs="Arial"/>
                <w:b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</w:t>
            </w:r>
          </w:p>
        </w:tc>
      </w:tr>
      <w:tr w:rsidR="00D32474" w:rsidRPr="00C17FEA" w14:paraId="7C630D4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88E47F" w14:textId="02F9A7C6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6.0 μg/mL MND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2CEED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93E6D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CBDC1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86D01" w14:textId="3EA61C04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A9BAE" w14:textId="058D8B11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</w:t>
            </w:r>
          </w:p>
        </w:tc>
      </w:tr>
      <w:tr w:rsidR="00D32474" w:rsidRPr="00C17FEA" w14:paraId="779E705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30B98D" w14:textId="221CCBD7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mM NaNO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4B4078" w14:textId="45C4C79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>, Δtrx1, Δtrx1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trx2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52B29" w14:textId="292955C1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tsa1, Δtrx2, Δyap4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5AF7E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A4852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53992" w14:textId="31CB908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pgi1</w:t>
            </w:r>
          </w:p>
        </w:tc>
      </w:tr>
      <w:tr w:rsidR="00D32474" w:rsidRPr="00C17FEA" w14:paraId="1F8A7E3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53D767" w14:textId="697536FB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2.0 mM NaNO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7B5BB8" w14:textId="50CB1925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hira,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hrd1,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rad54,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A5864" w14:textId="1A9071BE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cul3,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fhb1,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fyv10,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gat201, </w:t>
            </w: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 xml:space="preserve">hcm1,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hrk1,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hst302,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hsv2,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jjj1,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kin1,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liv13,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liv14,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liv15,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pdr802,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rad23,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rad502,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rint1,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rmd5,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rpd304,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rph1,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snf1</w:t>
            </w:r>
            <w:r w:rsidRPr="00C17FEA">
              <w:rPr>
                <w:rFonts w:cs="Arial"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snt1,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ssp101,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sxi1,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uba4,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ubc8,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yku80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DD72A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409C6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7CE85" w14:textId="32683C93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Δqsp1, Δopt1,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D32474" w:rsidRPr="00C17FEA" w14:paraId="5C10880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4E2756" w14:textId="63E88FDE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5.0 μM CdSO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7E5EA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BE30E" w14:textId="6BE427E3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 xml:space="preserve">Δcac1,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24788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F1622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0D537" w14:textId="2ADB336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Δhog1, Δras1</w:t>
            </w:r>
          </w:p>
        </w:tc>
      </w:tr>
      <w:tr w:rsidR="00D32474" w:rsidRPr="00C17FEA" w14:paraId="01427D6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5F13C4" w14:textId="36503E67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15 - 20 μM CdSO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85E97F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B75D1" w14:textId="3F76C78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ubc6-2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3CB1B" w14:textId="4AD1D5F8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 xml:space="preserve">Δhog1, Δpbs2, Δssk1, Δssk2,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3D880" w14:textId="6F0A66F4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Δskn7, Δtco2, Δtco1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tco2,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56C8F" w14:textId="5BCCB4E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sch9, Δtco1, Δtco3</w:t>
            </w:r>
            <w:r w:rsidR="00B3037C" w:rsidRPr="00C17FEA">
              <w:rPr>
                <w:rFonts w:cs="Arial"/>
                <w:i/>
                <w:iCs/>
              </w:rPr>
              <w:t xml:space="preserve">, </w:t>
            </w:r>
            <w:r w:rsidR="00B3037C" w:rsidRPr="00C17FEA">
              <w:rPr>
                <w:rFonts w:cs="Arial"/>
                <w:i/>
                <w:iCs/>
                <w:lang w:val="x-none"/>
              </w:rPr>
              <w:t>Δ</w:t>
            </w:r>
            <w:r w:rsidR="00B3037C" w:rsidRPr="00C17FEA">
              <w:rPr>
                <w:rFonts w:cs="Arial"/>
                <w:i/>
                <w:iCs/>
              </w:rPr>
              <w:t xml:space="preserve">tco4, </w:t>
            </w:r>
            <w:r w:rsidR="00B3037C" w:rsidRPr="00C17FEA">
              <w:rPr>
                <w:rFonts w:cs="Arial"/>
                <w:i/>
                <w:iCs/>
                <w:lang w:val="x-none"/>
              </w:rPr>
              <w:t>Δ</w:t>
            </w:r>
            <w:r w:rsidR="00B3037C" w:rsidRPr="00C17FEA">
              <w:rPr>
                <w:rFonts w:cs="Arial"/>
                <w:i/>
                <w:iCs/>
              </w:rPr>
              <w:t>tco</w:t>
            </w:r>
            <w:r w:rsidRPr="00C17FEA">
              <w:rPr>
                <w:rFonts w:cs="Arial"/>
                <w:i/>
                <w:iCs/>
              </w:rPr>
              <w:t xml:space="preserve">5, Δtco7,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ubc8, Δ</w:t>
            </w:r>
            <w:r w:rsidRPr="00C17FEA">
              <w:rPr>
                <w:rFonts w:cs="Arial"/>
                <w:i/>
                <w:iCs/>
                <w:lang w:val="en-ZA"/>
              </w:rPr>
              <w:t>yor1</w:t>
            </w:r>
          </w:p>
        </w:tc>
      </w:tr>
      <w:tr w:rsidR="00D32474" w:rsidRPr="00C17FEA" w14:paraId="04DBE60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9D7756" w14:textId="4C406AA6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15 – </w:t>
            </w:r>
            <w:bookmarkStart w:id="47" w:name="OLE_LINK323"/>
            <w:bookmarkStart w:id="48" w:name="OLE_LINK324"/>
            <w:r w:rsidRPr="00C17FEA">
              <w:rPr>
                <w:rFonts w:cs="Arial"/>
                <w:iCs/>
              </w:rPr>
              <w:t>25 μM CdSO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  <w:bookmarkEnd w:id="47"/>
            <w:bookmarkEnd w:id="48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F8093E" w14:textId="5E4841B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49" w:name="OLE_LINK226"/>
            <w:bookmarkStart w:id="50" w:name="OLE_LINK227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bookmarkEnd w:id="49"/>
            <w:bookmarkEnd w:id="50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fzc6, </w:t>
            </w:r>
            <w:bookmarkStart w:id="51" w:name="OLE_LINK217"/>
            <w:bookmarkStart w:id="52" w:name="OLE_LINK22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bookmarkEnd w:id="51"/>
            <w:bookmarkEnd w:id="52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751AF" w14:textId="150CDF8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58F53" w14:textId="29E8B2D6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83A71" w14:textId="5F217F53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sip4,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znf2,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rds2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6F258" w14:textId="231E8D3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Δena1,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</w:t>
            </w:r>
          </w:p>
        </w:tc>
      </w:tr>
      <w:tr w:rsidR="00D32474" w:rsidRPr="00C17FEA" w14:paraId="2B826AE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7F2C9" w14:textId="661C2655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25 μM CdSO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29DD17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38D8E" w14:textId="60F7834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A3E07" w14:textId="127483C1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Δhog1, Δpbs2, Δssk1, Δssk2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A6A4A" w14:textId="1AEF3CBC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Δtco2, Δtco1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tco2,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C40E5" w14:textId="50AF9682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Δskn7, Δtco1, Δtco3</w:t>
            </w:r>
            <w:r w:rsidR="00FD3602" w:rsidRPr="00C17FEA">
              <w:rPr>
                <w:rFonts w:cs="Arial"/>
                <w:i/>
                <w:iCs/>
              </w:rPr>
              <w:t xml:space="preserve">, </w:t>
            </w:r>
            <w:r w:rsidR="00FD3602" w:rsidRPr="00C17FEA">
              <w:rPr>
                <w:rFonts w:cs="Arial"/>
                <w:i/>
                <w:iCs/>
                <w:lang w:val="x-none"/>
              </w:rPr>
              <w:t>Δ</w:t>
            </w:r>
            <w:r w:rsidR="00FD3602" w:rsidRPr="00C17FEA">
              <w:rPr>
                <w:rFonts w:cs="Arial"/>
                <w:i/>
                <w:iCs/>
              </w:rPr>
              <w:t xml:space="preserve">tco4, </w:t>
            </w:r>
            <w:r w:rsidR="00FD3602" w:rsidRPr="00C17FEA">
              <w:rPr>
                <w:rFonts w:cs="Arial"/>
                <w:i/>
                <w:iCs/>
                <w:lang w:val="x-none"/>
              </w:rPr>
              <w:t>Δ</w:t>
            </w:r>
            <w:r w:rsidR="00FD3602" w:rsidRPr="00C17FEA">
              <w:rPr>
                <w:rFonts w:cs="Arial"/>
                <w:i/>
                <w:iCs/>
              </w:rPr>
              <w:t>tco</w:t>
            </w:r>
            <w:r w:rsidRPr="00C17FEA">
              <w:rPr>
                <w:rFonts w:cs="Arial"/>
                <w:i/>
                <w:iCs/>
              </w:rPr>
              <w:t>5, Δtco7</w:t>
            </w:r>
          </w:p>
        </w:tc>
      </w:tr>
      <w:tr w:rsidR="00D32474" w:rsidRPr="00C17FEA" w14:paraId="6960B3D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23B39F" w14:textId="172ACF78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27.5 μM CdSO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EB799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64472" w14:textId="6065F52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C9769" w14:textId="427B9D3C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99AB8" w14:textId="1B4BD121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15D2F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6E1966A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00486" w14:textId="2D3E4EB9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53" w:name="OLE_LINK319"/>
            <w:bookmarkStart w:id="54" w:name="OLE_LINK320"/>
            <w:r w:rsidRPr="00C17FEA">
              <w:rPr>
                <w:rFonts w:cs="Arial"/>
                <w:iCs/>
              </w:rPr>
              <w:t>30 μM CdSO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  <w:bookmarkEnd w:id="53"/>
            <w:bookmarkEnd w:id="54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9A7E9F" w14:textId="66EDA47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gat5,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849A5" w14:textId="45CC1CD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cuf1,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DF509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E6005" w14:textId="427A2364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Δssk1, Δssk2, Δpbs2, Δhog1</w:t>
            </w:r>
            <w:r w:rsidRPr="00C17FEA">
              <w:rPr>
                <w:rFonts w:cs="Arial"/>
                <w:b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gat201,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fzc30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65C22" w14:textId="4D5CAD8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pka2, Δskn7, Δtco1</w:t>
            </w:r>
            <w:r w:rsidR="00190115" w:rsidRPr="00C17FEA">
              <w:rPr>
                <w:rFonts w:cs="Arial"/>
                <w:i/>
                <w:iCs/>
              </w:rPr>
              <w:t xml:space="preserve">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 xml:space="preserve">tco2,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 xml:space="preserve">tco3,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 xml:space="preserve">tco4,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>tco</w:t>
            </w:r>
            <w:r w:rsidRPr="00C17FEA">
              <w:rPr>
                <w:rFonts w:cs="Arial"/>
                <w:i/>
                <w:iCs/>
              </w:rPr>
              <w:t>5, Δtco7, Δtco1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</w:p>
        </w:tc>
      </w:tr>
      <w:tr w:rsidR="00D32474" w:rsidRPr="00C17FEA" w14:paraId="3DA8027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03E0D" w14:textId="0FA80832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35 μM CdSO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9374B" w14:textId="3C4F14B2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ADF0F" w14:textId="40D9C2C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C1FBC" w14:textId="7D1275DA" w:rsidR="009F1036" w:rsidRPr="00C17FEA" w:rsidRDefault="009F103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A4E9A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66BF3" w14:textId="48402E6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</w:t>
            </w:r>
          </w:p>
        </w:tc>
      </w:tr>
      <w:tr w:rsidR="00D32474" w:rsidRPr="00C17FEA" w14:paraId="5859DC0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7FA5C3" w14:textId="6141B362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15 mM Vanadate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070D58" w14:textId="308BA1C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7CB34" w14:textId="77C912D8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B4264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EA828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5D85A" w14:textId="77E4EF5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ktr3,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mnn2,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uxs1</w:t>
            </w:r>
          </w:p>
        </w:tc>
      </w:tr>
      <w:tr w:rsidR="00D32474" w:rsidRPr="00C17FEA" w14:paraId="7E4DE25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5BB8B" w14:textId="24BEB4A6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 – 5 mM KCN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48A7FA" w14:textId="4325084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lys4,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rint1,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0EB8D" w14:textId="7EBAE8DF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aox1,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94FE0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9FB12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1D24E" w14:textId="6384C0D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sxi1</w:t>
            </w:r>
          </w:p>
        </w:tc>
      </w:tr>
      <w:tr w:rsidR="00D32474" w:rsidRPr="00C17FEA" w14:paraId="0CD395F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456579" w14:textId="76E73F30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0.020 – 0.025% MMS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5294AC" w14:textId="20700608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ire1, Δras1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E496D" w14:textId="04A4227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3A441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11A4B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A906F" w14:textId="27CB2CF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55" w:name="OLE_LINK114"/>
            <w:bookmarkStart w:id="56" w:name="OLE_LINK115"/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</w:rPr>
              <w:t>, Δhog1</w:t>
            </w:r>
            <w:bookmarkEnd w:id="55"/>
            <w:bookmarkEnd w:id="56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hsp122, Δssk1, Δskn7, Δatf1</w:t>
            </w:r>
          </w:p>
        </w:tc>
      </w:tr>
      <w:tr w:rsidR="00D32474" w:rsidRPr="00C17FEA" w14:paraId="0EF8AC8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9E3D8B" w14:textId="3888AB44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0.03% MMS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BC294" w14:textId="6E1F17A2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493BC" w14:textId="39DA8A1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489C1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5B810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2F688" w14:textId="0FEFEE38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ras2, Δssk1, Δskn7</w:t>
            </w:r>
          </w:p>
        </w:tc>
      </w:tr>
      <w:tr w:rsidR="00D32474" w:rsidRPr="00C17FEA" w14:paraId="7ED5C16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A4C7B" w14:textId="0292A2BB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0.04 – 0.06% MMS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4E50D" w14:textId="4E797EE1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hog1,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3D973" w14:textId="26055842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9CD53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693A3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AADAF" w14:textId="3617904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</w:tr>
      <w:tr w:rsidR="00D32474" w:rsidRPr="00C17FEA" w14:paraId="5BB1C41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4B8E3E" w14:textId="4106C564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10 mM HU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9CA323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B3B8C" w14:textId="3BCF5FC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Δras1, Δhog1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84ECA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3688F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F133B" w14:textId="1D991B1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Δcac1</w:t>
            </w:r>
          </w:p>
        </w:tc>
      </w:tr>
      <w:tr w:rsidR="00D32474" w:rsidRPr="00C17FEA" w14:paraId="0EFD36F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DBD5F" w14:textId="15B15976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25 – 30 mM HU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68F8D" w14:textId="4FC1D35E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hog1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DCF60" w14:textId="59D68C45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ras1, Δssk1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99272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3E553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166AF" w14:textId="16D02C1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pka2, Δskn7</w:t>
            </w:r>
          </w:p>
        </w:tc>
      </w:tr>
      <w:tr w:rsidR="00D32474" w:rsidRPr="00C17FEA" w14:paraId="5D0E1EF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DCAFB" w14:textId="4B37BC27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50 mM HU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20D4AE" w14:textId="343A098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bCs/>
                <w:i/>
                <w:iCs/>
              </w:rPr>
              <w:t xml:space="preserve">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ras1, Δssk1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BD45A" w14:textId="318D107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E62EE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5FCF6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61B32" w14:textId="0BBE299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Δatf1,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ste50, Δskn7</w:t>
            </w:r>
          </w:p>
        </w:tc>
      </w:tr>
      <w:tr w:rsidR="00D32474" w:rsidRPr="00C17FEA" w14:paraId="3E32172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EE641" w14:textId="194F00DE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100 mM HU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42740" w14:textId="06E10B2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2A1B6" w14:textId="0275D474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fzc6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28655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81BBC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CBF42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24A30EE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C73A77" w14:textId="7D640E39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110 mM HU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1AF3F2" w14:textId="0282A7B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D698C" w14:textId="696987A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70983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49E69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E0859" w14:textId="1084E50A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</w:p>
        </w:tc>
      </w:tr>
      <w:tr w:rsidR="00D32474" w:rsidRPr="00C17FEA" w14:paraId="447654C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EFA8C" w14:textId="555367EE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130 – 150 mM HU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EC92B" w14:textId="7BC6F13F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8374A" w14:textId="1A21EB49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Δhx</w:t>
            </w:r>
            <w:r w:rsidRPr="00C17FEA">
              <w:rPr>
                <w:rFonts w:cs="Arial"/>
                <w:i/>
                <w:iCs/>
              </w:rPr>
              <w:t>l</w:t>
            </w:r>
            <w:r w:rsidRPr="00C17FEA">
              <w:rPr>
                <w:rFonts w:cs="Arial"/>
                <w:i/>
                <w:iCs/>
                <w:lang w:val="x-none"/>
              </w:rPr>
              <w:t>1, 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DBC00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1F341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DF895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5EF1D3D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A19B6B" w14:textId="224C0A7E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– 1.0 mg/mL CFW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D41190" w14:textId="5A3B356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57" w:name="OLE_LINK184"/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bookmarkEnd w:id="57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G15V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Q64L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2BC45" w14:textId="6CB63D9B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cdk8,</w:t>
            </w:r>
            <w:r w:rsidR="00F41A2F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D7FC1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ADD0B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E9EE0" w14:textId="19FCD6D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58" w:name="OLE_LINK30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bookmarkEnd w:id="58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cys3,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kre61, Δkre61, Δkre62, Δkre63, Δkre64,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skn1</w:t>
            </w:r>
          </w:p>
        </w:tc>
      </w:tr>
      <w:tr w:rsidR="00D32474" w:rsidRPr="00C17FEA" w14:paraId="1886536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FAF439" w14:textId="13CB7AC9" w:rsidR="009F1036" w:rsidRPr="00C17FEA" w:rsidRDefault="009F1036" w:rsidP="00363AA4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1.5 mg/mL CFW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82AF0" w14:textId="003221BA" w:rsidR="009F1036" w:rsidRPr="00C17FEA" w:rsidRDefault="009F1036" w:rsidP="00363AA4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Δhx</w:t>
            </w:r>
            <w:r w:rsidRPr="00C17FEA">
              <w:rPr>
                <w:rFonts w:cs="Arial"/>
                <w:i/>
                <w:iCs/>
              </w:rPr>
              <w:t>l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1, </w:t>
            </w:r>
            <w:bookmarkStart w:id="59" w:name="OLE_LINK242"/>
            <w:bookmarkStart w:id="60" w:name="OLE_LINK24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  <w:bookmarkEnd w:id="59"/>
            <w:bookmarkEnd w:id="60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41952" w14:textId="1E449299" w:rsidR="009F1036" w:rsidRPr="00C17FEA" w:rsidRDefault="009F1036" w:rsidP="00363AA4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ccr4,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C3A5A" w14:textId="77777777" w:rsidR="009F1036" w:rsidRPr="00C17FEA" w:rsidRDefault="009F1036" w:rsidP="00363AA4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7672F" w14:textId="77777777" w:rsidR="009F1036" w:rsidRPr="00C17FEA" w:rsidRDefault="009F1036" w:rsidP="00363AA4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E63C4" w14:textId="17607D1D" w:rsidR="009F1036" w:rsidRPr="00C17FEA" w:rsidRDefault="009F1036" w:rsidP="00363AA4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hoc1/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>hoc</w:t>
            </w:r>
            <w:r w:rsidRPr="00C17FEA">
              <w:rPr>
                <w:rFonts w:cs="Arial"/>
                <w:i/>
                <w:iCs/>
              </w:rPr>
              <w:t xml:space="preserve">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ktr3,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mnn2,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Δopt1,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pph3,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Δqsp1,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rom2,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ssn8,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uxs1</w:t>
            </w:r>
          </w:p>
        </w:tc>
      </w:tr>
      <w:tr w:rsidR="00D32474" w:rsidRPr="00C17FEA" w14:paraId="2F05112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85A5D9" w14:textId="1250A0F8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3 – 4 mg/mL CFW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38706A" w14:textId="3A3BF9E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Δhx</w:t>
            </w:r>
            <w:r w:rsidRPr="00C17FEA">
              <w:rPr>
                <w:rFonts w:cs="Arial"/>
                <w:i/>
                <w:iCs/>
              </w:rPr>
              <w:t>l</w:t>
            </w:r>
            <w:r w:rsidRPr="00C17FEA">
              <w:rPr>
                <w:rFonts w:cs="Arial"/>
                <w:i/>
                <w:iCs/>
                <w:lang w:val="x-none"/>
              </w:rPr>
              <w:t>1, 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D72A3" w14:textId="29EEC20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hlh3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3D924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E12B8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0F21C" w14:textId="479729DD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</w:p>
        </w:tc>
      </w:tr>
      <w:tr w:rsidR="00D32474" w:rsidRPr="00C17FEA" w14:paraId="0A88002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5C372" w14:textId="0D2DE585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4.5 – 7.0 mg/mL CFW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87D6E3" w14:textId="34CAD7D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BA093" w14:textId="64C61EC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bookmarkStart w:id="61" w:name="OLE_LINK223"/>
            <w:bookmarkStart w:id="62" w:name="OLE_LINK224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nrg1</w:t>
            </w:r>
            <w:bookmarkEnd w:id="61"/>
            <w:bookmarkEnd w:id="62"/>
            <w:r w:rsidRPr="00C17FEA">
              <w:rPr>
                <w:rFonts w:cs="Arial"/>
                <w:i/>
                <w:i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C06A2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76FE3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C14D5" w14:textId="1F96A3F0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</w:p>
        </w:tc>
      </w:tr>
      <w:tr w:rsidR="00D32474" w:rsidRPr="00C17FEA" w14:paraId="7A723CC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54F16" w14:textId="711BEF26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0.01 – 0.05% Congo red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87D396" w14:textId="57B27126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CFE1A" w14:textId="73ABB1D1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cdk8,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D18C4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BF1A4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203A1" w14:textId="7777777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0290381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E9B9A5" w14:textId="2AFE231A" w:rsidR="009F1036" w:rsidRPr="00C17FEA" w:rsidRDefault="009F1036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63" w:name="OLE_LINK384"/>
            <w:r w:rsidRPr="00C17FEA">
              <w:rPr>
                <w:rFonts w:cs="Arial"/>
                <w:iCs/>
              </w:rPr>
              <w:t>0.5% Congo red</w:t>
            </w:r>
            <w:bookmarkEnd w:id="63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83EA46" w14:textId="2FC732D7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csr2,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Δhxl1,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lys4,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G15V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Q64L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F58AB" w14:textId="07F622B3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ccr4,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cys3,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rom2,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97EC7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145ED" w14:textId="77777777" w:rsidR="009F1036" w:rsidRPr="00C17FEA" w:rsidRDefault="009F103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46054" w14:textId="0F8A4CCC" w:rsidR="009F1036" w:rsidRPr="00C17FEA" w:rsidRDefault="009F103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chs4</w:t>
            </w:r>
            <w:r w:rsidR="00190115" w:rsidRPr="00C17FEA">
              <w:rPr>
                <w:rFonts w:cs="Arial"/>
                <w:i/>
                <w:iCs/>
              </w:rPr>
              <w:t xml:space="preserve">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 xml:space="preserve">chs5,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 xml:space="preserve">chs6,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 xml:space="preserve">chs7, </w:t>
            </w:r>
            <w:r w:rsidR="00190115" w:rsidRPr="00C17FEA">
              <w:rPr>
                <w:rFonts w:cs="Arial"/>
                <w:i/>
                <w:iCs/>
                <w:lang w:val="x-none"/>
              </w:rPr>
              <w:t>Δ</w:t>
            </w:r>
            <w:r w:rsidR="00190115" w:rsidRPr="00C17FEA">
              <w:rPr>
                <w:rFonts w:cs="Arial"/>
                <w:i/>
                <w:iCs/>
              </w:rPr>
              <w:t>chs</w:t>
            </w:r>
            <w:r w:rsidRPr="00C17FEA">
              <w:rPr>
                <w:rFonts w:cs="Arial"/>
                <w:i/>
                <w:iCs/>
              </w:rPr>
              <w:t xml:space="preserve">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kre61, Δkre61, Δkre62, Δkre63, Δkre64,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ktr3,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mnn2,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uxs1</w:t>
            </w:r>
          </w:p>
        </w:tc>
      </w:tr>
      <w:tr w:rsidR="00D32474" w:rsidRPr="00C17FEA" w14:paraId="54904AC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B18DA" w14:textId="75B33896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0.7% Congo red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E51BD7" w14:textId="778ED64A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9ED3B" w14:textId="3DBFC23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EE06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2AAF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51195" w14:textId="008A1F5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</w:t>
            </w:r>
          </w:p>
        </w:tc>
      </w:tr>
      <w:tr w:rsidR="00D32474" w:rsidRPr="00C17FEA" w14:paraId="27F6C38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A0445C" w14:textId="4DE0BC92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0.8% Congo red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B5611" w14:textId="41AF0BD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64" w:name="OLE_LINK220"/>
            <w:bookmarkStart w:id="65" w:name="OLE_LINK221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bookmarkEnd w:id="64"/>
            <w:bookmarkEnd w:id="65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hob1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17915" w14:textId="73657A5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crz1,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had1,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hlh3,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nrg1,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bzp2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EE93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644AB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50B7F" w14:textId="1713298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tif3,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</w:tr>
      <w:tr w:rsidR="00D32474" w:rsidRPr="00C17FEA" w14:paraId="7D51543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82DD0" w14:textId="552D1CA6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0.9% Congo red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28943" w14:textId="3EB0E8C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89D30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3301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8297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C590F" w14:textId="23DE869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</w:t>
            </w:r>
          </w:p>
        </w:tc>
      </w:tr>
      <w:tr w:rsidR="00D32474" w:rsidRPr="00C17FEA" w14:paraId="5043C36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07D7E" w14:textId="2ADE0B1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1.0% Congo red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B3EC4" w14:textId="235C996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Δhx</w:t>
            </w:r>
            <w:r w:rsidRPr="00C17FEA">
              <w:rPr>
                <w:rFonts w:cs="Arial"/>
                <w:i/>
                <w:iCs/>
              </w:rPr>
              <w:t>l</w:t>
            </w:r>
            <w:r w:rsidRPr="00C17FEA">
              <w:rPr>
                <w:rFonts w:cs="Arial"/>
                <w:i/>
                <w:iCs/>
                <w:lang w:val="x-none"/>
              </w:rPr>
              <w:t>1, 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pgi1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3ADF6" w14:textId="327687D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57827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F5C70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A20AA" w14:textId="084556F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bookmarkStart w:id="66" w:name="OLE_LINK275"/>
            <w:bookmarkStart w:id="67" w:name="OLE_LINK276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dyn2,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bookmarkEnd w:id="66"/>
            <w:bookmarkEnd w:id="67"/>
            <w:r w:rsidRPr="00C17FEA">
              <w:rPr>
                <w:rFonts w:cs="Arial"/>
                <w:i/>
                <w:iCs/>
              </w:rPr>
              <w:t xml:space="preserve">Δgpp2,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sym2</w:t>
            </w:r>
          </w:p>
        </w:tc>
      </w:tr>
      <w:tr w:rsidR="00D32474" w:rsidRPr="00C17FEA" w14:paraId="58CA638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D2EA46" w14:textId="6726D743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0.01 μg/mL TCM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24989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BD8E5" w14:textId="581D1DC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CB802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C175E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9478B" w14:textId="700B249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</w:tr>
      <w:tr w:rsidR="00D32474" w:rsidRPr="00C17FEA" w14:paraId="269D83A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2EFAB5" w14:textId="7688A161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0.020 – 0.125 μg/mL TCM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54D63B" w14:textId="72A3FA4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B9C87" w14:textId="17C643C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mpk1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0D40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4EA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ABC7A" w14:textId="2C21E64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</w:p>
        </w:tc>
      </w:tr>
      <w:tr w:rsidR="00D32474" w:rsidRPr="00C17FEA" w14:paraId="781C181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BB25B6" w14:textId="2B8B2CB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0.20 μg/mL TCM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A26B1F" w14:textId="153F784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439FD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5B74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E41F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66060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3FD9A4B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F202F" w14:textId="3EF5B85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0.25 μg/mL TCM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2940C" w14:textId="73ADFA8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Δgrx4Δc</w:t>
            </w:r>
            <w:r w:rsidRPr="00C17FEA">
              <w:rPr>
                <w:rFonts w:cs="Arial"/>
                <w:i/>
                <w:iCs/>
              </w:rPr>
              <w:t>rz</w:t>
            </w:r>
            <w:r w:rsidRPr="00C17FEA">
              <w:rPr>
                <w:rFonts w:cs="Arial"/>
                <w:i/>
                <w:iCs/>
                <w:lang w:val="x-none"/>
              </w:rPr>
              <w:t>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mpk1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67C8E" w14:textId="7471293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53884" w14:textId="34462B52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puf4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5ED22" w14:textId="02F8BFA3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ccr4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6E847" w14:textId="1BDC715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</w:p>
        </w:tc>
      </w:tr>
      <w:tr w:rsidR="00D32474" w:rsidRPr="00C17FEA" w14:paraId="7C3B16B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E8D874" w14:textId="72F4AEA8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0.30 μg/mL TCM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4AE0F" w14:textId="2FDD5FA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66012" w14:textId="5AAACCC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07E96" w14:textId="657DC81A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mbs1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517A1" w14:textId="25726BEF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clr1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88535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7BA8DBE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A9452E" w14:textId="31A3652D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0.40 μg/mL TCM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FAC09" w14:textId="646D2F6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7A332" w14:textId="4BC0B49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C8B69" w14:textId="3ADD292D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puf4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CF13E" w14:textId="518163C9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lhp1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FB6E9" w14:textId="6BDDF7F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tif3,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</w:tr>
      <w:tr w:rsidR="00D32474" w:rsidRPr="00C17FEA" w14:paraId="50CD58B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81A3B" w14:textId="3D7E0EA1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 – 10 mM DDT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B33662" w14:textId="2803F8F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Δhx</w:t>
            </w:r>
            <w:r w:rsidRPr="00C17FEA">
              <w:rPr>
                <w:rFonts w:cs="Arial"/>
                <w:i/>
                <w:iCs/>
              </w:rPr>
              <w:t>l</w:t>
            </w:r>
            <w:r w:rsidRPr="00C17FEA">
              <w:rPr>
                <w:rFonts w:cs="Arial"/>
                <w:i/>
                <w:iCs/>
                <w:lang w:val="x-none"/>
              </w:rPr>
              <w:t>1, 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A0546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926B2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E537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46C58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536173B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F621A6" w14:textId="3B72608A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15 mM DTT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75BA98" w14:textId="2DEE54F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Δgrx4Δc</w:t>
            </w:r>
            <w:r w:rsidRPr="00C17FEA">
              <w:rPr>
                <w:rFonts w:cs="Arial"/>
                <w:i/>
                <w:iCs/>
              </w:rPr>
              <w:t>rz</w:t>
            </w:r>
            <w:r w:rsidRPr="00C17FEA">
              <w:rPr>
                <w:rFonts w:cs="Arial"/>
                <w:i/>
                <w:iCs/>
                <w:lang w:val="x-none"/>
              </w:rPr>
              <w:t>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4122A" w14:textId="2B3D6DF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clr1,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puf4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9B0E5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420A7" w14:textId="6EB0F426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mbs1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56A07" w14:textId="159337F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</w:p>
        </w:tc>
      </w:tr>
      <w:tr w:rsidR="00D32474" w:rsidRPr="00C17FEA" w14:paraId="46C9FEF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62FAD5" w14:textId="4BD6B068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20 mM DTT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3DA588" w14:textId="063A700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41850" w14:textId="0AE8AC1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5A0F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CC66D" w14:textId="1B1F99C5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4FAE4" w14:textId="265AEE1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tif3</w:t>
            </w:r>
          </w:p>
        </w:tc>
      </w:tr>
      <w:tr w:rsidR="00D32474" w:rsidRPr="00C17FEA" w14:paraId="46A5615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3B737" w14:textId="096D9652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0.005%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D8AA20" w14:textId="4C2C7BB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±2mM Leu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lys4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34BBD" w14:textId="6192F09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Δras1, Δcac1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D81C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798C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C4DE7" w14:textId="5D25049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ΔHog1</w:t>
            </w:r>
          </w:p>
        </w:tc>
      </w:tr>
      <w:tr w:rsidR="00D32474" w:rsidRPr="00C17FEA" w14:paraId="07595E5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B12529" w14:textId="702EA524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0.010%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EB7415" w14:textId="4882596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Q64L</w:t>
            </w:r>
            <w:r w:rsidRPr="00C17FEA">
              <w:rPr>
                <w:rFonts w:cs="Arial"/>
                <w:i/>
                <w:iCs/>
              </w:rPr>
              <w:t xml:space="preserve">, Δugd1,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10978" w14:textId="4BAD947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pgi1,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G15V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5112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F760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FF6BB" w14:textId="5D25B2AF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68" w:name="OLE_LINK172"/>
            <w:r w:rsidRPr="00C17FEA">
              <w:rPr>
                <w:rFonts w:cs="Arial"/>
                <w:i/>
                <w:iCs/>
              </w:rPr>
              <w:t>Δcap10, Δcap59, Δcap60, Δcap64</w:t>
            </w:r>
            <w:bookmarkEnd w:id="68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cdk8,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Δopt1,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Δqsp1,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rom2,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ssn801, Δuxs1</w:t>
            </w:r>
          </w:p>
        </w:tc>
      </w:tr>
      <w:tr w:rsidR="00D32474" w:rsidRPr="00C17FEA" w14:paraId="3CB7B58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3369C" w14:textId="0A44BD6B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0.015%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52B9DE" w14:textId="0A235D2F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14029" w14:textId="09BA871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7157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EAB3B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B0BA" w14:textId="53DDBEA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</w:p>
        </w:tc>
      </w:tr>
      <w:tr w:rsidR="00D32474" w:rsidRPr="00C17FEA" w14:paraId="3C1DAF6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8A7B8" w14:textId="7CE8983C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0.020%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D6FFA1" w14:textId="0225282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eastAsia="en-GB"/>
              </w:rPr>
              <w:t xml:space="preserve">Δcna1,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had1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9AFC3" w14:textId="6681A7BF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eastAsia="en-GB"/>
              </w:rPr>
              <w:t>Δ</w:t>
            </w:r>
            <w:r w:rsidRPr="00C17FEA">
              <w:rPr>
                <w:rFonts w:cs="Arial"/>
                <w:i/>
                <w:iCs/>
              </w:rPr>
              <w:t>gpp2, Δpep4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8A86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0513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8FC8E" w14:textId="170D2CD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cdc43, Δcxd1, Δcxd2, Δcxd3,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dyn2,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lsp1, Δmay1, Δmpr1,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pdc1, Δprc1, Δprb1, Δscx1,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sym2</w:t>
            </w:r>
          </w:p>
        </w:tc>
      </w:tr>
      <w:tr w:rsidR="00D32474" w:rsidRPr="00C17FEA" w14:paraId="0229CAA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B9A59" w14:textId="6F7E3EDF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0.025%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5D24B8" w14:textId="593EDA2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pmt4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67F43" w14:textId="5B43448F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Δssk1, Δhog1, 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ypd1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CEDB5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7ED5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9832A" w14:textId="3EAA059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Δskn7</w:t>
            </w:r>
          </w:p>
        </w:tc>
      </w:tr>
      <w:tr w:rsidR="00D32474" w:rsidRPr="00C17FEA" w14:paraId="7BBB677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BA3D2" w14:textId="1BA5D51E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0.03%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B88934" w14:textId="43ED902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crz1/sp1,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liv8, Δras1,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G15V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Q64L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46889" w14:textId="0BC0011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ccr4,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hrk1,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puf4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AFEA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9017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96103" w14:textId="5FF759F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Δatf1, Δcac1,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hlh3,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Δkre61, Δkre62, Δkre63, Δkre64,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tif3,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</w:tr>
      <w:tr w:rsidR="00D32474" w:rsidRPr="00C17FEA" w14:paraId="02D4707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84BD1E" w14:textId="2F42A3C2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0.04%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57E869" w14:textId="2A91133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BED0B" w14:textId="1A9AA7E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1A43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607D5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74A26" w14:textId="3A2825F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</w:tr>
      <w:tr w:rsidR="00D32474" w:rsidRPr="00C17FEA" w14:paraId="4A62264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9084C" w14:textId="3145D897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0.05 – 0.06%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F049C9" w14:textId="5F92DA7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uxs1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B9FBA" w14:textId="1FD4F21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ktr3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B7838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FA10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29671" w14:textId="4758E9F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cac1,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gcs1,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mnn2,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pka1,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pka2,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pka2,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pkp1,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plc2,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ras2, </w:t>
            </w:r>
            <w:bookmarkStart w:id="69" w:name="OLE_LINK232"/>
            <w:bookmarkStart w:id="70" w:name="OLE_LINK233"/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ste11,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ste50</w:t>
            </w:r>
            <w:bookmarkEnd w:id="69"/>
            <w:bookmarkEnd w:id="70"/>
          </w:p>
        </w:tc>
      </w:tr>
      <w:tr w:rsidR="00D32474" w:rsidRPr="00C17FEA" w14:paraId="2C00519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3D84B6" w14:textId="0806A233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0.10%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8FF7F" w14:textId="0189427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Δugd1, Δuxs1, Δcap10, Δcap59, Δcap60, Δcap64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EB2FB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52D2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25FE7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5EAE0" w14:textId="09C8859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D32474" w:rsidRPr="00C17FEA" w14:paraId="2BE0AE8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4DB4B" w14:textId="6CB98C9B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0.30%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DA0B0" w14:textId="2553F5B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A74FA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66A2B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3DB2C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C01E0" w14:textId="2106D9E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</w:tr>
      <w:tr w:rsidR="00D32474" w:rsidRPr="00C17FEA" w14:paraId="7118F50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3B9C64" w14:textId="1EE16980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0.50%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B5A01" w14:textId="4899286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smt1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8C29C" w14:textId="36AF7CD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gcs1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ECA3E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171C1" w14:textId="05541467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5F305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15AD8C5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B79B38" w14:textId="059F68EC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&gt;1.9% SDS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CAB45F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67242" w14:textId="4F88CD5F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Δqsp1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A2E57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0635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01976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3BCBDF3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4422C" w14:textId="4E3B92B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0.025% Triton X-100 or X-114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B4A1B" w14:textId="5E789B8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smt1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6C986" w14:textId="53F4299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gcs1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DD9B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7337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EA70F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6178F5C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F1D2E" w14:textId="58ED717B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0.05 mg/mL Caffeine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F423A" w14:textId="282768C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CA713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2756C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F6AE8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50260" w14:textId="0AEB861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plc2</w:t>
            </w:r>
          </w:p>
        </w:tc>
      </w:tr>
      <w:tr w:rsidR="00D32474" w:rsidRPr="00C17FEA" w14:paraId="21FAF05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F8E392" w14:textId="0884EEFD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0.2 mg/mL Caffeine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F1DB9" w14:textId="6ED11B5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41933" w14:textId="671240E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ppg1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78EF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3B674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4035" w14:textId="4251B50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rom2,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ssd1</w:t>
            </w:r>
          </w:p>
        </w:tc>
      </w:tr>
      <w:tr w:rsidR="00D32474" w:rsidRPr="00C17FEA" w14:paraId="078F0C7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858D3" w14:textId="539A2A07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– 0.7 mg/mL Caffeine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1488B1" w14:textId="5C4B24A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CD9AC" w14:textId="49C94FB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ccr4,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cdc3</w:t>
            </w:r>
            <w:r w:rsidRPr="00C17FEA">
              <w:rPr>
                <w:rFonts w:cs="Arial"/>
                <w:vertAlign w:val="superscript"/>
              </w:rPr>
              <w:t>24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cdc12</w:t>
            </w:r>
            <w:bookmarkStart w:id="71" w:name="OLE_LINK374"/>
            <w:r w:rsidRPr="00C17FEA">
              <w:rPr>
                <w:rFonts w:cs="Arial"/>
                <w:vertAlign w:val="superscript"/>
              </w:rPr>
              <w:t>24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bookmarkEnd w:id="71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chs3,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7807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90F8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693C0" w14:textId="4B04ED4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72" w:name="OLE_LINK261"/>
            <w:bookmarkStart w:id="73" w:name="OLE_LINK262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chs4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chs8, </w:t>
            </w:r>
            <w:bookmarkEnd w:id="72"/>
            <w:bookmarkEnd w:id="7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dnj1</w:t>
            </w:r>
            <w:r w:rsidRPr="00C17FEA">
              <w:rPr>
                <w:rFonts w:cs="Arial"/>
                <w:i/>
                <w:iCs/>
                <w:vertAlign w:val="superscript"/>
              </w:rPr>
              <w:t>30/37/39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kre61, Δkre61, Δkre62, Δkre63, Δkre64, Δqsp1, Δopt1,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D32474" w:rsidRPr="00C17FEA" w14:paraId="16194E3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B00CB" w14:textId="170FEB61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mg/mL Caffeine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A559E" w14:textId="58C5A44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G15V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Q64L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38191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E5220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13CD0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6D153" w14:textId="313B3E6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cdc42, </w:t>
            </w: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</w:t>
            </w:r>
          </w:p>
        </w:tc>
      </w:tr>
      <w:tr w:rsidR="00D32474" w:rsidRPr="00C17FEA" w14:paraId="5EE426F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A388E" w14:textId="48D61218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5.0 mg/mL Caffeine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289C6B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58007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D472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EE53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BCD69" w14:textId="5780F54A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74" w:name="OLE_LINK169"/>
            <w:r w:rsidRPr="00C17FEA">
              <w:rPr>
                <w:rFonts w:cs="Arial"/>
                <w:i/>
                <w:iCs/>
              </w:rPr>
              <w:t>Δmay1, Δmpr1, Δscx1, Δprc1, Δprb1, Δcxd1, Δcxd2, Δcxd3, Δpep4</w:t>
            </w:r>
            <w:bookmarkEnd w:id="74"/>
          </w:p>
        </w:tc>
      </w:tr>
      <w:tr w:rsidR="00D32474" w:rsidRPr="00C17FEA" w14:paraId="6A18D44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7E2AD7" w14:textId="094EF82B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&gt;37.5 mg/mL Caffeine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3E531E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79E02" w14:textId="35934CC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Δqsp1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5932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B5CF7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A5E1A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D32474" w:rsidRPr="00C17FEA" w14:paraId="660785D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562DDB" w14:textId="6EF47EB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0.05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29CB3B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65168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DB46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DF6E2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5096E" w14:textId="34AE6DA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Δhog1, Δpbs2, Δssk2</w:t>
            </w:r>
          </w:p>
        </w:tc>
      </w:tr>
      <w:tr w:rsidR="00D32474" w:rsidRPr="00C17FEA" w14:paraId="1E695EB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B000D4" w14:textId="58501BF2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0.06 – 0.08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C9FE8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F476C" w14:textId="144CEDF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bookmarkStart w:id="75" w:name="OLE_LINK250"/>
            <w:r w:rsidRPr="00C17FEA">
              <w:rPr>
                <w:rFonts w:cs="Arial"/>
                <w:i/>
                <w:iCs/>
              </w:rPr>
              <w:t>Δhog1</w:t>
            </w:r>
            <w:bookmarkEnd w:id="75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3C04B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4E7B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A5C08" w14:textId="665177B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Δcac1, Δras1, </w:t>
            </w:r>
          </w:p>
        </w:tc>
      </w:tr>
      <w:tr w:rsidR="00C17FEA" w:rsidRPr="00C17FEA" w14:paraId="3A1AAF3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6F1F6" w14:textId="5E6A8BA8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0.09 – 0.1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5D3812" w14:textId="387CA69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CCBE1" w14:textId="2110B52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Δhog1, Δpbs2, Δssk2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63934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D37C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20732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73BD4B2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B12F4" w14:textId="7C6CDEA3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76" w:name="OLE_LINK331"/>
            <w:bookmarkStart w:id="77" w:name="OLE_LINK332"/>
            <w:bookmarkStart w:id="78" w:name="OLE_LINK335"/>
            <w:r w:rsidRPr="00C17FEA">
              <w:rPr>
                <w:rFonts w:cs="Arial"/>
                <w:iCs/>
              </w:rPr>
              <w:t>0.3 μg/mL AmpB</w:t>
            </w:r>
            <w:bookmarkEnd w:id="76"/>
            <w:bookmarkEnd w:id="77"/>
            <w:bookmarkEnd w:id="78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930EA2" w14:textId="2543F99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5173A" w14:textId="3BC9F70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pka1, Δhog1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8AC4B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67C44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A2513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3598CFB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BB7A1" w14:textId="4E15DE91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0.4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706BBD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1F9BE" w14:textId="38084E8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ssk1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6BDD2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D0C4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D350B" w14:textId="31B9291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bookmarkStart w:id="79" w:name="OLE_LINK187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tco5</w:t>
            </w:r>
            <w:bookmarkEnd w:id="79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17BBD42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5C4DC" w14:textId="276A6353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0E1425" w14:textId="3771265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7C2C2" w14:textId="0AD7CFF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754E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2211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CB8D6" w14:textId="1452D93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2F0721A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BD5B95" w14:textId="49646860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0.4 – 0.8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6F2836" w14:textId="2C0510B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Δhog1Δypd1,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</w:t>
            </w:r>
            <w:r w:rsidRPr="00C17FEA">
              <w:rPr>
                <w:rFonts w:cs="Arial"/>
                <w:i/>
                <w:iCs/>
              </w:rPr>
              <w:t>Δtco2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68B96" w14:textId="595E9D7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bookmarkStart w:id="80" w:name="OLE_LINK277"/>
            <w:bookmarkStart w:id="81" w:name="OLE_LINK278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nha1,</w:t>
            </w:r>
            <w:bookmarkEnd w:id="80"/>
            <w:bookmarkEnd w:id="81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ubc6-2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5EFE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06446" w14:textId="1DCB8A11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yor1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3D3F5" w14:textId="247C6B9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nha1, Δtco1, Δtco3, Δtco4, Δtco5, Δtco7,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</w:t>
            </w:r>
            <w:r w:rsidRPr="00C17FEA">
              <w:rPr>
                <w:rFonts w:cs="Arial"/>
                <w:i/>
                <w:iCs/>
                <w:lang w:val="en-ZA"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sch9,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u</w:t>
            </w:r>
            <w:r w:rsidRPr="00C17FEA">
              <w:rPr>
                <w:rFonts w:cs="Arial"/>
                <w:i/>
                <w:iCs/>
                <w:lang w:val="en-ZA"/>
              </w:rPr>
              <w:t>bc8</w:t>
            </w:r>
          </w:p>
        </w:tc>
      </w:tr>
      <w:tr w:rsidR="00B62495" w:rsidRPr="00C17FEA" w14:paraId="74BB4C9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A378E3" w14:textId="54396423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616F1B" w14:textId="38C3877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ssk1, </w:t>
            </w:r>
            <w:r w:rsidRPr="00C17FEA">
              <w:rPr>
                <w:rFonts w:cs="Arial"/>
                <w:i/>
                <w:iCs/>
              </w:rPr>
              <w:t>Δcac1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06C6C" w14:textId="403046D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C50C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32766" w14:textId="171A1D1E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Δatf1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B56BB" w14:textId="5FDBC32A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nha1, Δ</w:t>
            </w:r>
            <w:r w:rsidRPr="00C17FEA">
              <w:rPr>
                <w:rFonts w:cs="Arial"/>
                <w:i/>
                <w:iCs/>
                <w:lang w:val="en-ZA"/>
              </w:rPr>
              <w:t>skn7</w:t>
            </w:r>
          </w:p>
        </w:tc>
      </w:tr>
      <w:tr w:rsidR="00B62495" w:rsidRPr="00C17FEA" w14:paraId="11DD0B8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C388A4" w14:textId="0CDB161A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1.2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DD843" w14:textId="4BEB8FE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E76A0" w14:textId="26FB799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bookmarkStart w:id="82" w:name="OLE_LINK255"/>
            <w:bookmarkStart w:id="83" w:name="OLE_LINK256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hsp122</w:t>
            </w:r>
            <w:bookmarkEnd w:id="82"/>
            <w:bookmarkEnd w:id="83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D4BB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2E66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D9013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3B0D97F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410FF" w14:textId="18736673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1.5 μg/mL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CD443" w14:textId="1E2E1B2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jjj1,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mbs1,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ert1,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hcm1,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ecm22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EF12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B727C" w14:textId="69D464AF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yap1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3DD15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546E5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66472D" w14:paraId="19C8C2E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B22809" w14:textId="14276C4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0.05 μg/mL MCZ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6817D" w14:textId="4771F6C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fr-FR"/>
              </w:rPr>
              <w:t>dnj1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30</w:t>
            </w:r>
            <w:r w:rsidRPr="00C17FEA">
              <w:rPr>
                <w:rFonts w:cs="Arial"/>
                <w:i/>
                <w:iCs/>
                <w:vertAlign w:val="superscript"/>
                <w:lang w:val="fr-FR"/>
              </w:rPr>
              <w:t>/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  <w:lang w:val="fr-FR"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fr-FR"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  <w:lang w:val="fr-FR"/>
              </w:rPr>
              <w:t>±2mM Leu</w:t>
            </w:r>
            <w:r w:rsidRPr="00C17FEA">
              <w:rPr>
                <w:rFonts w:cs="Arial"/>
                <w:i/>
                <w:iCs/>
                <w:lang w:val="fr-FR"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fr-FR"/>
              </w:rPr>
              <w:t>lys4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2764C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10BF0" w14:textId="77777777" w:rsidR="00AE757F" w:rsidRPr="00C17FEA" w:rsidRDefault="00AE757F" w:rsidP="00C17FEA">
            <w:pPr>
              <w:pStyle w:val="MDPI42tablebody"/>
              <w:jc w:val="left"/>
              <w:rPr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3D739" w14:textId="77777777" w:rsidR="00AE757F" w:rsidRPr="00C17FEA" w:rsidRDefault="00AE757F" w:rsidP="00C17FEA">
            <w:pPr>
              <w:pStyle w:val="MDPI42tablebody"/>
              <w:jc w:val="left"/>
              <w:rPr>
                <w:lang w:val="fr-FR"/>
              </w:rPr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461CE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1B8C036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40E00D" w14:textId="3032114C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 – 6 μg/mL FCZ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E03314" w14:textId="0BCE66E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476BC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BD67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0BBE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63B41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1CDDE5A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74A301" w14:textId="4399C5AD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84" w:name="OLE_LINK336"/>
            <w:bookmarkStart w:id="85" w:name="OLE_LINK337"/>
            <w:r w:rsidRPr="00C17FEA">
              <w:rPr>
                <w:rFonts w:cs="Arial"/>
                <w:iCs/>
              </w:rPr>
              <w:lastRenderedPageBreak/>
              <w:t>10 μg/mL FCZ</w:t>
            </w:r>
            <w:bookmarkEnd w:id="84"/>
            <w:bookmarkEnd w:id="85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E45D0" w14:textId="6B5C974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dnj1,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cfo1,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cft1,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mga2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91E7E" w14:textId="5A256E5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3B120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EDAF0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1F984" w14:textId="6905F15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dnj1</w:t>
            </w:r>
            <w:r w:rsidRPr="00C17FEA">
              <w:rPr>
                <w:rFonts w:cs="Arial"/>
                <w:i/>
                <w:iCs/>
                <w:vertAlign w:val="superscript"/>
              </w:rPr>
              <w:t>37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cbk1,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cfo1,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kic1,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ndh1</w:t>
            </w:r>
          </w:p>
        </w:tc>
      </w:tr>
      <w:tr w:rsidR="00B62495" w:rsidRPr="00C17FEA" w14:paraId="5B62775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59380" w14:textId="24078CBD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12 μg/mL FCZ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886B8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505EE" w14:textId="50AF001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14112" w14:textId="64A3F6A8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A1F9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9B0DB" w14:textId="013A65A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</w:p>
        </w:tc>
      </w:tr>
      <w:tr w:rsidR="00B62495" w:rsidRPr="00C17FEA" w14:paraId="48663F4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877EC3" w14:textId="38594F64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14 μg/mL FCZ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16CAE5" w14:textId="554785DF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274AD" w14:textId="33E7997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3079B" w14:textId="56F697A9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7C1B1" w14:textId="4D2501CA" w:rsidR="00AE757F" w:rsidRPr="00C17FEA" w:rsidRDefault="00AE757F" w:rsidP="00C17FEA">
            <w:pPr>
              <w:pStyle w:val="MDPI42tablebody"/>
              <w:jc w:val="left"/>
            </w:pPr>
            <w:bookmarkStart w:id="86" w:name="OLE_LINK338"/>
            <w:bookmarkStart w:id="87" w:name="OLE_LINK339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  <w:bookmarkEnd w:id="86"/>
            <w:bookmarkEnd w:id="87"/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E6ADB" w14:textId="1FC2829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88" w:name="OLE_LINK340"/>
            <w:bookmarkStart w:id="89" w:name="OLE_LINK341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bookmarkEnd w:id="88"/>
            <w:bookmarkEnd w:id="89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7AF7DE7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48E156" w14:textId="0418BD64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16 μg/mL FCZ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F9968D" w14:textId="4426535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1983C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9F6C2" w14:textId="0D57D1F4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C5CD2" w14:textId="7D1E2A98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1D727" w14:textId="095508D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tco5</w:t>
            </w:r>
          </w:p>
        </w:tc>
      </w:tr>
      <w:tr w:rsidR="00B62495" w:rsidRPr="00C17FEA" w14:paraId="25D2455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25045" w14:textId="1E404705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18 μg/mL FCZ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3E5211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F1857" w14:textId="22F13F6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583FE" w14:textId="1C1AB2FB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57E90" w14:textId="4751091F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sch9,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ubc6-2,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ubc8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54B9C" w14:textId="0AD7BE1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bookmarkStart w:id="90" w:name="OLE_LINK188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tco5</w:t>
            </w:r>
            <w:bookmarkEnd w:id="90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tco7, Δ</w:t>
            </w:r>
            <w:r w:rsidRPr="00C17FEA">
              <w:rPr>
                <w:rFonts w:cs="Arial"/>
                <w:i/>
                <w:iCs/>
                <w:lang w:val="en-ZA"/>
              </w:rPr>
              <w:t>yor1</w:t>
            </w:r>
          </w:p>
        </w:tc>
      </w:tr>
      <w:tr w:rsidR="00B62495" w:rsidRPr="00C17FEA" w14:paraId="37861B8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56FC0" w14:textId="11A4F577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12 – 18 μg/mL FCZ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CD465" w14:textId="0069A00A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lys4,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yap1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CF0A6" w14:textId="6F2D4FE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8CE7E" w14:textId="385E9068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ert1,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hcm1,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hob1, 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ypd1,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jjj1,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msb1, Δpbs2,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hog1, Δssk2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6AED6" w14:textId="1ED6BF06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 xml:space="preserve">Δatf1,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ecm22 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E1344" w14:textId="2F6B097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ste50</w:t>
            </w:r>
          </w:p>
        </w:tc>
      </w:tr>
      <w:tr w:rsidR="00B62495" w:rsidRPr="00C17FEA" w14:paraId="1153739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A2382D" w14:textId="38571497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0.05 μg/mL KCZ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207CA" w14:textId="7FBDB01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1AA86" w14:textId="2B18FD8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79DDC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FF030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E5799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7C914C3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2C43A8" w14:textId="78C40806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0.075 – 0.100 μg/mL KCZ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C5A0D" w14:textId="1374CD6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76C47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1CB8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A4E9E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6C2F0" w14:textId="02F8F91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</w:p>
        </w:tc>
      </w:tr>
      <w:tr w:rsidR="00B62495" w:rsidRPr="00C17FEA" w14:paraId="6C96B99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8304DD" w14:textId="247950FC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0.2 μg/mL KCZ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E7F61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99810" w14:textId="5D2494A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B5FE6" w14:textId="5F680251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Δssk1, Δssk2, Δpbs2, 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ypd1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ADC55" w14:textId="342DBEFC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Δhog1, Δskn7, Δtco2, Δtco1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3AAA8" w14:textId="5A04900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Δtco1,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tco5, Δtco7</w:t>
            </w:r>
          </w:p>
        </w:tc>
      </w:tr>
      <w:tr w:rsidR="00B62495" w:rsidRPr="00C17FEA" w14:paraId="0DB673A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DE970" w14:textId="7C174000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0.3 μg/mL KCZ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B14F06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14AC9" w14:textId="22FF34D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EBDE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96D84" w14:textId="3399F04C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Δhog1, Δpbs2,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pka1, Δssk1, Δssk2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B25CF" w14:textId="33A45A3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tco5, ΔTco7, ΔTco1ΔTco2, ΔSkn7</w:t>
            </w:r>
          </w:p>
        </w:tc>
      </w:tr>
      <w:tr w:rsidR="00B62495" w:rsidRPr="00C17FEA" w14:paraId="5C022FD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37F4A5" w14:textId="4324E7B0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0.7 μg/mL KCZ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B1480B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58944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FC32E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F8E8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AE00E" w14:textId="79D9154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Δhog1, Δras1, Δcac1</w:t>
            </w:r>
          </w:p>
        </w:tc>
      </w:tr>
      <w:tr w:rsidR="00B62495" w:rsidRPr="00C17FEA" w14:paraId="6F679B1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8FFDE9" w14:textId="1811B2BD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0.02 – &lt;0.03 μg/mL ICZ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0CAA0A" w14:textId="7A02B8D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plc1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405AA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A484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315B2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421F6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3D375C2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1221CA" w14:textId="55797162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0.04 – 0.05 μg/mL ICZ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A71E8B" w14:textId="2EFFAAD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cac1,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hxl1,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ire1,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BA45F" w14:textId="21491B8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D9D4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8E6DE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DC690" w14:textId="0CB29AD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Δhog1, Δpbs2,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Δssk2, Δssk1, Δskn7,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tco7, Δtco1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</w:tr>
      <w:tr w:rsidR="00B62495" w:rsidRPr="00C17FEA" w14:paraId="10811E6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6AC59B" w14:textId="3AEBAAF6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– 0.6 μg/mL ICZ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BA0F3" w14:textId="7E0A6C5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ire1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A7BB8" w14:textId="70EA4E2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91BD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D99F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9500E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51DA040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DB4524" w14:textId="67C5B371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0.7 μg/mL ICZ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834A4" w14:textId="2681DE9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Δcac1, Δras1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86B1E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23B5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B1920" w14:textId="5F449627" w:rsidR="00AE757F" w:rsidRPr="00C17FEA" w:rsidRDefault="00AE757F" w:rsidP="00C17FEA">
            <w:pPr>
              <w:pStyle w:val="MDPI42tablebody"/>
              <w:jc w:val="left"/>
            </w:pPr>
            <w:bookmarkStart w:id="91" w:name="OLE_LINK251"/>
            <w:bookmarkStart w:id="92" w:name="OLE_LINK252"/>
            <w:r w:rsidRPr="00C17FEA">
              <w:rPr>
                <w:rFonts w:cs="Arial"/>
                <w:i/>
                <w:iCs/>
              </w:rPr>
              <w:t>Δhog1</w:t>
            </w:r>
            <w:bookmarkEnd w:id="91"/>
            <w:bookmarkEnd w:id="92"/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FB405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15FAACC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4D3EA6" w14:textId="65412D75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0.03 μg/mL VCZ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6957E5" w14:textId="1079D2C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DD41F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F5A58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9947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1A9C5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02574AD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D49B2A" w14:textId="2C98A82A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μg/mL 5-FC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514784" w14:textId="777814B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161B5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E0C8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49F7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5958F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1B8DAB5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D63104" w14:textId="6D63AAC6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93" w:name="OLE_LINK321"/>
            <w:bookmarkStart w:id="94" w:name="OLE_LINK322"/>
            <w:r w:rsidRPr="00C17FEA">
              <w:rPr>
                <w:rFonts w:cs="Arial"/>
                <w:iCs/>
              </w:rPr>
              <w:t>500 μg/mL 5-FC</w:t>
            </w:r>
            <w:bookmarkEnd w:id="93"/>
            <w:bookmarkEnd w:id="94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348AF" w14:textId="7FBDFC1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Δras1, Δatf1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84082" w14:textId="367DB31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F9A6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295AA" w14:textId="0F4B2E14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Δcac1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48275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5A90CEC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C413F" w14:textId="523370C2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600 μg/mL 5-FC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FDF55" w14:textId="1A79A4D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7AABA" w14:textId="47B6525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D7C28" w14:textId="38823D02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0FB85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E1A3A" w14:textId="776B484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</w:p>
        </w:tc>
      </w:tr>
      <w:tr w:rsidR="00B62495" w:rsidRPr="00C17FEA" w14:paraId="0218116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4E1D2" w14:textId="69C16BE4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0.1 μg/mL FDX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B7FE58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553A0" w14:textId="3C54F36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6234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421E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55CDB" w14:textId="220A8DA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</w:tr>
      <w:tr w:rsidR="00B62495" w:rsidRPr="00C17FEA" w14:paraId="2E2A548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1ECF34" w14:textId="09E86A2E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μg/mL FDX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FFF806" w14:textId="343E108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ADB04" w14:textId="4C0CA5C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1045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F656E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2E3CE" w14:textId="1C4130A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</w:tr>
      <w:tr w:rsidR="00B62495" w:rsidRPr="00C17FEA" w14:paraId="7703972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18FEA" w14:textId="061A815B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95" w:name="OLE_LINK317"/>
            <w:bookmarkStart w:id="96" w:name="OLE_LINK318"/>
            <w:r w:rsidRPr="00C17FEA">
              <w:rPr>
                <w:rFonts w:cs="Arial"/>
                <w:iCs/>
              </w:rPr>
              <w:t>1.0 μg/mL FDX</w:t>
            </w:r>
            <w:bookmarkEnd w:id="95"/>
            <w:bookmarkEnd w:id="96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B09AE" w14:textId="4A84794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F33DA" w14:textId="572DBC8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4EB4A" w14:textId="10A5C303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pbs2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35F75" w14:textId="42370043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ssk1,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  <w:lang w:val="en-ZA"/>
              </w:rPr>
              <w:t>ubc8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1E2B8" w14:textId="5311F0B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aca1,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cac1,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 Δ</w:t>
            </w:r>
            <w:r w:rsidRPr="00C17FEA">
              <w:rPr>
                <w:rFonts w:cs="Arial"/>
                <w:i/>
                <w:iCs/>
                <w:lang w:val="en-ZA"/>
              </w:rPr>
              <w:t>gpa1,</w:t>
            </w:r>
            <w:r w:rsidRPr="00C17FEA">
              <w:rPr>
                <w:rFonts w:cs="Arial"/>
                <w:i/>
                <w:iCs/>
              </w:rPr>
              <w:t xml:space="preserve"> Δ</w:t>
            </w:r>
            <w:r w:rsidRPr="00C17FEA">
              <w:rPr>
                <w:rFonts w:cs="Arial"/>
                <w:i/>
                <w:iCs/>
                <w:lang w:val="en-ZA"/>
              </w:rPr>
              <w:t>gpa1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gre2,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pkp1, Ubc6-2, Δ</w:t>
            </w:r>
            <w:r w:rsidRPr="00C17FEA">
              <w:rPr>
                <w:rFonts w:cs="Arial"/>
                <w:i/>
                <w:iCs/>
                <w:lang w:val="en-ZA"/>
              </w:rPr>
              <w:t>yor1</w:t>
            </w:r>
          </w:p>
        </w:tc>
      </w:tr>
      <w:tr w:rsidR="00B62495" w:rsidRPr="00C17FEA" w14:paraId="74D5583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D5C58D" w14:textId="724B94C8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1.5 μg/mL FDX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086C85" w14:textId="5897BEB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7E9EF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63178" w14:textId="507CF25C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n-ZA"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  <w:lang w:val="en-ZA"/>
              </w:rPr>
              <w:t>ovex</w:t>
            </w:r>
            <w:r w:rsidRPr="00C17FEA">
              <w:rPr>
                <w:rFonts w:cs="Arial"/>
                <w:i/>
                <w:iCs/>
                <w:lang w:val="en-ZA"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  <w:lang w:val="en-ZA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4928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6E96A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2245C57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1BD891" w14:textId="646A98DF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2.5 μg/mL FDX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5020AD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232D6" w14:textId="6877A0F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aca</w:t>
            </w:r>
            <w:r w:rsidRPr="00C17FEA">
              <w:rPr>
                <w:rFonts w:cs="Arial"/>
                <w:i/>
                <w:i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5191C" w14:textId="50670A88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hog1,</w:t>
            </w:r>
            <w:r w:rsidRPr="00C17FEA">
              <w:rPr>
                <w:rFonts w:cs="Arial"/>
                <w:i/>
                <w:iCs/>
              </w:rPr>
              <w:t xml:space="preserve"> Δ</w:t>
            </w:r>
            <w:r w:rsidRPr="00C17FEA">
              <w:rPr>
                <w:rFonts w:cs="Arial"/>
                <w:i/>
                <w:iCs/>
                <w:lang w:val="en-ZA"/>
              </w:rPr>
              <w:t>gpa1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0F7B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C6905" w14:textId="1C0BE55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cac1,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gpa1,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pka2</w:t>
            </w:r>
          </w:p>
        </w:tc>
      </w:tr>
      <w:tr w:rsidR="00B62495" w:rsidRPr="00C17FEA" w14:paraId="3203B6E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33123" w14:textId="0F69FD98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5.0 μg/mL FDX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60C6D6" w14:textId="7032728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aca</w:t>
            </w:r>
            <w:r w:rsidRPr="00C17FEA">
              <w:rPr>
                <w:rFonts w:cs="Arial"/>
                <w:i/>
                <w:iCs/>
              </w:rPr>
              <w:t xml:space="preserve">1, Δatf1,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gre2,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pkp1, Δras1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8BF47" w14:textId="5A609BBA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yor1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F0832" w14:textId="474323FC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gpa1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</w:rPr>
              <w:t>Δhog1, Δssk1, Δpbs2, 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A3FDB" w14:textId="75C84639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Δena1,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</w:t>
            </w:r>
            <w:r w:rsidRPr="00C17FEA">
              <w:rPr>
                <w:rFonts w:cs="Arial"/>
                <w:i/>
                <w:iCs/>
              </w:rPr>
              <w:t xml:space="preserve">Δskn7,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ubc8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0784B" w14:textId="338D89A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cac1,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gpa1,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pdr5-3,</w:t>
            </w:r>
            <w:r w:rsidR="00190115" w:rsidRPr="00C17FEA">
              <w:rPr>
                <w:rFonts w:cs="Arial"/>
                <w:i/>
                <w:iCs/>
                <w:lang w:val="en-ZA"/>
              </w:rPr>
              <w:t xml:space="preserve">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ubc6-2</w:t>
            </w:r>
          </w:p>
        </w:tc>
      </w:tr>
      <w:tr w:rsidR="00B62495" w:rsidRPr="00C17FEA" w14:paraId="35DEB20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A39437" w14:textId="314CB858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10 μg/mL FDX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79CC3B" w14:textId="6748E31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aca</w:t>
            </w:r>
            <w:r w:rsidRPr="00C17FEA">
              <w:rPr>
                <w:rFonts w:cs="Arial"/>
                <w:i/>
                <w:iCs/>
              </w:rPr>
              <w:t xml:space="preserve">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Δskn7,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CF3DD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425A5" w14:textId="6C50894B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gpa1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bookmarkStart w:id="97" w:name="OLE_LINK142"/>
            <w:bookmarkStart w:id="98" w:name="OLE_LINK14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cna1, 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ypd1</w:t>
            </w:r>
            <w:bookmarkEnd w:id="97"/>
            <w:bookmarkEnd w:id="98"/>
            <w:r w:rsidRPr="00C17FEA">
              <w:rPr>
                <w:rFonts w:cs="Arial"/>
                <w:i/>
                <w:iCs/>
              </w:rPr>
              <w:t xml:space="preserve">, Δssk1,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pbs</w:t>
            </w:r>
            <w:r w:rsidR="00190115" w:rsidRPr="00C17FEA">
              <w:rPr>
                <w:rFonts w:cs="Arial"/>
                <w:i/>
                <w:iCs/>
              </w:rPr>
              <w:t>2, 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hog1</w:t>
            </w:r>
            <w:r w:rsidRPr="00C17FEA">
              <w:rPr>
                <w:rFonts w:cs="Arial"/>
                <w:i/>
                <w:i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52C4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01A53" w14:textId="13E1B38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cac1,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gpa1,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pka2,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pka2</w:t>
            </w:r>
          </w:p>
        </w:tc>
      </w:tr>
      <w:tr w:rsidR="00B62495" w:rsidRPr="00C17FEA" w14:paraId="2FF50A2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153EA2" w14:textId="54B1B03D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100 μg/mL FDX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10AB69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CBDD3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B2A08" w14:textId="3FC2FEB5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vertAlign w:val="superscript"/>
              </w:rPr>
              <w:t>±Glc</w:t>
            </w:r>
            <w:r w:rsidRPr="00C17FEA">
              <w:rPr>
                <w:rFonts w:cs="Arial"/>
                <w:i/>
                <w:iCs/>
              </w:rPr>
              <w:t>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  <w:r w:rsidRPr="00C17FEA">
              <w:rPr>
                <w:rFonts w:cs="Arial"/>
                <w:i/>
                <w:iCs/>
                <w:vertAlign w:val="superscript"/>
              </w:rPr>
              <w:t>±Glc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bookmarkStart w:id="99" w:name="OLE_LINK203"/>
            <w:bookmarkStart w:id="100" w:name="OLE_LINK204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  <w:bookmarkEnd w:id="99"/>
            <w:bookmarkEnd w:id="100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861B4" w14:textId="36B24AD5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90657" w14:textId="70EDA87D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1EFAB54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F2416" w14:textId="6865BED1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15 mM MG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98449E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D5F81" w14:textId="2256381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vertAlign w:val="superscript"/>
              </w:rPr>
              <w:t>±Glc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  <w:r w:rsidRPr="00C17FEA">
              <w:rPr>
                <w:rFonts w:cs="Arial"/>
                <w:i/>
                <w:iCs/>
                <w:vertAlign w:val="superscript"/>
              </w:rPr>
              <w:t>±Glc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pbs2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5A651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A2BB8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C17D2" w14:textId="60B1730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18C1B6B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CEAD4" w14:textId="12961295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20 mM MG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B97DCB" w14:textId="2253A57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vertAlign w:val="superscript"/>
              </w:rPr>
              <w:t>±Glc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  <w:r w:rsidRPr="00C17FEA">
              <w:rPr>
                <w:rFonts w:cs="Arial"/>
                <w:i/>
                <w:iCs/>
                <w:vertAlign w:val="superscript"/>
              </w:rPr>
              <w:t>±Glc</w:t>
            </w:r>
            <w:r w:rsidRPr="00C17FEA">
              <w:rPr>
                <w:rFonts w:cs="Arial"/>
                <w:i/>
                <w:iCs/>
              </w:rPr>
              <w:t>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B7FC1" w14:textId="7DFF76B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bookmarkStart w:id="101" w:name="OLE_LINK230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ras1,</w:t>
            </w:r>
            <w:bookmarkEnd w:id="101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0FE7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FE72A" w14:textId="4C79EB99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tco5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4035C" w14:textId="7C503182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pkp1, Δras1,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5209499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EE6284" w14:textId="2B883BC4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25 mM MG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464010" w14:textId="2469ABA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4850C" w14:textId="04EA79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Δcac1,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0F208" w14:textId="32427743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bCs/>
                <w:i/>
                <w:iCs/>
              </w:rPr>
              <w:t>Δras1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1DA20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9C075" w14:textId="3AE6258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</w:t>
            </w:r>
          </w:p>
        </w:tc>
      </w:tr>
      <w:tr w:rsidR="00B62495" w:rsidRPr="00C17FEA" w14:paraId="1B1B65A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F7245" w14:textId="2A3B4E64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 – 5 μg/mL Antimycin A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FFAEEA" w14:textId="403B26B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6056D" w14:textId="384868BC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AE5D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02845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5BDB3" w14:textId="4CE6C79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02" w:name="OLE_LINK182"/>
            <w:bookmarkStart w:id="103" w:name="OLE_LINK18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  <w:bookmarkEnd w:id="102"/>
            <w:bookmarkEnd w:id="103"/>
          </w:p>
        </w:tc>
      </w:tr>
      <w:tr w:rsidR="00B62495" w:rsidRPr="00C17FEA" w14:paraId="62F2904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94164" w14:textId="4C84D1A3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mM Paraquat</w:t>
            </w:r>
            <w:r w:rsidRPr="00C17FEA">
              <w:rPr>
                <w:rFonts w:cs="Arial"/>
                <w:iCs/>
                <w:vertAlign w:val="superscript"/>
              </w:rPr>
              <w:t>TM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6E7C75" w14:textId="1E6B40DE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97A42" w14:textId="13A458A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40314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6EC95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EF38E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1CFDD2E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347C97" w14:textId="22E97D2C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mg/mL Oxytetracycline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9CA26C" w14:textId="7273C28B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FBC7D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EC42C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8D819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72AB2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57D2DD2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0A394" w14:textId="5DFB4C3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20 μg/mL Hygromycin 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032C4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86669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DC8DA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F0CAA" w14:textId="0CA81F1F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hoc1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5BBD0" w14:textId="28BE97C5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ktr3,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mnn2,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uxs1</w:t>
            </w:r>
          </w:p>
        </w:tc>
      </w:tr>
      <w:tr w:rsidR="00B62495" w:rsidRPr="00C17FEA" w14:paraId="2EB35C0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2E9CB1" w14:textId="32D11A30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25 – 100 μg/mL Hygromycin 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E1BE1" w14:textId="1AE67111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vph1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037AB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4660C" w14:textId="158C538C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BCCC7" w14:textId="436DE871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BAFC8" w14:textId="6A7B14EF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</w:p>
        </w:tc>
      </w:tr>
      <w:tr w:rsidR="00B62495" w:rsidRPr="00C17FEA" w14:paraId="74EA265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2AC84" w14:textId="0EDF0585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100 – 250 μg/mL CsA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611F11" w14:textId="0DFDEED0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cbk1,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37</w:t>
            </w:r>
            <w:r w:rsidR="00190115" w:rsidRPr="00F41A2F">
              <w:rPr>
                <w:rFonts w:cs="Arial"/>
                <w:i/>
                <w:iCs/>
                <w:sz w:val="16"/>
                <w:szCs w:val="16"/>
                <w:vertAlign w:val="superscript"/>
              </w:rPr>
              <w:sym w:font="Wingdings" w:char="F0E0"/>
            </w:r>
            <w:r w:rsidRPr="00C17FEA">
              <w:rPr>
                <w:rFonts w:cs="Arial"/>
                <w:i/>
                <w:iCs/>
                <w:vertAlign w:val="superscript"/>
              </w:rPr>
              <w:t>30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mob2,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sog2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1A438" w14:textId="7F6E6D2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ess1,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30</w:t>
            </w:r>
            <w:r w:rsidR="00190115" w:rsidRPr="00F41A2F">
              <w:rPr>
                <w:rFonts w:cs="Arial"/>
                <w:i/>
                <w:iCs/>
                <w:sz w:val="16"/>
                <w:szCs w:val="16"/>
                <w:vertAlign w:val="superscript"/>
              </w:rPr>
              <w:sym w:font="Wingdings" w:char="F0E0"/>
            </w:r>
            <w:r w:rsidRPr="00C17FEA">
              <w:rPr>
                <w:rFonts w:cs="Arial"/>
                <w:i/>
                <w:iCs/>
                <w:vertAlign w:val="superscript"/>
              </w:rPr>
              <w:t>30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kic1,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tao3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5D868" w14:textId="670642C3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cpa1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cpa2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BBC03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89BB5" w14:textId="763C250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hym1,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ndh1</w:t>
            </w:r>
          </w:p>
        </w:tc>
      </w:tr>
      <w:tr w:rsidR="00B62495" w:rsidRPr="00C17FEA" w14:paraId="7C28C2D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99AED" w14:textId="7C6576D9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10 μg/mL CpF or 100 ng/mL RPM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B93291" w14:textId="5B8D660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5AE8F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65B2D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47BC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E58FE" w14:textId="5A901CD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cbk1,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kic1,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ndh1</w:t>
            </w:r>
          </w:p>
        </w:tc>
      </w:tr>
      <w:tr w:rsidR="00B62495" w:rsidRPr="00C17FEA" w14:paraId="3D4AA35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6F42D5" w14:textId="65AF5F6F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≥32 μg/mL CpF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3BEFE" w14:textId="13ED24C8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ccr4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2F968" w14:textId="77777777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6CA3F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9A6F6" w14:textId="77777777" w:rsidR="00AE757F" w:rsidRPr="00C17FEA" w:rsidRDefault="00AE757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6D734" w14:textId="0BA8BF03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</w:t>
            </w:r>
          </w:p>
        </w:tc>
      </w:tr>
      <w:tr w:rsidR="00B62495" w:rsidRPr="00C17FEA" w14:paraId="70972C1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949A1" w14:textId="364BE0EE" w:rsidR="00AE757F" w:rsidRPr="00C17FEA" w:rsidRDefault="00AE757F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104" w:name="OLE_LINK327"/>
            <w:bookmarkStart w:id="105" w:name="OLE_LINK328"/>
            <w:r w:rsidRPr="00C17FEA">
              <w:rPr>
                <w:rFonts w:cs="Arial"/>
                <w:iCs/>
              </w:rPr>
              <w:t>0.005 μg/mL FK-506</w:t>
            </w:r>
            <w:bookmarkEnd w:id="104"/>
            <w:bookmarkEnd w:id="105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1A7177" w14:textId="206A4D36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FC31E" w14:textId="2920D939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puf4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D040F" w14:textId="6C3A39EB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pbp1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162BB" w14:textId="10CCE0E3" w:rsidR="00AE757F" w:rsidRPr="00C17FEA" w:rsidRDefault="00AE757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tif3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56B03" w14:textId="1EDC2954" w:rsidR="00AE757F" w:rsidRPr="00C17FEA" w:rsidRDefault="00AE757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</w:tr>
      <w:tr w:rsidR="00B62495" w:rsidRPr="00C17FEA" w14:paraId="1FF297F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A56B24" w14:textId="5CC563B4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106" w:name="OLE_LINK329"/>
            <w:bookmarkStart w:id="107" w:name="OLE_LINK330"/>
            <w:r w:rsidRPr="00C17FEA">
              <w:rPr>
                <w:rFonts w:cs="Arial"/>
                <w:iCs/>
              </w:rPr>
              <w:t xml:space="preserve">1.0 μg/mL FK-506 at </w:t>
            </w:r>
            <w:r w:rsidRPr="00C17FEA">
              <w:rPr>
                <w:rFonts w:cs="Arial"/>
                <w:lang w:val="x-none"/>
              </w:rPr>
              <w:t>30</w:t>
            </w:r>
            <w:r w:rsidRPr="00C17FEA">
              <w:rPr>
                <w:rFonts w:cs="Arial"/>
                <w:vertAlign w:val="superscript"/>
                <w:lang w:val="x-none"/>
              </w:rPr>
              <w:t>o</w:t>
            </w:r>
            <w:r w:rsidRPr="00C17FEA">
              <w:rPr>
                <w:rFonts w:cs="Arial"/>
                <w:lang w:val="x-none"/>
              </w:rPr>
              <w:t>C</w:t>
            </w:r>
            <w:bookmarkEnd w:id="106"/>
            <w:bookmarkEnd w:id="107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0C43AE" w14:textId="58283496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37</w:t>
            </w:r>
            <w:r w:rsidR="00190115" w:rsidRPr="00F41A2F">
              <w:rPr>
                <w:rFonts w:cs="Arial"/>
                <w:i/>
                <w:iCs/>
                <w:sz w:val="16"/>
                <w:szCs w:val="16"/>
                <w:vertAlign w:val="superscript"/>
              </w:rPr>
              <w:sym w:font="Wingdings" w:char="F0E0"/>
            </w:r>
            <w:r w:rsidRPr="00C17FEA">
              <w:rPr>
                <w:rFonts w:cs="Arial"/>
                <w:i/>
                <w:iCs/>
                <w:vertAlign w:val="superscript"/>
              </w:rPr>
              <w:t>30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D50F1" w14:textId="76190535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3</w:t>
            </w:r>
            <w:r w:rsidR="00190115" w:rsidRPr="00C17FEA">
              <w:rPr>
                <w:rFonts w:cs="Arial"/>
                <w:i/>
                <w:iCs/>
                <w:vertAlign w:val="superscript"/>
              </w:rPr>
              <w:t>0</w:t>
            </w:r>
            <w:r w:rsidR="00190115" w:rsidRPr="00F41A2F">
              <w:rPr>
                <w:rFonts w:cs="Arial"/>
                <w:i/>
                <w:iCs/>
                <w:sz w:val="16"/>
                <w:szCs w:val="16"/>
                <w:vertAlign w:val="superscript"/>
              </w:rPr>
              <w:sym w:font="Wingdings" w:char="F0E0"/>
            </w:r>
            <w:r w:rsidRPr="00C17FEA">
              <w:rPr>
                <w:rFonts w:cs="Arial"/>
                <w:i/>
                <w:iCs/>
                <w:vertAlign w:val="superscript"/>
              </w:rPr>
              <w:t>30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6E226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EB947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6A632" w14:textId="422E479E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pbs2</w:t>
            </w:r>
          </w:p>
        </w:tc>
      </w:tr>
      <w:tr w:rsidR="00B62495" w:rsidRPr="00C17FEA" w14:paraId="1FB63E7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1EC9DE" w14:textId="047E5A8F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1.0 μg/mL FK-506 + 1.0 μg/mL FDX at </w:t>
            </w:r>
            <w:r w:rsidRPr="00C17FEA">
              <w:rPr>
                <w:rFonts w:cs="Arial"/>
                <w:lang w:val="x-none"/>
              </w:rPr>
              <w:t>30</w:t>
            </w:r>
            <w:r w:rsidRPr="00C17FEA">
              <w:rPr>
                <w:rFonts w:cs="Arial"/>
                <w:vertAlign w:val="superscript"/>
                <w:lang w:val="x-none"/>
              </w:rPr>
              <w:t>o</w:t>
            </w:r>
            <w:r w:rsidRPr="00C17FEA">
              <w:rPr>
                <w:rFonts w:cs="Arial"/>
                <w:lang w:val="x-none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3326DC" w14:textId="7E64D179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cnb1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69E44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25018" w14:textId="7CC511A1" w:rsidR="0049000E" w:rsidRPr="00C17FEA" w:rsidRDefault="0049000E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pbs2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7AE2A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16E6E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0F6D64B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E26BE9" w14:textId="2F42454D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 xml:space="preserve">1.0 – 2.5 μg/mL FK-520 at </w:t>
            </w:r>
            <w:r w:rsidRPr="00C17FEA">
              <w:rPr>
                <w:rFonts w:cs="Arial"/>
                <w:lang w:val="x-none"/>
              </w:rPr>
              <w:t>25</w:t>
            </w:r>
            <w:r w:rsidRPr="00C17FEA">
              <w:rPr>
                <w:rFonts w:cs="Arial"/>
                <w:vertAlign w:val="superscript"/>
                <w:lang w:val="x-none"/>
              </w:rPr>
              <w:t>o</w:t>
            </w:r>
            <w:r w:rsidRPr="00C17FEA">
              <w:rPr>
                <w:rFonts w:cs="Arial"/>
                <w:lang w:val="x-none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2A056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DE327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015D4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22482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F5570" w14:textId="1C695F89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ess1,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</w:t>
            </w:r>
          </w:p>
        </w:tc>
      </w:tr>
      <w:tr w:rsidR="00B62495" w:rsidRPr="00C17FEA" w14:paraId="69E6DB2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77C688" w14:textId="1182C5F7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– 2.5 μg/mL FK-520/FK-506 at ≥30</w:t>
            </w:r>
            <w:r w:rsidRPr="00C17FEA">
              <w:rPr>
                <w:rFonts w:cs="Arial"/>
                <w:vertAlign w:val="superscript"/>
                <w:lang w:val="x-none"/>
              </w:rPr>
              <w:t>o</w:t>
            </w:r>
            <w:r w:rsidRPr="00C17FEA">
              <w:rPr>
                <w:rFonts w:cs="Arial"/>
                <w:lang w:val="x-none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0802F5" w14:textId="60F15B3C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cbk1,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ess1,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sog2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649A4" w14:textId="26460A14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kic1,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mob2,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tao3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41436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82A37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86E93" w14:textId="67FD6FB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hym1,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ndh1</w:t>
            </w:r>
          </w:p>
        </w:tc>
      </w:tr>
      <w:tr w:rsidR="00B62495" w:rsidRPr="00C17FEA" w14:paraId="7E7798B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7B177F" w14:textId="00B3A024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μM LatA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11FE8" w14:textId="2A633A19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37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bookmarkStart w:id="108" w:name="OLE_LINK377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vertAlign w:val="superscript"/>
              </w:rPr>
              <w:t>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  <w:vertAlign w:val="superscript"/>
              </w:rPr>
              <w:t>/37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  <w:vertAlign w:val="superscript"/>
              </w:rPr>
              <w:t>/1%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bookmarkStart w:id="109" w:name="OLE_LINK378"/>
            <w:r w:rsidRPr="00C17FEA">
              <w:rPr>
                <w:rFonts w:cs="Arial"/>
                <w:i/>
                <w:iCs/>
              </w:rPr>
              <w:t>,</w:t>
            </w:r>
            <w:bookmarkEnd w:id="108"/>
            <w:bookmarkEnd w:id="109"/>
            <w:r w:rsidRPr="00C17FEA">
              <w:rPr>
                <w:rFonts w:cs="Arial"/>
                <w:i/>
                <w:iCs/>
              </w:rPr>
              <w:t xml:space="preserve">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bni1,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tpm1,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  <w:vertAlign w:val="superscript"/>
              </w:rPr>
              <w:t>/37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  <w:vertAlign w:val="superscript"/>
              </w:rPr>
              <w:t>/5%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  <w:vertAlign w:val="superscript"/>
              </w:rPr>
              <w:t>/1%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1C6AC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F8195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B2DCF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941A1" w14:textId="060FF272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10" w:name="OLE_LINK245"/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bookmarkEnd w:id="110"/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sac6)</w:t>
            </w:r>
            <w:r w:rsidRPr="00C17FEA">
              <w:rPr>
                <w:rFonts w:cs="Arial"/>
                <w:i/>
                <w:iCs/>
                <w:vertAlign w:val="superscript"/>
              </w:rPr>
              <w:t>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bookmarkStart w:id="111" w:name="OLE_LINK244"/>
            <w:r w:rsidRPr="00C17FEA">
              <w:rPr>
                <w:rFonts w:cs="Arial"/>
                <w:i/>
                <w:iCs/>
                <w:vertAlign w:val="superscript"/>
              </w:rPr>
              <w:t>,</w:t>
            </w:r>
            <w:bookmarkEnd w:id="111"/>
            <w:r w:rsidRPr="00C17FEA">
              <w:rPr>
                <w:rFonts w:cs="Arial"/>
                <w:i/>
                <w:iCs/>
                <w:vertAlign w:val="superscript"/>
              </w:rPr>
              <w:t>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,28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</w:p>
        </w:tc>
      </w:tr>
      <w:tr w:rsidR="00B62495" w:rsidRPr="00C17FEA" w14:paraId="0EE43B2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029BBF" w14:textId="0C2DD827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3 – 6 mM CQ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1D9E90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8F2A6" w14:textId="55CA155D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vps45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1995B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503BC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D2EAC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3AE67D5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955EA7" w14:textId="44A27407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22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D3424" w14:textId="274A0D9B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60C24" w14:textId="7777777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C8A5B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4B79F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544A0" w14:textId="5EF8BDB6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mat2,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znf2</w:t>
            </w:r>
          </w:p>
        </w:tc>
      </w:tr>
      <w:tr w:rsidR="00B62495" w:rsidRPr="00C17FEA" w14:paraId="0E39AE1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9CA296" w14:textId="0792D71F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24 – 25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637A0" w14:textId="2753783C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12" w:name="OLE_LINK211"/>
            <w:bookmarkStart w:id="113" w:name="OLE_LINK212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bzp2</w:t>
            </w:r>
            <w:bookmarkEnd w:id="112"/>
            <w:bookmarkEnd w:id="113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cku80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0B484" w14:textId="48386393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cin1,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cpa1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cuf1,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hlh3,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liv4, </w:t>
            </w:r>
            <w:bookmarkStart w:id="114" w:name="OLE_LINK241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mga2, </w:t>
            </w:r>
            <w:bookmarkEnd w:id="114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bookmarkStart w:id="115" w:name="OLE_LINK120"/>
            <w:bookmarkStart w:id="116" w:name="OLE_LINK121"/>
            <w:r w:rsidRPr="00C17FEA">
              <w:rPr>
                <w:rFonts w:cs="Arial"/>
                <w:i/>
                <w:iCs/>
              </w:rPr>
              <w:t xml:space="preserve">Δtsa1, </w:t>
            </w:r>
            <w:bookmarkEnd w:id="115"/>
            <w:bookmarkEnd w:id="116"/>
            <w:r w:rsidRPr="00C17FEA">
              <w:rPr>
                <w:rFonts w:cs="Arial"/>
                <w:i/>
                <w:iCs/>
              </w:rPr>
              <w:t>Δtsa1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tsa3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9F90E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46468" w14:textId="3650C6B6" w:rsidR="0049000E" w:rsidRPr="00C17FEA" w:rsidRDefault="0049000E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CA6D9" w14:textId="716EE6D3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apn2,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aro80,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cku80,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bookmarkStart w:id="117" w:name="OLE_LINK249"/>
            <w:bookmarkStart w:id="118" w:name="OLE_LINK267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crz1/</w:t>
            </w:r>
            <w:r w:rsidR="00630499" w:rsidRPr="00C17FEA">
              <w:rPr>
                <w:rFonts w:cs="Arial"/>
                <w:i/>
                <w:iCs/>
                <w:lang w:val="x-none"/>
              </w:rPr>
              <w:t>Δ</w:t>
            </w:r>
            <w:r w:rsidR="00630499" w:rsidRPr="00C17FEA">
              <w:rPr>
                <w:rFonts w:cs="Arial"/>
                <w:i/>
                <w:iCs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nha1,</w:t>
            </w:r>
            <w:bookmarkEnd w:id="117"/>
            <w:bookmarkEnd w:id="118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ert1,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ess1,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fzc46,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mcm1,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miz1,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mln1,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plc2,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rho-GEF,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rom2</w:t>
            </w:r>
            <w:r w:rsidRPr="00C17FEA">
              <w:rPr>
                <w:rFonts w:cs="Arial"/>
                <w:i/>
                <w:iCs/>
                <w:vertAlign w:val="superscript"/>
              </w:rPr>
              <w:t>±2μM NCZ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sh3-rho-GEF,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ura5,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usv101,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wsp1</w:t>
            </w:r>
          </w:p>
        </w:tc>
      </w:tr>
      <w:tr w:rsidR="00B62495" w:rsidRPr="00C17FEA" w14:paraId="7EDE5D3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05100" w14:textId="6AD95123" w:rsidR="0049000E" w:rsidRPr="00C17FEA" w:rsidRDefault="0049000E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28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E035E8" w14:textId="3AED1DA9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bni1,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tpm1)</w:t>
            </w:r>
            <w:r w:rsidRPr="00C17FEA">
              <w:rPr>
                <w:rFonts w:cs="Arial"/>
                <w:i/>
                <w:iCs/>
                <w:vertAlign w:val="superscript"/>
              </w:rPr>
              <w:t>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±1%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</w:t>
            </w: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bni1,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tmp1)</w:t>
            </w:r>
            <w:r w:rsidRPr="00C17FEA">
              <w:rPr>
                <w:rFonts w:cs="Arial"/>
                <w:i/>
                <w:iCs/>
                <w:vertAlign w:val="superscript"/>
              </w:rPr>
              <w:t>1%O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+5%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cdc24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0D502" w14:textId="180EF2A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tmp1)</w:t>
            </w:r>
            <w:r w:rsidRPr="00C17FEA">
              <w:rPr>
                <w:rFonts w:cs="Arial"/>
                <w:i/>
                <w:iCs/>
                <w:vertAlign w:val="superscript"/>
              </w:rPr>
              <w:t>±5%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+5%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86B64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CC7FA" w14:textId="77777777" w:rsidR="0049000E" w:rsidRPr="00C17FEA" w:rsidRDefault="0049000E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083D4" w14:textId="0E8F60D7" w:rsidR="0049000E" w:rsidRPr="00C17FEA" w:rsidRDefault="0049000E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±5%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sac6)</w:t>
            </w:r>
            <w:r w:rsidRPr="00C17FEA">
              <w:rPr>
                <w:rFonts w:cs="Arial"/>
                <w:i/>
                <w:iCs/>
                <w:vertAlign w:val="superscript"/>
              </w:rPr>
              <w:t>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+5%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cdc24</w:t>
            </w:r>
          </w:p>
        </w:tc>
      </w:tr>
      <w:tr w:rsidR="00B62495" w:rsidRPr="00C17FEA" w14:paraId="7C08546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510E9" w14:textId="1283F90B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119" w:name="OLE_LINK236"/>
            <w:r w:rsidRPr="00C17FEA">
              <w:rPr>
                <w:rFonts w:cs="Arial"/>
              </w:rPr>
              <w:lastRenderedPageBreak/>
              <w:t>30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  <w:bookmarkEnd w:id="119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66F2B" w14:textId="1F13CC9D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bni1,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cdc12, </w:t>
            </w:r>
            <w:bookmarkStart w:id="120" w:name="OLE_LINK294"/>
            <w:bookmarkStart w:id="121" w:name="OLE_LINK29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cdc420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cku80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cys3,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Met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mgt2</w:t>
            </w:r>
            <w:r w:rsidRPr="00C17FEA">
              <w:rPr>
                <w:rFonts w:ascii="Times New Roman" w:hAnsi="Times New Roman"/>
                <w:i/>
                <w:iCs/>
                <w:vertAlign w:val="superscript"/>
              </w:rPr>
              <w:t>↓</w:t>
            </w:r>
            <w:r w:rsidR="00A3018E">
              <w:rPr>
                <w:rFonts w:ascii="Times New Roman" w:hAnsi="Times New Roman"/>
                <w:i/>
                <w:iCs/>
                <w:vertAlign w:val="superscript"/>
              </w:rPr>
              <w:t>P</w:t>
            </w:r>
            <w:r w:rsidR="00A3018E" w:rsidRPr="00A3018E">
              <w:rPr>
                <w:rFonts w:cs="Arial"/>
                <w:i/>
                <w:iCs/>
                <w:sz w:val="16"/>
                <w:szCs w:val="16"/>
                <w:vertAlign w:val="superscript"/>
              </w:rPr>
              <w:t>g</w:t>
            </w:r>
            <w:r w:rsidRPr="00A3018E">
              <w:rPr>
                <w:rFonts w:cs="Arial"/>
                <w:i/>
                <w:iCs/>
                <w:sz w:val="16"/>
                <w:szCs w:val="16"/>
                <w:vertAlign w:val="superscript"/>
              </w:rPr>
              <w:t>al7</w:t>
            </w:r>
            <w:r w:rsidRPr="00C17FEA">
              <w:rPr>
                <w:rFonts w:cs="Arial"/>
                <w:i/>
                <w:iCs/>
              </w:rPr>
              <w:t>,</w:t>
            </w:r>
            <w:bookmarkEnd w:id="120"/>
            <w:bookmarkEnd w:id="121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uge1,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ugt1</w:t>
            </w:r>
            <w:r w:rsidR="00633207">
              <w:rPr>
                <w:rFonts w:cs="Arial"/>
                <w:i/>
                <w:iCs/>
              </w:rPr>
              <w:t xml:space="preserve">, </w:t>
            </w:r>
            <w:r w:rsidR="00633207" w:rsidRPr="007B35F3">
              <w:rPr>
                <w:rFonts w:cs="Arial"/>
                <w:i/>
                <w:iCs/>
                <w:lang w:val="x-none"/>
              </w:rPr>
              <w:t>Δ</w:t>
            </w:r>
            <w:r w:rsidR="00633207" w:rsidRPr="007B35F3">
              <w:rPr>
                <w:rFonts w:cs="Arial"/>
                <w:i/>
                <w:iCs/>
              </w:rPr>
              <w:t>vph1</w:t>
            </w:r>
            <w:r w:rsidR="00633207" w:rsidRPr="007B35F3">
              <w:rPr>
                <w:rFonts w:cs="Arial"/>
                <w:i/>
                <w:iCs/>
                <w:vertAlign w:val="superscript"/>
              </w:rPr>
              <w:t>pH3.5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3AB1F" w14:textId="0CACD525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cbk1,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cin1,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cpa1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cuf1,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gat6,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had1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±2mM Leu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mgt2</w:t>
            </w:r>
            <w:r w:rsidR="00A3018E" w:rsidRPr="00A3018E">
              <w:rPr>
                <w:rFonts w:cs="Arial"/>
                <w:i/>
                <w:iCs/>
                <w:vertAlign w:val="superscript"/>
              </w:rPr>
              <w:t>P</w:t>
            </w:r>
            <w:r w:rsidR="00A3018E" w:rsidRPr="00A3018E">
              <w:rPr>
                <w:rFonts w:cs="Arial"/>
                <w:i/>
                <w:iCs/>
                <w:sz w:val="16"/>
                <w:szCs w:val="16"/>
                <w:vertAlign w:val="superscript"/>
              </w:rPr>
              <w:t>g</w:t>
            </w:r>
            <w:r w:rsidRPr="00A3018E">
              <w:rPr>
                <w:rFonts w:cs="Arial"/>
                <w:i/>
                <w:iCs/>
                <w:sz w:val="16"/>
                <w:szCs w:val="16"/>
                <w:vertAlign w:val="superscript"/>
              </w:rPr>
              <w:t>al7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(50 mmol/L Mg)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mob2,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pgi1,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puf4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Δras1,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spe3-lys9;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spe3-Lys9,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tao3,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tmp1, Δtrx1, Δtrx1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trx2,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vph1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8B0AF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EFD0C" w14:textId="1DD84BE8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E762C" w14:textId="31A1DC98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aap4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aph1,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apn2,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aro80, Δatf1,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bwc2, Δcac1,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ccr4,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</w:t>
            </w:r>
            <w:r w:rsidRPr="00C17FEA">
              <w:rPr>
                <w:rFonts w:cs="Arial"/>
                <w:bCs/>
                <w:i/>
                <w:iCs/>
              </w:rPr>
              <w:t xml:space="preserve">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cdc420,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cdc43,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cdk8,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cir1,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cku80,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cnb1, 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crz1/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Cys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dyn2,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ert1,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ess1,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fzc46,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gat201,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gat204,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gcn5,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hlh3,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hoc2,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hym1,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kic1,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kre61, </w:t>
            </w:r>
            <w:r w:rsidRPr="00C17FEA">
              <w:rPr>
                <w:rFonts w:cs="Arial"/>
                <w:i/>
              </w:rPr>
              <w:t xml:space="preserve">Δkre61,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</w:t>
            </w:r>
            <w:r w:rsidRPr="00C17FEA">
              <w:rPr>
                <w:rFonts w:cs="Arial"/>
                <w:i/>
              </w:rPr>
              <w:t xml:space="preserve">62,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</w:t>
            </w:r>
            <w:r w:rsidRPr="00C17FEA">
              <w:rPr>
                <w:rFonts w:cs="Arial"/>
                <w:i/>
              </w:rPr>
              <w:t xml:space="preserve">63,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</w:t>
            </w:r>
            <w:r w:rsidRPr="00C17FEA">
              <w:rPr>
                <w:rFonts w:cs="Arial"/>
                <w:i/>
              </w:rPr>
              <w:t xml:space="preserve">64,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ktr3,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lac1,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20mM Asc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lys4,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mcm1,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mgt3,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mgt1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mgt3,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miz1,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mln1,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mnn2,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ndh1,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pdr5,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pdr5-2,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pdr5-3,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plc2,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pmt4,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Ptp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Ptp2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rad17,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ras1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G15V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Q64L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rho-GEF,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rom2</w:t>
            </w:r>
            <w:r w:rsidRPr="00C17FEA">
              <w:rPr>
                <w:rFonts w:cs="Arial"/>
                <w:i/>
                <w:iCs/>
                <w:vertAlign w:val="superscript"/>
              </w:rPr>
              <w:t>±2μM NCZ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sch9,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sh3-</w:t>
            </w:r>
            <w:r w:rsidRPr="00BA76B0">
              <w:rPr>
                <w:rFonts w:cs="Arial"/>
                <w:i/>
                <w:iCs/>
              </w:rPr>
              <w:lastRenderedPageBreak/>
              <w:t xml:space="preserve">rho-GEF, </w:t>
            </w:r>
            <w:r w:rsidR="00BA76B0" w:rsidRPr="00BA76B0">
              <w:rPr>
                <w:rFonts w:cs="Arial"/>
                <w:i/>
                <w:iCs/>
                <w:lang w:val="x-none"/>
              </w:rPr>
              <w:t>Δ</w:t>
            </w:r>
            <w:r w:rsidR="00BA76B0" w:rsidRPr="00BA76B0">
              <w:rPr>
                <w:rFonts w:cs="Arial"/>
                <w:i/>
                <w:iCs/>
              </w:rPr>
              <w:t xml:space="preserve">sit1, </w:t>
            </w:r>
            <w:r w:rsidRPr="00BA76B0">
              <w:rPr>
                <w:rFonts w:cs="Arial"/>
                <w:i/>
                <w:iCs/>
                <w:lang w:val="x-none"/>
              </w:rPr>
              <w:t>Δ</w:t>
            </w:r>
            <w:r w:rsidRPr="00BA76B0">
              <w:rPr>
                <w:rFonts w:cs="Arial"/>
                <w:i/>
                <w:iCs/>
              </w:rPr>
              <w:t xml:space="preserve">skn1, </w:t>
            </w:r>
            <w:r w:rsidRPr="00BA76B0">
              <w:rPr>
                <w:rFonts w:cs="Arial"/>
                <w:i/>
                <w:iCs/>
                <w:lang w:val="x-none"/>
              </w:rPr>
              <w:t>Δ</w:t>
            </w:r>
            <w:r w:rsidRPr="00BA76B0">
              <w:rPr>
                <w:rFonts w:cs="Arial"/>
                <w:i/>
                <w:iCs/>
              </w:rPr>
              <w:t xml:space="preserve">skn7, </w:t>
            </w:r>
            <w:r w:rsidRPr="00BA76B0">
              <w:rPr>
                <w:rFonts w:cs="Arial"/>
                <w:i/>
                <w:iCs/>
                <w:lang w:val="x-none"/>
              </w:rPr>
              <w:t>Δ</w:t>
            </w:r>
            <w:r w:rsidRPr="00BA76B0">
              <w:rPr>
                <w:rFonts w:cs="Arial"/>
                <w:i/>
                <w:iCs/>
              </w:rPr>
              <w:t xml:space="preserve">sla2, </w:t>
            </w:r>
            <w:r w:rsidRPr="00BA76B0">
              <w:rPr>
                <w:rFonts w:cs="Arial"/>
                <w:i/>
                <w:iCs/>
                <w:lang w:val="x-none"/>
              </w:rPr>
              <w:t>Δ</w:t>
            </w:r>
            <w:r w:rsidRPr="00BA76B0">
              <w:rPr>
                <w:rFonts w:cs="Arial"/>
                <w:i/>
                <w:iCs/>
              </w:rPr>
              <w:t xml:space="preserve">snf1, </w:t>
            </w:r>
            <w:r w:rsidRPr="00BA76B0">
              <w:rPr>
                <w:rFonts w:cs="Arial"/>
                <w:i/>
                <w:iCs/>
                <w:lang w:val="x-none"/>
              </w:rPr>
              <w:t>Δ</w:t>
            </w:r>
            <w:r w:rsidRPr="00BA76B0">
              <w:rPr>
                <w:rFonts w:cs="Arial"/>
                <w:i/>
                <w:iCs/>
              </w:rPr>
              <w:t xml:space="preserve">snf7, </w:t>
            </w:r>
            <w:r w:rsidRPr="00BA76B0">
              <w:rPr>
                <w:rFonts w:cs="Arial"/>
                <w:i/>
                <w:iCs/>
                <w:lang w:val="x-none"/>
              </w:rPr>
              <w:t>Δ</w:t>
            </w:r>
            <w:r w:rsidRPr="00BA76B0">
              <w:rPr>
                <w:rFonts w:cs="Arial"/>
                <w:i/>
                <w:iCs/>
              </w:rPr>
              <w:t xml:space="preserve">sod1, </w:t>
            </w:r>
            <w:r w:rsidRPr="00BA76B0">
              <w:rPr>
                <w:rFonts w:cs="Arial"/>
                <w:i/>
                <w:iCs/>
                <w:lang w:val="x-none"/>
              </w:rPr>
              <w:t>Δ</w:t>
            </w:r>
            <w:r w:rsidRPr="00BA76B0">
              <w:rPr>
                <w:rFonts w:cs="Arial"/>
                <w:i/>
                <w:iCs/>
              </w:rPr>
              <w:t>sod1</w:t>
            </w:r>
            <w:r w:rsidRPr="00BA76B0">
              <w:rPr>
                <w:rFonts w:cs="Arial"/>
                <w:i/>
                <w:iCs/>
                <w:lang w:val="el-GR"/>
              </w:rPr>
              <w:t>Δ</w:t>
            </w:r>
            <w:r w:rsidRPr="00BA76B0">
              <w:rPr>
                <w:rFonts w:cs="Arial"/>
                <w:i/>
                <w:iCs/>
              </w:rPr>
              <w:t>sod2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sog2,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Spe3-lys9,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ssn801,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sym2,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tao3,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tif3, Δtrx2,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tsa1, Δtsa1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ubc6-2,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ubc8,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ura5,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usv101,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uxs1,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vad1,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vps34,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vts1,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wsp1,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yor1,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yor1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abp1,</w:t>
            </w:r>
          </w:p>
        </w:tc>
      </w:tr>
      <w:tr w:rsidR="00B62495" w:rsidRPr="00C17FEA" w14:paraId="7BAE1BA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34DED" w14:textId="1DB39A94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lastRenderedPageBreak/>
              <w:t>33 – 35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181F3" w14:textId="0E3DD7B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hxl1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3083D" w14:textId="758A3B6F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gcn5,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FF882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D5FBB" w14:textId="5316FFFE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mpk1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E4DDE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348DAEB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32072A" w14:textId="74C43DEA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bookmarkStart w:id="122" w:name="OLE_LINK124"/>
            <w:bookmarkStart w:id="123" w:name="OLE_LINK125"/>
            <w:r w:rsidRPr="00C17FEA">
              <w:rPr>
                <w:rFonts w:cs="Arial"/>
              </w:rPr>
              <w:t>37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  <w:bookmarkEnd w:id="122"/>
            <w:bookmarkEnd w:id="123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49C72D" w14:textId="41CA132C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bni1,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bni1,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tpm1)</w:t>
            </w:r>
            <w:r w:rsidRPr="00C17FEA">
              <w:rPr>
                <w:rFonts w:cs="Arial"/>
                <w:i/>
                <w:iCs/>
                <w:vertAlign w:val="superscript"/>
              </w:rPr>
              <w:t>1%O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+5%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bzp1/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cbk1,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cin1,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cku80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</w:t>
            </w:r>
            <w:r w:rsidRPr="00C17FEA">
              <w:rPr>
                <w:rFonts w:cs="Arial"/>
                <w:b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kic1,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leu1,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lys4,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mob2,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nmt1,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bookmarkStart w:id="124" w:name="OLE_LINK284"/>
            <w:bookmarkStart w:id="125" w:name="OLE_LINK28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rho11,</w:t>
            </w:r>
            <w:bookmarkEnd w:id="124"/>
            <w:bookmarkEnd w:id="125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rom2</w:t>
            </w:r>
            <w:r w:rsidRPr="00C17FEA">
              <w:rPr>
                <w:rFonts w:cs="Arial"/>
                <w:i/>
                <w:iCs/>
                <w:vertAlign w:val="superscript"/>
              </w:rPr>
              <w:t>2μM NCZ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±5%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Pr="00282B38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±1%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282B38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+5%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Pr="00282B38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282B38">
              <w:rPr>
                <w:rFonts w:cs="Arial"/>
                <w:i/>
                <w:iCs/>
              </w:rPr>
              <w:t xml:space="preserve">, </w:t>
            </w:r>
            <w:r w:rsidR="00282B38" w:rsidRPr="00282B38">
              <w:rPr>
                <w:rFonts w:cs="Arial"/>
                <w:i/>
                <w:iCs/>
                <w:lang w:val="x-none"/>
              </w:rPr>
              <w:t>Δ</w:t>
            </w:r>
            <w:r w:rsidR="00282B38" w:rsidRPr="00282B38">
              <w:rPr>
                <w:rFonts w:cs="Arial"/>
                <w:i/>
                <w:iCs/>
              </w:rPr>
              <w:t xml:space="preserve">sit1, </w:t>
            </w:r>
            <w:r w:rsidRPr="00282B38">
              <w:rPr>
                <w:rFonts w:cs="Arial"/>
                <w:i/>
                <w:iCs/>
                <w:lang w:val="x-none"/>
              </w:rPr>
              <w:t>Δ</w:t>
            </w:r>
            <w:r w:rsidRPr="00282B38">
              <w:rPr>
                <w:rFonts w:cs="Arial"/>
                <w:i/>
                <w:iCs/>
              </w:rPr>
              <w:t>sod1</w:t>
            </w:r>
            <w:r w:rsidRPr="00282B38">
              <w:rPr>
                <w:rFonts w:cs="Arial"/>
                <w:i/>
                <w:iCs/>
                <w:lang w:val="x-none"/>
              </w:rPr>
              <w:t>Δ</w:t>
            </w:r>
            <w:r w:rsidRPr="00282B38">
              <w:rPr>
                <w:rFonts w:cs="Arial"/>
                <w:i/>
                <w:iCs/>
              </w:rPr>
              <w:t xml:space="preserve">sod2, </w:t>
            </w:r>
            <w:r w:rsidRPr="00282B38">
              <w:rPr>
                <w:rFonts w:cs="Arial"/>
                <w:i/>
                <w:iCs/>
                <w:lang w:val="x-none"/>
              </w:rPr>
              <w:t>Δ</w:t>
            </w:r>
            <w:r w:rsidRPr="00282B38">
              <w:rPr>
                <w:rFonts w:cs="Arial"/>
                <w:i/>
                <w:iCs/>
              </w:rPr>
              <w:t xml:space="preserve">sod2, </w:t>
            </w:r>
            <w:r w:rsidRPr="00282B38">
              <w:rPr>
                <w:rFonts w:cs="Arial"/>
                <w:i/>
                <w:iCs/>
                <w:lang w:val="x-none"/>
              </w:rPr>
              <w:t>Δ</w:t>
            </w:r>
            <w:r w:rsidRPr="00282B38">
              <w:rPr>
                <w:rFonts w:cs="Arial"/>
                <w:i/>
                <w:iCs/>
              </w:rPr>
              <w:t>sog2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spe3-Lys9,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Spe3-lys9,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tao3,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tpm1,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tps1,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tps2, Δtrx1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trx2,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ura5,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vph1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AD8FF" w14:textId="5EA671E3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+5%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ccr4,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cdc42,</w:t>
            </w:r>
            <w:r w:rsidRPr="00C17FEA">
              <w:rPr>
                <w:rFonts w:cs="Arial"/>
                <w:b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ckb1,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cpa1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cuf1,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20mM Asc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pgi1,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puf4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rub1,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spe3-Lys9, Δtrx1,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wsp1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38BB3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31C6F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68FF6" w14:textId="264B3E42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crn1, sla2)</w:t>
            </w:r>
            <w:r w:rsidRPr="00C17FEA">
              <w:rPr>
                <w:rFonts w:cs="Arial"/>
                <w:i/>
                <w:iCs/>
                <w:vertAlign w:val="superscript"/>
              </w:rPr>
              <w:t>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aap5,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aph1,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apn2,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aro80,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sac6)</w:t>
            </w:r>
            <w:r w:rsidRPr="00C17FEA">
              <w:rPr>
                <w:rFonts w:cs="Arial"/>
                <w:i/>
                <w:iCs/>
                <w:vertAlign w:val="superscript"/>
              </w:rPr>
              <w:t>±5%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bookmarkStart w:id="126" w:name="OLE_LINK380"/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sac6)</w:t>
            </w:r>
            <w:r w:rsidRPr="00C17FEA">
              <w:rPr>
                <w:rFonts w:cs="Arial"/>
                <w:i/>
                <w:iCs/>
                <w:vertAlign w:val="superscript"/>
              </w:rPr>
              <w:t>1%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41A2F" w:rsidRPr="00F41A2F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bookmarkEnd w:id="126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cap60,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cdk8,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chs1,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chs2,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cku80,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bookmarkStart w:id="127" w:name="OLE_LINK263"/>
            <w:bookmarkStart w:id="128" w:name="OLE_LINK264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csn1201,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csr3, </w:t>
            </w:r>
            <w:bookmarkEnd w:id="127"/>
            <w:bookmarkEnd w:id="128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Δcxd1, Δcxd2, Δcxd3,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dyn2,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ert1,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ess1,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fzc46,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hlh3,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hrd1,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ipk1,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kre61, Δkre61, Δkre62, Δkre63, Δkre64,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ktr3,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mat2, Δmay1,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mcm1,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miz1,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mln1,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mnn2, Δmpr1,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ncs1,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ndh1,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nth1,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pak1,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pdc1, Δpep4,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pik1,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pmt4,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>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Δprb1, Δprc1,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pxa2,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 xml:space="preserve">rho-GEF, </w:t>
            </w:r>
            <w:bookmarkStart w:id="129" w:name="OLE_LINK38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rom2</w:t>
            </w:r>
            <w:bookmarkEnd w:id="129"/>
            <w:r w:rsidRPr="00C17FEA">
              <w:rPr>
                <w:rFonts w:cs="Arial"/>
                <w:i/>
                <w:iCs/>
              </w:rPr>
              <w:t xml:space="preserve">, Δscx1,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sh3-rho-GEF,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ssn8,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ssn801,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ste20α,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swe1,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sym2,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tif3, Δtrx2,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tsa1, Δtsa1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usv101,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uxs1,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vad1,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vam6,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vps25,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vps34,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vts1,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znf2</w:t>
            </w:r>
          </w:p>
        </w:tc>
      </w:tr>
      <w:tr w:rsidR="00B62495" w:rsidRPr="00C17FEA" w14:paraId="2018500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47C5E2" w14:textId="4480023F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lastRenderedPageBreak/>
              <w:t>38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7F3769" w14:textId="7DE30D30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bzp1/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cpa1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gcn5,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sre1,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ura5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D757D" w14:textId="0A7DF6A2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apn2,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aro80,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atf1,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crz1/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sp1,</w:t>
            </w:r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cuf1,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ert1,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fzc31,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hlh3,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miz1,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nrg1, Δtsa1, </w:t>
            </w:r>
            <w:bookmarkStart w:id="130" w:name="OLE_LINK128"/>
            <w:bookmarkStart w:id="131" w:name="OLE_LINK129"/>
            <w:r w:rsidRPr="00C17FEA">
              <w:rPr>
                <w:rFonts w:cs="Arial"/>
                <w:i/>
                <w:iCs/>
              </w:rPr>
              <w:t>Δtsa1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tsa3</w:t>
            </w:r>
            <w:bookmarkEnd w:id="130"/>
            <w:bookmarkEnd w:id="131"/>
            <w:r w:rsidRPr="00C17FEA">
              <w:rPr>
                <w:rFonts w:cs="Arial"/>
                <w:i/>
                <w:iCs/>
              </w:rPr>
              <w:t>, Δtsa1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tsa4, Δtsa1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usv101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0F4AF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7A0DD" w14:textId="1D6B52A3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fzc46,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mln1,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mcm1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2F61B" w14:textId="394DEA04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cpa2,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tif3, Δtsa3, Δtsa3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tsa4, Δtsa4,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</w:tr>
      <w:tr w:rsidR="00B62495" w:rsidRPr="00C17FEA" w14:paraId="70205B2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E86856" w14:textId="7D177B22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39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77C76" w14:textId="08DBC5D6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</w:t>
            </w:r>
            <w:r w:rsidRPr="00C17FEA">
              <w:rPr>
                <w:rFonts w:cs="Arial"/>
                <w:i/>
                <w:iCs/>
                <w:lang w:val="el-GR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cdc42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hxl1,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mga2,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ste20α,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>ura5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EB72C" w14:textId="7241473B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ktr3,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uxs1,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5F9F0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235D7" w14:textId="4D568DE1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pbp1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86827" w14:textId="0C8DDCDD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cdc420,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clc1,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mnn2,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el-GR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pak1,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pmt4,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rom2,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ssn8,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tif3</w:t>
            </w:r>
          </w:p>
        </w:tc>
      </w:tr>
      <w:tr w:rsidR="00B62495" w:rsidRPr="00C17FEA" w14:paraId="688093F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BA78C" w14:textId="395EC1E2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40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0769E5" w14:textId="0340CC6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atf1,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chs3, Chs6,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Δras1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64D55" w14:textId="708CD97A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 xml:space="preserve">Δcac1,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chs8, Δhog1,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1993C" w14:textId="3A658390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06718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FC476" w14:textId="63750C31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chs4,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csr3,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ptp1, Ptp1</w:t>
            </w:r>
            <w:r w:rsidRPr="00C17FEA">
              <w:rPr>
                <w:rFonts w:cs="Arial"/>
                <w:i/>
                <w:iCs/>
                <w:vertAlign w:val="superscript"/>
              </w:rPr>
              <w:t>ovex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06B0923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3276F9" w14:textId="1C61AEB0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42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B2872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B45CC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19FA4" w14:textId="6A774537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met3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62C13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5920C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72C07F5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08825D" w14:textId="7CA7406B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45</w:t>
            </w:r>
            <w:r w:rsidRPr="00C17FEA">
              <w:rPr>
                <w:rFonts w:cs="Arial"/>
                <w:vertAlign w:val="superscript"/>
              </w:rPr>
              <w:t>o</w:t>
            </w:r>
            <w:r w:rsidRPr="00C17FEA">
              <w:rPr>
                <w:rFonts w:cs="Arial"/>
              </w:rPr>
              <w:t>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7E2437" w14:textId="375F4939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snf1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04AB1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E33C2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44994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7A422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5F36525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10B9BC" w14:textId="5D88EF64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0.1 M KCl at pH 8.5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24087" w14:textId="6954A771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27613" w14:textId="6FA88B44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89AA3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109B3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DF17F" w14:textId="2FF39B2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</w:tr>
      <w:tr w:rsidR="00B62495" w:rsidRPr="00C17FEA" w14:paraId="4BD477F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88CF2D" w14:textId="2F93ECED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1.5 M KCl at pH 4.5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80E915" w14:textId="58F51E0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32" w:name="OLE_LINK279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  <w:bookmarkEnd w:id="132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AAE83" w14:textId="4E8EF6BF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58FEF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FB472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A2D30" w14:textId="5D9CDA4C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</w:p>
        </w:tc>
      </w:tr>
      <w:tr w:rsidR="00B62495" w:rsidRPr="00C17FEA" w14:paraId="4B7C569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27751" w14:textId="656F7870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M KCl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82BC0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34FF9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FDA85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F2311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11B97" w14:textId="006C50EF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</w:tr>
      <w:tr w:rsidR="00B62495" w:rsidRPr="00C17FEA" w14:paraId="52E9926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0C0D06" w14:textId="5669980C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  <w:lang w:val="es-ES"/>
              </w:rPr>
            </w:pPr>
            <w:r w:rsidRPr="00C17FEA">
              <w:rPr>
                <w:rFonts w:cs="Arial"/>
                <w:iCs/>
                <w:lang w:val="es-ES"/>
              </w:rPr>
              <w:t xml:space="preserve">0.5 M KCl + 0.1 </w:t>
            </w:r>
            <w:r w:rsidRPr="00C17FEA">
              <w:rPr>
                <w:rFonts w:cs="Arial"/>
                <w:iCs/>
              </w:rPr>
              <w:t>μ</w:t>
            </w:r>
            <w:r w:rsidRPr="00C17FEA">
              <w:rPr>
                <w:rFonts w:cs="Arial"/>
                <w:iCs/>
                <w:lang w:val="es-ES"/>
              </w:rPr>
              <w:t>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5C5F66" w14:textId="2BFAD92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472B7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1CC31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35B6D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74688" w14:textId="516A9054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</w:tr>
      <w:tr w:rsidR="00B62495" w:rsidRPr="00C17FEA" w14:paraId="6D54BE7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287B08" w14:textId="002FBF76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 M KCl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0494B6" w14:textId="42D0B648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9C36F" w14:textId="5BEDCCA3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bookmarkStart w:id="133" w:name="OLE_LINK133"/>
            <w:bookmarkStart w:id="134" w:name="OLE_LINK19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  <w:bookmarkEnd w:id="133"/>
            <w:bookmarkEnd w:id="134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pgi1,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B77CD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FE4B0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51F75" w14:textId="4CD06154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35" w:name="OLE_LINK78"/>
            <w:bookmarkStart w:id="136" w:name="OLE_LINK132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bookmarkStart w:id="137" w:name="OLE_LINK214"/>
            <w:bookmarkStart w:id="138" w:name="OLE_LINK215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</w:t>
            </w:r>
            <w:bookmarkEnd w:id="137"/>
            <w:bookmarkEnd w:id="138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bookmarkEnd w:id="135"/>
            <w:bookmarkEnd w:id="136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B62495" w:rsidRPr="00C17FEA" w14:paraId="572053E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D171C6" w14:textId="7132C4BB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1.35 – 1.5 M KCl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67733" w14:textId="43B22562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ena1Δnha1,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*Δ</w:t>
            </w:r>
            <w:r w:rsidRPr="00C17FEA">
              <w:rPr>
                <w:rFonts w:cs="Arial"/>
                <w:i/>
                <w:iCs/>
              </w:rPr>
              <w:t>hob1,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aca1Δras1,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cac1Δras1,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Δras1,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790D5" w14:textId="2450E65D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hob1, Δhog1Δypd1,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pka1Δpka2,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C02CA" w14:textId="4EA23562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3B6D4" w14:textId="3FE6C1E6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gpa1,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9CCBD" w14:textId="12A97178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Δatf1, Δcac1,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Δena1,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gcn5,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gre2,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nha1,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ras2, Δskn7,</w:t>
            </w:r>
            <w:r w:rsidRPr="00C17FEA">
              <w:rPr>
                <w:rFonts w:cs="Arial"/>
                <w:i/>
                <w:iCs/>
                <w:lang w:val="en-ZA"/>
              </w:rPr>
              <w:t xml:space="preserve">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ste11,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tco7,</w:t>
            </w:r>
            <w:r w:rsidRPr="00C17FEA">
              <w:rPr>
                <w:rFonts w:cs="Arial"/>
                <w:i/>
                <w:iCs/>
                <w:lang w:val="en-ZA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ubc6-2,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ubc8,</w:t>
            </w:r>
            <w:r w:rsidRPr="00C17FEA">
              <w:rPr>
                <w:rFonts w:cs="Arial"/>
                <w:i/>
                <w:iCs/>
              </w:rPr>
              <w:t xml:space="preserve"> Δ</w:t>
            </w:r>
            <w:r w:rsidRPr="00C17FEA">
              <w:rPr>
                <w:rFonts w:cs="Arial"/>
                <w:i/>
                <w:iCs/>
                <w:lang w:val="en-ZA"/>
              </w:rPr>
              <w:t>yor1</w:t>
            </w:r>
          </w:p>
        </w:tc>
      </w:tr>
      <w:tr w:rsidR="00B62495" w:rsidRPr="00C17FEA" w14:paraId="4AA5F85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D960E" w14:textId="0972C511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YP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C26829" w14:textId="12FEC0B2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vertAlign w:val="superscript"/>
              </w:rPr>
              <w:t>±1/1.5M KCl/1M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vertAlign w:val="superscript"/>
              </w:rPr>
              <w:t>&gt;1M KCl/≥1M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pbs2</w:t>
            </w:r>
            <w:r w:rsidRPr="00C17FEA">
              <w:rPr>
                <w:rFonts w:cs="Arial"/>
                <w:i/>
                <w:iCs/>
                <w:vertAlign w:val="superscript"/>
              </w:rPr>
              <w:t>&gt;1M KCl/≥1M NaCl</w:t>
            </w:r>
            <w:r w:rsidRPr="00C17FEA">
              <w:rPr>
                <w:rFonts w:cs="Arial"/>
                <w:i/>
                <w:iCs/>
              </w:rPr>
              <w:t>,</w:t>
            </w:r>
            <w:bookmarkStart w:id="139" w:name="OLE_LINK376"/>
            <w:r w:rsidRPr="00C17FEA">
              <w:rPr>
                <w:rFonts w:cs="Arial"/>
                <w:i/>
                <w:iCs/>
                <w:vertAlign w:val="superscript"/>
              </w:rPr>
              <w:t xml:space="preserve"> </w:t>
            </w:r>
            <w:bookmarkEnd w:id="139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</w:t>
            </w:r>
            <w:r w:rsidRPr="00C17FEA">
              <w:rPr>
                <w:rFonts w:cs="Arial"/>
                <w:i/>
                <w:iCs/>
                <w:vertAlign w:val="superscript"/>
              </w:rPr>
              <w:t>1M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  <w:r w:rsidRPr="00C17FEA">
              <w:rPr>
                <w:rFonts w:cs="Arial"/>
                <w:i/>
                <w:iCs/>
                <w:vertAlign w:val="superscript"/>
              </w:rPr>
              <w:t>≥1M NaCl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2B4E7" w14:textId="523323E3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pdr5</w:t>
            </w:r>
            <w:r w:rsidRPr="00C17FEA">
              <w:rPr>
                <w:rFonts w:cs="Arial"/>
                <w:i/>
                <w:iCs/>
                <w:vertAlign w:val="superscript"/>
              </w:rPr>
              <w:t>1.5M KCl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  <w:r w:rsidRPr="00C17FEA">
              <w:rPr>
                <w:rFonts w:cs="Arial"/>
                <w:i/>
                <w:iCs/>
                <w:vertAlign w:val="superscript"/>
              </w:rPr>
              <w:t>1.5M KCl/&gt;1M NaCl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yor1</w:t>
            </w:r>
            <w:r w:rsidRPr="00C17FEA">
              <w:rPr>
                <w:rFonts w:cs="Arial"/>
                <w:i/>
                <w:iCs/>
                <w:vertAlign w:val="superscript"/>
              </w:rPr>
              <w:t>1M NaCl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2CABF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8F081" w14:textId="0EF49049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</w:t>
            </w:r>
            <w:r w:rsidRPr="00C17FEA">
              <w:rPr>
                <w:rFonts w:cs="Arial"/>
                <w:i/>
                <w:iCs/>
                <w:vertAlign w:val="superscript"/>
              </w:rPr>
              <w:t>1M KCl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F6D04" w14:textId="57500BAC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pdr5</w:t>
            </w:r>
            <w:r w:rsidRPr="00C17FEA">
              <w:rPr>
                <w:rFonts w:cs="Arial"/>
                <w:i/>
                <w:iCs/>
                <w:vertAlign w:val="superscript"/>
              </w:rPr>
              <w:t>±1M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pdr5-2</w:t>
            </w:r>
            <w:bookmarkStart w:id="140" w:name="OLE_LINK375"/>
            <w:bookmarkStart w:id="141" w:name="OLE_LINK342"/>
            <w:r w:rsidRPr="00C17FEA">
              <w:rPr>
                <w:rFonts w:cs="Arial"/>
                <w:i/>
                <w:iCs/>
                <w:vertAlign w:val="superscript"/>
              </w:rPr>
              <w:t>±</w:t>
            </w:r>
            <w:bookmarkEnd w:id="140"/>
            <w:r w:rsidRPr="00C17FEA">
              <w:rPr>
                <w:rFonts w:cs="Arial"/>
                <w:i/>
                <w:iCs/>
                <w:vertAlign w:val="superscript"/>
              </w:rPr>
              <w:t>1.5M KCl/1M NaCl</w:t>
            </w:r>
            <w:bookmarkEnd w:id="141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pdr5-3</w:t>
            </w:r>
            <w:r w:rsidRPr="00C17FEA">
              <w:rPr>
                <w:rFonts w:cs="Arial"/>
                <w:i/>
                <w:iCs/>
                <w:vertAlign w:val="superscript"/>
              </w:rPr>
              <w:t>±1.5M KCl/1M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sch9,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  <w:r w:rsidRPr="00C17FEA">
              <w:rPr>
                <w:rFonts w:cs="Arial"/>
                <w:i/>
                <w:iCs/>
                <w:vertAlign w:val="superscript"/>
              </w:rPr>
              <w:t>±1M KCl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  <w:r w:rsidRPr="00C17FEA">
              <w:rPr>
                <w:rFonts w:cs="Arial"/>
                <w:i/>
                <w:iCs/>
                <w:vertAlign w:val="superscript"/>
              </w:rPr>
              <w:t>±1/1.5M KCl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  <w:r w:rsidRPr="00C17FEA">
              <w:rPr>
                <w:rFonts w:cs="Arial"/>
                <w:i/>
                <w:iCs/>
                <w:vertAlign w:val="superscript"/>
              </w:rPr>
              <w:t>1m KCl/NaCl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ubc6-2</w:t>
            </w:r>
            <w:r w:rsidRPr="00C17FEA">
              <w:rPr>
                <w:rFonts w:cs="Arial"/>
                <w:i/>
                <w:iCs/>
                <w:vertAlign w:val="superscript"/>
              </w:rPr>
              <w:t>±1.5M KCl/1M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ubc8</w:t>
            </w:r>
            <w:r w:rsidRPr="00C17FEA">
              <w:rPr>
                <w:rFonts w:cs="Arial"/>
                <w:i/>
                <w:iCs/>
                <w:vertAlign w:val="superscript"/>
              </w:rPr>
              <w:t>±1.5M KCl/1M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yor1</w:t>
            </w:r>
            <w:r w:rsidRPr="00C17FEA">
              <w:rPr>
                <w:rFonts w:cs="Arial"/>
                <w:i/>
                <w:iCs/>
                <w:vertAlign w:val="superscript"/>
              </w:rPr>
              <w:t>±1.5M KCl</w:t>
            </w:r>
          </w:p>
        </w:tc>
      </w:tr>
      <w:tr w:rsidR="00B62495" w:rsidRPr="00C32072" w14:paraId="5914328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0A703" w14:textId="34DCA671" w:rsidR="00771C8F" w:rsidRPr="00C32072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32072">
              <w:rPr>
                <w:rFonts w:cs="Arial"/>
                <w:iCs/>
              </w:rPr>
              <w:t>YPD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40160" w14:textId="4B02A439" w:rsidR="00771C8F" w:rsidRPr="00C32072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cdc24</w:t>
            </w:r>
            <w:r w:rsidRPr="00C32072">
              <w:rPr>
                <w:rFonts w:cs="Arial"/>
                <w:i/>
                <w:iCs/>
                <w:vertAlign w:val="superscript"/>
              </w:rPr>
              <w:t>1%O</w:t>
            </w:r>
            <w:r w:rsidR="003E02C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+5%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3E02C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>,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cdc24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ptp3</w:t>
            </w:r>
            <w:r w:rsidRPr="00C32072">
              <w:rPr>
                <w:rFonts w:cs="Arial"/>
                <w:i/>
                <w:iCs/>
                <w:vertAlign w:val="superscript"/>
              </w:rPr>
              <w:t>6%O</w:t>
            </w:r>
            <w:r w:rsidR="003E02C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cdc24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ras1</w:t>
            </w:r>
            <w:r w:rsidRPr="00C32072">
              <w:rPr>
                <w:rFonts w:cs="Arial"/>
                <w:i/>
                <w:iCs/>
                <w:vertAlign w:val="superscript"/>
              </w:rPr>
              <w:t>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CO2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dnj1</w:t>
            </w:r>
            <w:r w:rsidRPr="00C32072">
              <w:rPr>
                <w:rFonts w:cs="Arial"/>
                <w:i/>
                <w:iCs/>
                <w:vertAlign w:val="superscript"/>
              </w:rPr>
              <w:t>39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32072">
              <w:rPr>
                <w:rFonts w:cs="Arial"/>
                <w:i/>
                <w:iCs/>
              </w:rPr>
              <w:t>, 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cdc24,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cdc42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cdc420,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cna1</w:t>
            </w:r>
            <w:r w:rsidRPr="00C32072">
              <w:rPr>
                <w:rFonts w:cs="Arial"/>
                <w:i/>
                <w:iCs/>
                <w:vertAlign w:val="superscript"/>
              </w:rPr>
              <w:t>40μg/mL BF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Α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or 0.5 mg/mL MNS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150/300μM CCM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300μM CCM+10μM Heme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750μM Ferrozine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75μg/mL Rotenone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8μg/mL Phleomycin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10mM SHAM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50μM DPI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10mM KCN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0.5mg/mL MNS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400 J/m</w:t>
            </w:r>
            <w:r w:rsidR="003E02C7" w:rsidRPr="00C32072">
              <w:rPr>
                <w:rFonts w:cs="Arial"/>
                <w:i/>
                <w:iCs/>
                <w:vertAlign w:val="superscript"/>
              </w:rPr>
              <w:t>²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UV</w:t>
            </w:r>
            <w:r w:rsidRPr="00C32072">
              <w:rPr>
                <w:rFonts w:cs="Arial"/>
                <w:i/>
                <w:iCs/>
              </w:rPr>
              <w:t>,</w:t>
            </w:r>
            <w:r w:rsidR="00C32072" w:rsidRPr="00C32072">
              <w:rPr>
                <w:rFonts w:cs="Arial"/>
                <w:i/>
                <w:iCs/>
              </w:rPr>
              <w:t xml:space="preserve"> </w:t>
            </w:r>
            <w:r w:rsidRPr="00C32072">
              <w:rPr>
                <w:rFonts w:cs="Arial"/>
                <w:i/>
                <w:iCs/>
              </w:rPr>
              <w:t xml:space="preserve"> </w:t>
            </w:r>
            <w:r w:rsidRPr="00C32072">
              <w:rPr>
                <w:rFonts w:cs="Arial"/>
                <w:i/>
                <w:iCs/>
                <w:lang w:val="x-none"/>
              </w:rPr>
              <w:lastRenderedPageBreak/>
              <w:t>Δgrx4Δcna1</w:t>
            </w:r>
            <w:r w:rsidRPr="00C32072">
              <w:rPr>
                <w:rFonts w:cs="Arial"/>
                <w:i/>
                <w:iCs/>
                <w:vertAlign w:val="superscript"/>
              </w:rPr>
              <w:t>40μg/mL BF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Α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or 0.5mg/mL MNS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="00C32072" w:rsidRPr="00C32072">
              <w:rPr>
                <w:rFonts w:cs="Arial"/>
                <w:i/>
                <w:iCs/>
                <w:lang w:val="x-none"/>
              </w:rPr>
              <w:t>Δ</w:t>
            </w:r>
            <w:r w:rsidR="00C32072" w:rsidRPr="00C32072">
              <w:rPr>
                <w:rFonts w:cs="Arial"/>
                <w:i/>
                <w:iCs/>
              </w:rPr>
              <w:t>plc1</w:t>
            </w:r>
            <w:r w:rsidR="00C32072" w:rsidRPr="00C32072">
              <w:rPr>
                <w:rFonts w:cs="Arial"/>
                <w:i/>
                <w:iCs/>
                <w:vertAlign w:val="superscript"/>
              </w:rPr>
              <w:t>1.0 μg/mL FCZ</w:t>
            </w:r>
            <w:r w:rsidR="00C32072"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ptp3,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ras1</w:t>
            </w:r>
            <w:r w:rsidRPr="00C32072">
              <w:rPr>
                <w:rFonts w:cs="Arial"/>
                <w:i/>
                <w:iCs/>
                <w:vertAlign w:val="superscript"/>
              </w:rPr>
              <w:t>1%O</w:t>
            </w:r>
            <w:r w:rsidR="00CD4C88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±8μg/m</w:t>
            </w:r>
            <w:r w:rsidR="00CD4C88" w:rsidRPr="00C32072">
              <w:rPr>
                <w:rFonts w:cs="Arial"/>
                <w:i/>
                <w:iCs/>
                <w:vertAlign w:val="superscript"/>
              </w:rPr>
              <w:t>L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FCZ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ras1</w:t>
            </w:r>
            <w:r w:rsidRPr="00C32072">
              <w:rPr>
                <w:rFonts w:cs="Arial"/>
                <w:i/>
                <w:iCs/>
                <w:vertAlign w:val="superscript"/>
              </w:rPr>
              <w:t>1%O</w:t>
            </w:r>
            <w:r w:rsidR="00CD4C88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+5%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CD4C88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566D6" w14:textId="723922B7" w:rsidR="00771C8F" w:rsidRPr="00C32072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32072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32072">
              <w:rPr>
                <w:rFonts w:cs="Arial"/>
                <w:i/>
                <w:iCs/>
              </w:rPr>
              <w:t>cdc42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cdc420</w:t>
            </w:r>
            <w:r w:rsidRPr="00C32072">
              <w:rPr>
                <w:rFonts w:cs="Arial"/>
                <w:i/>
                <w:iCs/>
                <w:vertAlign w:val="superscript"/>
              </w:rPr>
              <w:t>1%O</w:t>
            </w:r>
            <w:r w:rsidR="003E02C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+5%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3E02C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>, 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cdc24,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ras1,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ras1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cdc24)</w:t>
            </w:r>
            <w:r w:rsidRPr="00C32072">
              <w:rPr>
                <w:rFonts w:cs="Arial"/>
                <w:i/>
                <w:iCs/>
                <w:vertAlign w:val="superscript"/>
              </w:rPr>
              <w:t>5%O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+5%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5-45mM EGTA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300μM CCM+150μM Heme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75μM Ferrozine+200μM FeEDTA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750μM Ferrozine+500μM FeEDTA</w:t>
            </w:r>
            <w:r w:rsidRPr="00C32072">
              <w:rPr>
                <w:rFonts w:cs="Arial"/>
                <w:i/>
                <w:iCs/>
              </w:rPr>
              <w:t>,</w:t>
            </w:r>
            <w:r w:rsidR="00CD4C88" w:rsidRPr="00C32072">
              <w:rPr>
                <w:rFonts w:cs="Arial"/>
                <w:i/>
                <w:iCs/>
              </w:rPr>
              <w:t xml:space="preserve">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600μM</w:t>
            </w:r>
            <w:r w:rsidRPr="00C32072">
              <w:rPr>
                <w:rFonts w:cs="Arial"/>
                <w:i/>
                <w:iCs/>
              </w:rPr>
              <w:t xml:space="preserve"> </w:t>
            </w:r>
            <w:r w:rsidRPr="00C32072">
              <w:rPr>
                <w:rFonts w:cs="Arial"/>
                <w:i/>
                <w:iCs/>
                <w:vertAlign w:val="superscript"/>
              </w:rPr>
              <w:t>CoCl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2mM Malonate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5μg/mL CDNB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50μM Plumbagin</w:t>
            </w:r>
            <w:r w:rsidRPr="00C32072">
              <w:rPr>
                <w:rFonts w:cs="Arial"/>
                <w:i/>
                <w:iCs/>
              </w:rPr>
              <w:t>,</w:t>
            </w:r>
            <w:r w:rsidR="00CD4C88" w:rsidRPr="00C32072">
              <w:rPr>
                <w:rFonts w:cs="Arial"/>
                <w:i/>
                <w:iCs/>
              </w:rPr>
              <w:t xml:space="preserve">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500μM Paraquat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40μg/mL BF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Α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or 100 μM NEM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bookmarkStart w:id="142" w:name="OLE_LINK181"/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rad17</w:t>
            </w:r>
            <w:r w:rsidRPr="00C32072">
              <w:rPr>
                <w:rFonts w:cs="Arial"/>
                <w:i/>
                <w:iCs/>
                <w:vertAlign w:val="superscript"/>
              </w:rPr>
              <w:t>180 J/m</w:t>
            </w:r>
            <w:r w:rsidR="00CD4C88" w:rsidRPr="00C32072">
              <w:rPr>
                <w:rFonts w:cs="Arial"/>
                <w:i/>
                <w:iCs/>
                <w:vertAlign w:val="superscript"/>
              </w:rPr>
              <w:t>²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UV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bookmarkEnd w:id="142"/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ste20</w:t>
            </w:r>
            <w:r w:rsidRPr="00C32072">
              <w:rPr>
                <w:rFonts w:cs="Arial"/>
                <w:i/>
                <w:iCs/>
                <w:vertAlign w:val="superscript"/>
              </w:rPr>
              <w:t>1%O</w:t>
            </w:r>
            <w:r w:rsidR="00CD4C88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+5%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CD4C88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70AF7" w14:textId="77777777" w:rsidR="00771C8F" w:rsidRPr="00C32072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C7CCC" w14:textId="77777777" w:rsidR="00771C8F" w:rsidRPr="00C32072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C7A7F" w14:textId="39E2104D" w:rsidR="00771C8F" w:rsidRPr="00C32072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32072">
              <w:rPr>
                <w:rFonts w:cs="Arial"/>
                <w:i/>
                <w:iCs/>
              </w:rPr>
              <w:t>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aca1,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cac1,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cdc24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hog1,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gpa1,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hog1,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hrd1,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pbs2,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pka1,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ptp3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hog1,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tco1,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tco2,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tco1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tco2,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ras1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hog1,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ssk1,</w:t>
            </w:r>
            <w:r w:rsidRPr="00C32072">
              <w:rPr>
                <w:rFonts w:cs="Arial"/>
                <w:i/>
                <w:iCs/>
                <w:lang w:val="x-none"/>
              </w:rPr>
              <w:t xml:space="preserve"> Δ</w:t>
            </w:r>
            <w:r w:rsidRPr="00C32072">
              <w:rPr>
                <w:rFonts w:cs="Arial"/>
                <w:i/>
                <w:iCs/>
              </w:rPr>
              <w:t xml:space="preserve">skn7,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ypd1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hog1)</w:t>
            </w:r>
            <w:r w:rsidRPr="00C32072">
              <w:rPr>
                <w:rFonts w:cs="Arial"/>
                <w:i/>
                <w:iCs/>
                <w:vertAlign w:val="superscript"/>
              </w:rPr>
              <w:t>20%O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</w:t>
            </w:r>
            <w:r w:rsidR="00630499" w:rsidRPr="00C32072">
              <w:rPr>
                <w:rFonts w:cs="Arial"/>
                <w:i/>
                <w:iCs/>
                <w:vertAlign w:val="superscript"/>
              </w:rPr>
              <w:t>/</w:t>
            </w:r>
            <w:r w:rsidRPr="00C32072">
              <w:rPr>
                <w:rFonts w:cs="Arial"/>
                <w:i/>
                <w:iCs/>
                <w:vertAlign w:val="superscript"/>
              </w:rPr>
              <w:t>1%O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>, Δcch1, 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cdc24,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cdc42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cdc420)</w:t>
            </w:r>
            <w:r w:rsidRPr="00C32072">
              <w:rPr>
                <w:rFonts w:cs="Arial"/>
                <w:i/>
                <w:iCs/>
                <w:vertAlign w:val="superscript"/>
              </w:rPr>
              <w:t>20%O</w:t>
            </w:r>
            <w:r w:rsidR="0033096B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±5%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33096B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>, 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cdc42,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cdc420)</w:t>
            </w:r>
            <w:r w:rsidRPr="00C32072">
              <w:rPr>
                <w:rFonts w:cs="Arial"/>
                <w:i/>
                <w:iCs/>
                <w:vertAlign w:val="superscript"/>
              </w:rPr>
              <w:t>20%O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±5%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or 1%O</w:t>
            </w:r>
            <w:r w:rsidR="00C609B0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+5%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9F32E2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>, 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cdc24,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ptp3,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ras1,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ras1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cdc24)</w:t>
            </w:r>
            <w:r w:rsidRPr="00C32072">
              <w:rPr>
                <w:rFonts w:cs="Arial"/>
                <w:i/>
                <w:iCs/>
                <w:vertAlign w:val="superscript"/>
              </w:rPr>
              <w:t>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>, 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cdc24,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ptp3)</w:t>
            </w:r>
            <w:r w:rsidRPr="00C32072">
              <w:rPr>
                <w:rFonts w:cs="Arial"/>
                <w:i/>
                <w:iCs/>
                <w:vertAlign w:val="superscript"/>
              </w:rPr>
              <w:t>6-20%O</w:t>
            </w:r>
            <w:r w:rsidR="0033096B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>, (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cdk8,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ssn801)</w:t>
            </w:r>
            <w:r w:rsidRPr="00C32072">
              <w:rPr>
                <w:rFonts w:cs="Arial"/>
                <w:i/>
                <w:iCs/>
                <w:vertAlign w:val="superscript"/>
              </w:rPr>
              <w:t>5%EtOH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="007B35F3" w:rsidRPr="00C32072">
              <w:rPr>
                <w:rFonts w:cs="Arial"/>
                <w:i/>
                <w:iCs/>
                <w:lang w:val="x-none"/>
              </w:rPr>
              <w:t>Δ</w:t>
            </w:r>
            <w:r w:rsidR="007B35F3" w:rsidRPr="00C32072">
              <w:rPr>
                <w:rFonts w:cs="Arial"/>
                <w:i/>
                <w:iCs/>
              </w:rPr>
              <w:t>crz1,</w:t>
            </w:r>
            <w:r w:rsidR="007B35F3" w:rsidRPr="00C32072">
              <w:rPr>
                <w:rFonts w:cs="Arial"/>
                <w:i/>
                <w:iCs/>
                <w:lang w:val="x-none"/>
              </w:rPr>
              <w:t xml:space="preserve">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dnj1</w:t>
            </w:r>
            <w:r w:rsidRPr="00C32072">
              <w:rPr>
                <w:rFonts w:cs="Arial"/>
                <w:i/>
                <w:iCs/>
                <w:vertAlign w:val="superscript"/>
              </w:rPr>
              <w:t>30/37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grx4,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crz1,</w:t>
            </w:r>
            <w:r w:rsidRPr="00C32072">
              <w:rPr>
                <w:rFonts w:cs="Arial"/>
                <w:i/>
                <w:iCs/>
                <w:lang w:val="x-none"/>
              </w:rPr>
              <w:t xml:space="preserve"> Δ</w:t>
            </w:r>
            <w:r w:rsidRPr="00C32072">
              <w:rPr>
                <w:rFonts w:cs="Arial"/>
                <w:i/>
                <w:iCs/>
              </w:rPr>
              <w:t>grx4</w:t>
            </w:r>
            <w:r w:rsidRPr="00C32072">
              <w:rPr>
                <w:rFonts w:cs="Arial"/>
                <w:i/>
                <w:iCs/>
                <w:vertAlign w:val="superscript"/>
              </w:rPr>
              <w:t>75μM Ferrozine</w:t>
            </w:r>
            <w:bookmarkStart w:id="143" w:name="OLE_LINK26"/>
            <w:r w:rsidRPr="00C32072">
              <w:rPr>
                <w:rFonts w:cs="Arial"/>
                <w:i/>
                <w:iCs/>
              </w:rPr>
              <w:t>, (</w:t>
            </w:r>
            <w:bookmarkEnd w:id="143"/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rac1,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 xml:space="preserve">rac2, 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rac1</w:t>
            </w:r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rac2)</w:t>
            </w:r>
            <w:r w:rsidRPr="00C32072">
              <w:rPr>
                <w:rFonts w:cs="Arial"/>
                <w:i/>
                <w:iCs/>
                <w:vertAlign w:val="superscript"/>
              </w:rPr>
              <w:t>20%O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±5%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 xml:space="preserve"> or 1%O2+5%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bookmarkStart w:id="144" w:name="OLE_LINK379"/>
            <w:r w:rsidRPr="00C32072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32072">
              <w:rPr>
                <w:rFonts w:cs="Arial"/>
                <w:i/>
                <w:iCs/>
              </w:rPr>
              <w:t>ras1</w:t>
            </w:r>
            <w:r w:rsidRPr="00C32072">
              <w:rPr>
                <w:rFonts w:cs="Arial"/>
                <w:i/>
                <w:iCs/>
                <w:vertAlign w:val="superscript"/>
              </w:rPr>
              <w:t>20%O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±5%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</w:rPr>
              <w:t xml:space="preserve">, </w:t>
            </w:r>
            <w:bookmarkEnd w:id="144"/>
            <w:r w:rsidRPr="00C32072">
              <w:rPr>
                <w:rFonts w:cs="Arial"/>
                <w:i/>
                <w:iCs/>
                <w:lang w:val="x-none"/>
              </w:rPr>
              <w:t>Δ</w:t>
            </w:r>
            <w:r w:rsidRPr="00C32072">
              <w:rPr>
                <w:rFonts w:cs="Arial"/>
                <w:i/>
                <w:iCs/>
              </w:rPr>
              <w:t>ste20</w:t>
            </w:r>
            <w:r w:rsidRPr="00C32072">
              <w:rPr>
                <w:rFonts w:cs="Arial"/>
                <w:i/>
                <w:iCs/>
                <w:vertAlign w:val="superscript"/>
              </w:rPr>
              <w:t>20%O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Pr="00C32072">
              <w:rPr>
                <w:rFonts w:cs="Arial"/>
                <w:i/>
                <w:iCs/>
                <w:vertAlign w:val="superscript"/>
              </w:rPr>
              <w:t>±5%</w:t>
            </w:r>
            <w:r w:rsidRPr="00C32072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F10D77" w:rsidRPr="00C32072">
              <w:rPr>
                <w:rFonts w:cs="Arial"/>
                <w:i/>
                <w:iCs/>
                <w:vertAlign w:val="superscript"/>
                <w:lang w:val="x-none"/>
              </w:rPr>
              <w:t>2</w:t>
            </w:r>
            <w:r w:rsidR="007B35F3" w:rsidRPr="00C32072">
              <w:rPr>
                <w:rFonts w:cs="Arial"/>
                <w:i/>
                <w:iCs/>
              </w:rPr>
              <w:t xml:space="preserve">, </w:t>
            </w:r>
            <w:r w:rsidR="007B35F3" w:rsidRPr="00C32072">
              <w:rPr>
                <w:rFonts w:cs="Arial"/>
                <w:i/>
                <w:iCs/>
                <w:lang w:val="x-none"/>
              </w:rPr>
              <w:t>Δ</w:t>
            </w:r>
            <w:r w:rsidR="007B35F3" w:rsidRPr="00C32072">
              <w:rPr>
                <w:rFonts w:cs="Arial"/>
                <w:i/>
                <w:iCs/>
              </w:rPr>
              <w:t>vps34</w:t>
            </w:r>
            <w:r w:rsidR="007B35F3" w:rsidRPr="00C32072">
              <w:rPr>
                <w:rFonts w:cs="Arial"/>
                <w:i/>
                <w:iCs/>
                <w:vertAlign w:val="superscript"/>
              </w:rPr>
              <w:t>750 μM BCS</w:t>
            </w:r>
          </w:p>
        </w:tc>
      </w:tr>
      <w:tr w:rsidR="00B62495" w:rsidRPr="00C17FEA" w14:paraId="755FDC7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A701C" w14:textId="5E1CB283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0.1 M NaCl at pH 8.5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BDC4F" w14:textId="0DF93CF6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45" w:name="OLE_LINK273"/>
            <w:bookmarkStart w:id="146" w:name="OLE_LINK274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  <w:bookmarkEnd w:id="145"/>
            <w:bookmarkEnd w:id="146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F7905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2A91B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E470E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89A30" w14:textId="2DA4560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</w:tr>
      <w:tr w:rsidR="00B62495" w:rsidRPr="00C17FEA" w14:paraId="57B8035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47D848" w14:textId="148507EA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1.5 M NaCl at pH 4.5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10D88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11045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9F643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96852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3CE8E" w14:textId="4E8D466B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</w:tr>
      <w:tr w:rsidR="00B62495" w:rsidRPr="00C17FEA" w14:paraId="70DA2F1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8036F" w14:textId="1CD3495F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M NaCl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86BAD" w14:textId="70B27476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  <w:r w:rsidRPr="00C17FEA">
              <w:rPr>
                <w:rFonts w:cs="Arial"/>
                <w:i/>
                <w:iCs/>
                <w:vertAlign w:val="superscript"/>
              </w:rPr>
              <w:t>22°C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Q64L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7A816" w14:textId="092AC07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81E78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5D090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EFE99" w14:textId="7A33CB8C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="00B372E8" w:rsidRPr="00C17FEA">
              <w:rPr>
                <w:rFonts w:cs="Arial"/>
                <w:i/>
                <w:iCs/>
                <w:lang w:val="x-none"/>
              </w:rPr>
              <w:t>Δ</w:t>
            </w:r>
            <w:r w:rsidR="00B372E8">
              <w:rPr>
                <w:rFonts w:cs="Arial"/>
                <w:i/>
                <w:iCs/>
              </w:rPr>
              <w:t>g</w:t>
            </w:r>
            <w:r w:rsidR="00B372E8" w:rsidRPr="00C17FEA">
              <w:rPr>
                <w:rFonts w:cs="Arial"/>
                <w:i/>
                <w:iCs/>
              </w:rPr>
              <w:t>pp2</w:t>
            </w:r>
            <w:r w:rsidR="00B372E8" w:rsidRPr="00B372E8">
              <w:rPr>
                <w:rFonts w:cs="Arial"/>
                <w:i/>
                <w:iCs/>
                <w:vertAlign w:val="superscript"/>
              </w:rPr>
              <w:t>Glycerol</w:t>
            </w:r>
            <w:r w:rsidR="00B372E8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</w:t>
            </w:r>
            <w:r w:rsidRPr="00C17FEA">
              <w:rPr>
                <w:rFonts w:cs="Arial"/>
                <w:i/>
                <w:iCs/>
                <w:vertAlign w:val="superscript"/>
              </w:rPr>
              <w:t>G15V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</w:tr>
      <w:tr w:rsidR="00B62495" w:rsidRPr="00C17FEA" w14:paraId="6620927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9504A" w14:textId="2682DAFF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  <w:lang w:val="es-ES"/>
              </w:rPr>
            </w:pPr>
            <w:r w:rsidRPr="00C17FEA">
              <w:rPr>
                <w:rFonts w:cs="Arial"/>
                <w:iCs/>
                <w:lang w:val="es-ES"/>
              </w:rPr>
              <w:t xml:space="preserve">0.5 M NaCl + 0.05 </w:t>
            </w:r>
            <w:r w:rsidRPr="00C17FEA">
              <w:rPr>
                <w:rFonts w:cs="Arial"/>
                <w:iCs/>
              </w:rPr>
              <w:t>μ</w:t>
            </w:r>
            <w:r w:rsidRPr="00C17FEA">
              <w:rPr>
                <w:rFonts w:cs="Arial"/>
                <w:iCs/>
                <w:lang w:val="es-ES"/>
              </w:rPr>
              <w:t>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A1AE0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5BDBE" w14:textId="0518228F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D0EF7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41DFB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EF097" w14:textId="09F28B1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</w:t>
            </w:r>
          </w:p>
        </w:tc>
      </w:tr>
      <w:tr w:rsidR="00B62495" w:rsidRPr="00C17FEA" w14:paraId="54A778F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83EDD8" w14:textId="38CE9B3E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  <w:lang w:val="es-ES"/>
              </w:rPr>
            </w:pPr>
            <w:r w:rsidRPr="00C17FEA">
              <w:rPr>
                <w:rFonts w:cs="Arial"/>
                <w:iCs/>
                <w:lang w:val="es-ES"/>
              </w:rPr>
              <w:t xml:space="preserve">0.5 M NaCl + 0.1 </w:t>
            </w:r>
            <w:r w:rsidRPr="00C17FEA">
              <w:rPr>
                <w:rFonts w:cs="Arial"/>
                <w:iCs/>
              </w:rPr>
              <w:t>μ</w:t>
            </w:r>
            <w:r w:rsidRPr="00C17FEA">
              <w:rPr>
                <w:rFonts w:cs="Arial"/>
                <w:iCs/>
                <w:lang w:val="es-ES"/>
              </w:rPr>
              <w:t>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85DBF" w14:textId="6926619A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13FFB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0409F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BF5B2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D70A7" w14:textId="007B471D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pkp1</w:t>
            </w:r>
          </w:p>
        </w:tc>
      </w:tr>
      <w:tr w:rsidR="00B62495" w:rsidRPr="00C17FEA" w14:paraId="15CFF76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D0C38" w14:textId="1463C1CF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  <w:lang w:val="es-ES"/>
              </w:rPr>
            </w:pPr>
            <w:r w:rsidRPr="00C17FEA">
              <w:rPr>
                <w:rFonts w:cs="Arial"/>
                <w:iCs/>
                <w:lang w:val="es-ES"/>
              </w:rPr>
              <w:t xml:space="preserve">0.5 M NaCl + 0.2 </w:t>
            </w:r>
            <w:r w:rsidRPr="00C17FEA">
              <w:rPr>
                <w:rFonts w:cs="Arial"/>
                <w:iCs/>
              </w:rPr>
              <w:t>μ</w:t>
            </w:r>
            <w:r w:rsidRPr="00C17FEA">
              <w:rPr>
                <w:rFonts w:cs="Arial"/>
                <w:iCs/>
                <w:lang w:val="es-ES"/>
              </w:rPr>
              <w:t>g/mL AmpB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A79AA" w14:textId="520EE45C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A46E1" w14:textId="205B91AD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hsp12,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hsp122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DE13B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676D1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8F65C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3B94889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ED7DB2" w14:textId="70CD2283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M NaCl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BECF5" w14:textId="08B1E6B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47" w:name="OLE_LINK196"/>
            <w:bookmarkStart w:id="148" w:name="OLE_LINK213"/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bookmarkEnd w:id="147"/>
            <w:bookmarkEnd w:id="148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E3DEF" w14:textId="2BEDB0E9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vad1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AC5E0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60A3B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32379" w14:textId="59004CF0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Δcxd1, Δcxd2, Δcxd3,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ptp2, 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ypd1, Δmay1, Δmpr1,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och1,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Δpep4, </w:t>
            </w:r>
            <w:bookmarkStart w:id="149" w:name="OLE_LINK228"/>
            <w:bookmarkStart w:id="150" w:name="OLE_LINK229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pka2,</w:t>
            </w:r>
            <w:bookmarkEnd w:id="149"/>
            <w:bookmarkEnd w:id="150"/>
            <w:r w:rsidR="00A62EBD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ptp1, Δprb1, Δprc1, Δscx1,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B62495" w:rsidRPr="00C17FEA" w14:paraId="425FA5E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6806F" w14:textId="5877895E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1.25 M NaCl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9F68C" w14:textId="7CDDC625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412A1" w14:textId="630761F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B860D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27937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0FA50" w14:textId="2D46298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</w:p>
        </w:tc>
      </w:tr>
      <w:tr w:rsidR="00B62495" w:rsidRPr="00C17FEA" w14:paraId="71670C7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B0C2D" w14:textId="77B50AD8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1.5 M NaCl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ED1B9" w14:textId="776DEDA3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r w:rsidRPr="00C17FEA">
              <w:rPr>
                <w:rFonts w:cs="Arial"/>
                <w:bCs/>
                <w:i/>
                <w:iCs/>
              </w:rPr>
              <w:t xml:space="preserve"> Δhog1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pbs2,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sch9, Δskn7,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bookmarkStart w:id="151" w:name="OLE_LINK116"/>
            <w:bookmarkStart w:id="152" w:name="OLE_LINK117"/>
            <w:r w:rsidRPr="00C17FEA">
              <w:rPr>
                <w:rFonts w:cs="Arial"/>
                <w:i/>
                <w:iCs/>
              </w:rPr>
              <w:t>Δssk1</w:t>
            </w:r>
            <w:bookmarkEnd w:id="151"/>
            <w:bookmarkEnd w:id="152"/>
            <w:r w:rsidRPr="00C17FEA">
              <w:rPr>
                <w:rFonts w:cs="Arial"/>
                <w:i/>
                <w:iCs/>
              </w:rPr>
              <w:t xml:space="preserve">, Δugd1,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vph1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0629A" w14:textId="4F427914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bookmarkStart w:id="153" w:name="OLE_LINK186"/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 xml:space="preserve">aca1,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cdc24,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hap2,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sod2</w:t>
            </w:r>
            <w:bookmarkEnd w:id="153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sre1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370DC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D6344" w14:textId="442BDFA3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gpa1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5FC26" w14:textId="622F553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 Δatf1,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cac1</w:t>
            </w:r>
            <w:r w:rsidRPr="00C17FEA">
              <w:rPr>
                <w:rFonts w:cs="Arial"/>
                <w:i/>
                <w:iCs/>
              </w:rPr>
              <w:t xml:space="preserve">, Δcap59, Δcap60, Δcap64,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dnj1</w:t>
            </w:r>
            <w:r w:rsidRPr="00C17FEA">
              <w:rPr>
                <w:rFonts w:cs="Arial"/>
                <w:i/>
                <w:iCs/>
                <w:vertAlign w:val="superscript"/>
              </w:rPr>
              <w:t>30/37/39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gre2,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hob1</w:t>
            </w:r>
            <w:r w:rsidRPr="00C17FEA">
              <w:rPr>
                <w:rFonts w:cs="Arial"/>
                <w:b/>
                <w:i/>
                <w:iCs/>
              </w:rPr>
              <w:t xml:space="preserve">, </w:t>
            </w:r>
            <w:bookmarkStart w:id="154" w:name="OLE_LINK313"/>
            <w:bookmarkStart w:id="155" w:name="OLE_LINK314"/>
            <w:r w:rsidRPr="00C17FEA">
              <w:rPr>
                <w:rFonts w:cs="Arial"/>
                <w:i/>
                <w:iCs/>
              </w:rPr>
              <w:t>Δhog1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ypd1</w:t>
            </w:r>
            <w:bookmarkEnd w:id="154"/>
            <w:bookmarkEnd w:id="155"/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b/>
                <w:i/>
                <w:iCs/>
              </w:rPr>
              <w:t xml:space="preserve">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hsp12,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hsp122, </w:t>
            </w: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hsp12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>hsp122,</w:t>
            </w:r>
            <w:r w:rsidRPr="00C17FEA">
              <w:rPr>
                <w:rFonts w:cs="Arial"/>
                <w:i/>
                <w:iCs/>
              </w:rPr>
              <w:t xml:space="preserve"> 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pdr5-3,</w:t>
            </w:r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plc2, Δqsp1,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ras2,</w:t>
            </w:r>
            <w:r w:rsidRPr="00C17FEA">
              <w:rPr>
                <w:rFonts w:cs="Arial"/>
                <w:i/>
                <w:iCs/>
                <w:lang w:val="en-ZA"/>
              </w:rPr>
              <w:t xml:space="preserve"> </w:t>
            </w:r>
            <w:bookmarkStart w:id="156" w:name="OLE_LINK231"/>
            <w:r w:rsidRPr="00C17FEA">
              <w:rPr>
                <w:rFonts w:cs="Arial"/>
                <w:i/>
                <w:iCs/>
                <w:lang w:val="en-ZA"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ste11, 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ste50, </w:t>
            </w:r>
            <w:bookmarkEnd w:id="156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tco4,</w:t>
            </w:r>
            <w:bookmarkStart w:id="157" w:name="OLE_LINK197"/>
            <w:bookmarkStart w:id="158" w:name="OLE_LINK198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tco7,</w:t>
            </w:r>
            <w:bookmarkEnd w:id="157"/>
            <w:bookmarkEnd w:id="158"/>
            <w:r w:rsidRPr="00C17FEA">
              <w:rPr>
                <w:rFonts w:cs="Arial"/>
                <w:i/>
                <w:iCs/>
              </w:rPr>
              <w:t xml:space="preserve"> Δuxs1,</w:t>
            </w:r>
            <w:r w:rsidRPr="00C17FEA">
              <w:rPr>
                <w:rFonts w:cs="Arial"/>
                <w:i/>
                <w:iCs/>
                <w:lang w:val="en-ZA"/>
              </w:rPr>
              <w:t xml:space="preserve">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yor1</w:t>
            </w:r>
          </w:p>
        </w:tc>
      </w:tr>
      <w:tr w:rsidR="00B62495" w:rsidRPr="00C17FEA" w14:paraId="132AF1D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7BD4F" w14:textId="4CE5197D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1.8 – 2.0 M NaCl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A653C5" w14:textId="0C0FA994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pgi1,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sod2,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sod2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87EC3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E2A4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AABAF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92706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6BEE613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5DBE7D" w14:textId="4FE94C16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25 – 50 mM LiCl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618DB1" w14:textId="4418C01C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cch1</w:t>
            </w:r>
            <w:r w:rsidRPr="00C17FEA">
              <w:rPr>
                <w:rFonts w:cs="Arial"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vertAlign w:val="superscript"/>
              </w:rPr>
              <w:t>7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56F54" w14:textId="048EBD0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cch1</w:t>
            </w:r>
            <w:r w:rsidRPr="00C17FEA">
              <w:rPr>
                <w:rFonts w:cs="Arial"/>
                <w:vertAlign w:val="superscript"/>
              </w:rPr>
              <w:t>25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CD3EA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A8F27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28829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01C5603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AA299" w14:textId="72F67AA0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50 – 150 mM LiCl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C737D" w14:textId="74CB3818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vertAlign w:val="superscript"/>
              </w:rPr>
              <w:t>7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ova1</w:t>
            </w:r>
            <w:r w:rsidRPr="00C17FEA">
              <w:rPr>
                <w:rFonts w:cs="Arial"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vertAlign w:val="superscript"/>
              </w:rPr>
              <w:t>0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snf7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76D2F" w14:textId="3333E72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pka1</w:t>
            </w:r>
            <w:bookmarkStart w:id="159" w:name="OLE_LINK265"/>
            <w:r w:rsidRPr="00C17FEA">
              <w:rPr>
                <w:rFonts w:cs="Arial"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vertAlign w:val="superscript"/>
              </w:rPr>
              <w:t>0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bookmarkEnd w:id="159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pkr1</w:t>
            </w:r>
            <w:r w:rsidRPr="00C17FEA">
              <w:rPr>
                <w:rFonts w:cs="Arial"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vertAlign w:val="superscript"/>
              </w:rPr>
              <w:t>7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477B1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0B669" w14:textId="6938B04B" w:rsidR="00771C8F" w:rsidRPr="00C17FEA" w:rsidRDefault="00771C8F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2D6C1" w14:textId="3ED00C41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crz1,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ova1</w:t>
            </w:r>
            <w:r w:rsidRPr="00C17FEA">
              <w:rPr>
                <w:rFonts w:cs="Arial"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vertAlign w:val="superscript"/>
              </w:rPr>
              <w:t>0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pkr1</w:t>
            </w:r>
            <w:r w:rsidRPr="00C17FEA">
              <w:rPr>
                <w:rFonts w:cs="Arial"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vertAlign w:val="superscript"/>
              </w:rPr>
              <w:t>0</w:t>
            </w:r>
            <w:r w:rsidRPr="00C17FEA">
              <w:rPr>
                <w:rFonts w:cs="Arial"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ras1</w:t>
            </w:r>
          </w:p>
        </w:tc>
      </w:tr>
      <w:tr w:rsidR="00B62495" w:rsidRPr="00C17FEA" w14:paraId="5B500DB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8A576" w14:textId="4E72FFBD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0.2 – 0.4 M CaCl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07669" w14:textId="2CC9E59B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cam1,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ncs1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B6C1E" w14:textId="587A2D05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bCs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bCs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F89CC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63B37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A7A3B" w14:textId="621DFE1E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anb1,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gcd2,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gwo1,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lhp1,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tif3,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vts1</w:t>
            </w:r>
          </w:p>
        </w:tc>
      </w:tr>
      <w:tr w:rsidR="00B62495" w:rsidRPr="00C17FEA" w14:paraId="39BC4CC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5F076" w14:textId="33AAB4EB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0.5 – 0.6 M CaCl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E6A959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B83EF" w14:textId="36EB640D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16868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F0592" w14:textId="77777777" w:rsidR="00771C8F" w:rsidRPr="00C17FEA" w:rsidRDefault="00771C8F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576D4" w14:textId="7F6A27E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nah1</w:t>
            </w:r>
          </w:p>
        </w:tc>
      </w:tr>
      <w:tr w:rsidR="00B62495" w:rsidRPr="0066472D" w14:paraId="713437F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1E57BE" w14:textId="2689B950" w:rsidR="00771C8F" w:rsidRPr="00C17FEA" w:rsidRDefault="00771C8F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100 mM FeCl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  <w:r w:rsidRPr="00C17FEA">
              <w:rPr>
                <w:rFonts w:cs="Arial"/>
                <w:iCs/>
              </w:rPr>
              <w:t>/FeCl</w:t>
            </w:r>
            <w:r w:rsidRPr="00C17FEA">
              <w:rPr>
                <w:rFonts w:cs="Arial"/>
                <w:iCs/>
                <w:vertAlign w:val="subscript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8C7F4" w14:textId="77777777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B8A66" w14:textId="41CA333E" w:rsidR="00771C8F" w:rsidRPr="00A62EBD" w:rsidRDefault="00A62EBD" w:rsidP="00C17FEA">
            <w:pPr>
              <w:pStyle w:val="MDPI42tablebody"/>
              <w:jc w:val="left"/>
              <w:rPr>
                <w:rFonts w:cs="Arial"/>
                <w:i/>
                <w:iCs/>
                <w:lang w:val="fr-FR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A62EBD">
              <w:rPr>
                <w:rFonts w:cs="Arial"/>
                <w:i/>
                <w:iCs/>
                <w:lang w:val="fr-FR"/>
              </w:rPr>
              <w:t>rint1</w:t>
            </w:r>
            <w:r w:rsidRPr="00A62EBD">
              <w:rPr>
                <w:rFonts w:cs="Arial"/>
                <w:i/>
                <w:iCs/>
                <w:vertAlign w:val="superscript"/>
                <w:lang w:val="fr-FR"/>
              </w:rPr>
              <w:t>1mM Asc</w:t>
            </w:r>
            <w:r w:rsidRPr="00A62EBD">
              <w:rPr>
                <w:rFonts w:cs="Arial"/>
                <w:i/>
                <w:iCs/>
                <w:lang w:val="fr-FR"/>
              </w:rPr>
              <w:t>,</w:t>
            </w:r>
            <w:r w:rsidR="00771C8F" w:rsidRPr="00C17FEA">
              <w:rPr>
                <w:rFonts w:cs="Arial"/>
                <w:i/>
                <w:iCs/>
                <w:lang w:val="x-none"/>
              </w:rPr>
              <w:t>Δ</w:t>
            </w:r>
            <w:r w:rsidR="00771C8F" w:rsidRPr="00A62EBD">
              <w:rPr>
                <w:rFonts w:cs="Arial"/>
                <w:i/>
                <w:iCs/>
                <w:lang w:val="fr-FR"/>
              </w:rPr>
              <w:t>grx4</w:t>
            </w:r>
            <w:r w:rsidR="00771C8F" w:rsidRPr="00A62EBD">
              <w:rPr>
                <w:rFonts w:cs="Arial"/>
                <w:i/>
                <w:iCs/>
                <w:vertAlign w:val="superscript"/>
                <w:lang w:val="fr-FR"/>
              </w:rPr>
              <w:t>5/20/40mM FeCl</w:t>
            </w:r>
            <w:r w:rsidR="00771C8F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fr-F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92BB8" w14:textId="77777777" w:rsidR="00771C8F" w:rsidRPr="00A62EBD" w:rsidRDefault="00771C8F" w:rsidP="00C17FEA">
            <w:pPr>
              <w:pStyle w:val="MDPI42tablebody"/>
              <w:jc w:val="left"/>
              <w:rPr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F0251" w14:textId="77777777" w:rsidR="00771C8F" w:rsidRPr="00A62EBD" w:rsidRDefault="00771C8F" w:rsidP="00C17FEA">
            <w:pPr>
              <w:pStyle w:val="MDPI42tablebody"/>
              <w:jc w:val="left"/>
              <w:rPr>
                <w:lang w:val="fr-FR"/>
              </w:rPr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8BA6A" w14:textId="3A0FC836" w:rsidR="00771C8F" w:rsidRPr="00C17FEA" w:rsidRDefault="00771C8F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784277">
              <w:rPr>
                <w:rFonts w:cs="Arial"/>
                <w:i/>
                <w:iCs/>
                <w:lang w:val="fr-FR"/>
              </w:rPr>
              <w:t>grx4</w:t>
            </w:r>
            <w:r w:rsidRPr="00784277">
              <w:rPr>
                <w:rFonts w:cs="Arial"/>
                <w:i/>
                <w:iCs/>
                <w:vertAlign w:val="superscript"/>
                <w:lang w:val="fr-FR"/>
              </w:rPr>
              <w:t>1mM FeCl</w:t>
            </w:r>
            <w:r w:rsidRPr="00784277">
              <w:rPr>
                <w:rFonts w:cs="Arial"/>
                <w:i/>
                <w:iCs/>
                <w:sz w:val="14"/>
                <w:szCs w:val="14"/>
                <w:vertAlign w:val="superscript"/>
                <w:lang w:val="fr-FR"/>
              </w:rPr>
              <w:t>3</w:t>
            </w:r>
            <w:r w:rsidRPr="00784277">
              <w:rPr>
                <w:rFonts w:cs="Arial"/>
                <w:i/>
                <w:iCs/>
                <w:lang w:val="fr-FR"/>
              </w:rPr>
              <w:t xml:space="preserve">, </w:t>
            </w:r>
            <w:r w:rsidRPr="00C17FEA">
              <w:rPr>
                <w:rFonts w:cs="Arial"/>
                <w:i/>
                <w:iCs/>
              </w:rPr>
              <w:t>Δ</w:t>
            </w:r>
            <w:r w:rsidRPr="00784277">
              <w:rPr>
                <w:rFonts w:cs="Arial"/>
                <w:i/>
                <w:iCs/>
                <w:lang w:val="fr-FR"/>
              </w:rPr>
              <w:t>qsp1</w:t>
            </w:r>
            <w:r w:rsidRPr="00784277">
              <w:rPr>
                <w:rFonts w:cs="Arial"/>
                <w:i/>
                <w:iCs/>
                <w:vertAlign w:val="superscript"/>
                <w:lang w:val="fr-FR"/>
              </w:rPr>
              <w:t>100mM FeCl</w:t>
            </w:r>
            <w:r w:rsidRPr="00784277">
              <w:rPr>
                <w:rFonts w:cs="Arial"/>
                <w:i/>
                <w:iCs/>
                <w:sz w:val="14"/>
                <w:szCs w:val="14"/>
                <w:vertAlign w:val="superscript"/>
                <w:lang w:val="fr-FR"/>
              </w:rPr>
              <w:t>2</w:t>
            </w:r>
            <w:r w:rsidRPr="00784277">
              <w:rPr>
                <w:rFonts w:cs="Arial"/>
                <w:i/>
                <w:iCs/>
                <w:lang w:val="fr-FR"/>
              </w:rPr>
              <w:t xml:space="preserve">, </w:t>
            </w:r>
            <w:r w:rsidRPr="00C17FEA">
              <w:rPr>
                <w:rFonts w:cs="Arial"/>
                <w:i/>
                <w:iCs/>
              </w:rPr>
              <w:t>Δ</w:t>
            </w:r>
            <w:r w:rsidRPr="00784277">
              <w:rPr>
                <w:rFonts w:cs="Arial"/>
                <w:i/>
                <w:iCs/>
                <w:lang w:val="fr-FR"/>
              </w:rPr>
              <w:t>opt1</w:t>
            </w:r>
            <w:r w:rsidRPr="00784277">
              <w:rPr>
                <w:rFonts w:cs="Arial"/>
                <w:i/>
                <w:iCs/>
                <w:vertAlign w:val="superscript"/>
                <w:lang w:val="fr-FR"/>
              </w:rPr>
              <w:t>100mM FeCl</w:t>
            </w:r>
            <w:r w:rsidRPr="00784277">
              <w:rPr>
                <w:rFonts w:cs="Arial"/>
                <w:i/>
                <w:iCs/>
                <w:sz w:val="14"/>
                <w:szCs w:val="14"/>
                <w:vertAlign w:val="superscript"/>
                <w:lang w:val="fr-FR"/>
              </w:rPr>
              <w:t>2</w:t>
            </w:r>
          </w:p>
        </w:tc>
      </w:tr>
      <w:tr w:rsidR="00B62495" w:rsidRPr="00C17FEA" w14:paraId="69EFBA90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0459D" w14:textId="1B2F6377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  <w:lang w:val="x-none"/>
              </w:rPr>
            </w:pPr>
            <w:r w:rsidRPr="00C17FEA">
              <w:rPr>
                <w:rFonts w:cs="Arial"/>
                <w:iCs/>
              </w:rPr>
              <w:t xml:space="preserve">1 μM </w:t>
            </w:r>
            <w:bookmarkStart w:id="160" w:name="OLE_LINK218"/>
            <w:bookmarkStart w:id="161" w:name="OLE_LINK219"/>
            <w:r w:rsidRPr="00C17FEA">
              <w:rPr>
                <w:rFonts w:cs="Arial"/>
                <w:iCs/>
              </w:rPr>
              <w:t>CuSO</w:t>
            </w:r>
            <w:r w:rsidRPr="00C17FEA">
              <w:rPr>
                <w:rFonts w:cs="Arial"/>
                <w:iCs/>
                <w:vertAlign w:val="subscript"/>
              </w:rPr>
              <w:t>4</w:t>
            </w:r>
            <w:bookmarkEnd w:id="160"/>
            <w:bookmarkEnd w:id="161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5B8D26" w14:textId="040787F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15mM DDT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2C10D" w14:textId="2FF7463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30μM CdSO4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0.8% CR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0.8μg/mL AmpB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3.5mM H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O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4C5D2" w14:textId="3C4CF2F6" w:rsidR="00881596" w:rsidRPr="00C17FEA" w:rsidRDefault="0088159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0.3μg/mL TCM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14μg/mL FCZ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5E8AD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BF12A" w14:textId="61C8597B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25</w:t>
            </w:r>
            <w:r w:rsidRPr="00C17FEA">
              <w:rPr>
                <w:rFonts w:cs="Arial"/>
                <w:i/>
                <w:vertAlign w:val="superscript"/>
              </w:rPr>
              <w:t>/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30</w:t>
            </w:r>
            <w:r w:rsidRPr="00C17FEA">
              <w:rPr>
                <w:rFonts w:cs="Arial"/>
                <w:i/>
                <w:vertAlign w:val="superscript"/>
              </w:rPr>
              <w:t>/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</w:t>
            </w:r>
            <w:r w:rsidRPr="00C17FEA">
              <w:rPr>
                <w:rFonts w:cs="Arial"/>
                <w:i/>
                <w:vertAlign w:val="superscript"/>
              </w:rPr>
              <w:t>/39°C</w:t>
            </w:r>
            <w:r w:rsidRPr="00C17FEA">
              <w:rPr>
                <w:rFonts w:cs="Arial"/>
                <w:i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3mg/mL CFW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0.03% SDS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0.03% MMS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100mM HU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1M NaCl/KCl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1.5M NaCl/KCl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2M Sorbitol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300μg/mL 5-FC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1μg/mL FDX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0.8mM t-BOOH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2.5mM Diamide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0.02mM MND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cuf1</w:t>
            </w:r>
            <w:r w:rsidRPr="00C17FEA">
              <w:rPr>
                <w:rFonts w:cs="Arial"/>
                <w:i/>
                <w:iCs/>
                <w:vertAlign w:val="superscript"/>
              </w:rPr>
              <w:t>(1–50μM CuSO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</w:rPr>
              <w:t>4</w:t>
            </w:r>
            <w:r w:rsidRPr="00C17FEA">
              <w:rPr>
                <w:rFonts w:cs="Arial"/>
                <w:i/>
                <w:iCs/>
                <w:vertAlign w:val="superscript"/>
              </w:rPr>
              <w:t>)</w:t>
            </w:r>
          </w:p>
        </w:tc>
      </w:tr>
      <w:tr w:rsidR="00B62495" w:rsidRPr="00C17FEA" w14:paraId="2FA5231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00F6A" w14:textId="204801C9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1.0 M Sorbitol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2C3AD0" w14:textId="1A04415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cdc12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vertAlign w:val="superscript"/>
              </w:rPr>
              <w:t>0.65mg/mL Caffein</w:t>
            </w:r>
            <w:r w:rsidR="00A62EBD">
              <w:rPr>
                <w:rFonts w:cs="Arial"/>
                <w:i/>
                <w:vertAlign w:val="superscript"/>
              </w:rPr>
              <w:t>/</w:t>
            </w:r>
            <w:r w:rsidRPr="00C17FEA">
              <w:rPr>
                <w:rFonts w:cs="Arial"/>
                <w:i/>
                <w:vertAlign w:val="superscript"/>
              </w:rPr>
              <w:t>0.01% SDS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Δgrx4Δcna1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≥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0.01% SDS</w:t>
            </w:r>
            <w:r w:rsidR="00A62EBD">
              <w:rPr>
                <w:rFonts w:cs="Arial"/>
                <w:i/>
                <w:iCs/>
                <w:vertAlign w:val="superscript"/>
              </w:rPr>
              <w:t>/</w:t>
            </w:r>
            <w:r w:rsidRPr="00C17FEA">
              <w:rPr>
                <w:rFonts w:cs="Arial"/>
                <w:i/>
                <w:iCs/>
                <w:vertAlign w:val="superscript"/>
              </w:rPr>
              <w:t>0.5mg/mL Caffein</w:t>
            </w:r>
            <w:r w:rsidR="00A62EBD">
              <w:rPr>
                <w:rFonts w:cs="Arial"/>
                <w:i/>
                <w:iCs/>
                <w:vertAlign w:val="superscript"/>
              </w:rPr>
              <w:t>/</w:t>
            </w:r>
            <w:r w:rsidRPr="00C17FEA">
              <w:rPr>
                <w:rFonts w:cs="Arial"/>
                <w:i/>
                <w:iCs/>
                <w:vertAlign w:val="superscript"/>
              </w:rPr>
              <w:t>0.5% CR</w:t>
            </w:r>
            <w:r w:rsidR="00A62EBD">
              <w:rPr>
                <w:rFonts w:cs="Arial"/>
                <w:i/>
                <w:iCs/>
                <w:vertAlign w:val="superscript"/>
              </w:rPr>
              <w:t>/</w:t>
            </w:r>
            <w:r w:rsidRPr="00C17FEA">
              <w:rPr>
                <w:rFonts w:cs="Arial"/>
                <w:i/>
                <w:iCs/>
                <w:vertAlign w:val="superscript"/>
              </w:rPr>
              <w:t>1.5M NaCl at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 xml:space="preserve"> </w:t>
            </w:r>
            <w:r w:rsidRPr="00C17FEA">
              <w:rPr>
                <w:rFonts w:cs="Arial"/>
                <w:i/>
                <w:vertAlign w:val="superscript"/>
              </w:rPr>
              <w:t>30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9</w:t>
            </w:r>
            <w:bookmarkStart w:id="162" w:name="OLE_LINK292"/>
            <w:bookmarkStart w:id="163" w:name="OLE_LINK293"/>
            <w:r w:rsidRPr="00C17FEA">
              <w:rPr>
                <w:rFonts w:cs="Arial"/>
                <w:i/>
                <w:vertAlign w:val="superscript"/>
                <w:lang w:val="x-none"/>
              </w:rPr>
              <w:t>°</w:t>
            </w:r>
            <w:bookmarkEnd w:id="162"/>
            <w:bookmarkEnd w:id="163"/>
            <w:r w:rsidRPr="00C17FEA">
              <w:rPr>
                <w:rFonts w:cs="Arial"/>
                <w:i/>
                <w:vertAlign w:val="superscript"/>
                <w:lang w:val="x-none"/>
              </w:rPr>
              <w:t>C</w:t>
            </w:r>
            <w:r w:rsidRPr="00C17FEA">
              <w:rPr>
                <w:rFonts w:cs="Arial"/>
                <w:i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9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</w:t>
            </w: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cap1)</w:t>
            </w:r>
            <w:r w:rsidRPr="00C17FEA">
              <w:rPr>
                <w:rFonts w:cs="Arial"/>
                <w:i/>
                <w:vertAlign w:val="superscript"/>
              </w:rPr>
              <w:t>37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°C±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1%O</w:t>
            </w:r>
            <w:r w:rsidRPr="00A62EBD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,5%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vertAlign w:val="superscript"/>
              </w:rPr>
              <w:t>,37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90738" w14:textId="0D4886E2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cdc11</w:t>
            </w:r>
            <w:bookmarkStart w:id="164" w:name="OLE_LINK305"/>
            <w:bookmarkStart w:id="165" w:name="OLE_LINK306"/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bookmarkEnd w:id="164"/>
            <w:bookmarkEnd w:id="165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25</w:t>
            </w:r>
            <w:r w:rsidRPr="00C17FEA">
              <w:rPr>
                <w:rFonts w:cs="Arial"/>
                <w:i/>
                <w:vertAlign w:val="superscript"/>
              </w:rPr>
              <w:t>/30/37/39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kre5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pgi1,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pik1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vertAlign w:val="superscript"/>
              </w:rPr>
              <w:t>30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="00A62EBD">
              <w:rPr>
                <w:rFonts w:cs="Arial"/>
                <w:i/>
                <w:vertAlign w:val="superscript"/>
              </w:rPr>
              <w:t>/</w:t>
            </w:r>
            <w:r w:rsidRPr="00C17FEA">
              <w:rPr>
                <w:rFonts w:cs="Arial"/>
                <w:i/>
                <w:vertAlign w:val="superscript"/>
              </w:rPr>
              <w:t xml:space="preserve">1.5mg/mL CFW at 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plc1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</w:rPr>
              <w:t xml:space="preserve">, </w:t>
            </w:r>
            <w:r w:rsidRPr="00C17FEA">
              <w:rPr>
                <w:rFonts w:cs="Arial"/>
                <w:i/>
                <w:iCs/>
              </w:rPr>
              <w:t>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vertAlign w:val="superscript"/>
              </w:rPr>
              <w:t>37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°C±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A62EBD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iCs/>
                <w:vertAlign w:val="superscript"/>
              </w:rPr>
              <w:t>20%O</w:t>
            </w:r>
            <w:r w:rsidR="00A62EBD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±5%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tps1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6B806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E9F5C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47CD1" w14:textId="5AFF3992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bck1,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vertAlign w:val="superscript"/>
              </w:rPr>
              <w:t>28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sac6,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cap2)</w:t>
            </w:r>
            <w:r w:rsidRPr="00C17FEA">
              <w:rPr>
                <w:rFonts w:cs="Arial"/>
                <w:i/>
                <w:vertAlign w:val="superscript"/>
              </w:rPr>
              <w:t>37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sac6)</w:t>
            </w:r>
            <w:r w:rsidRPr="00C17FEA">
              <w:rPr>
                <w:rFonts w:cs="Arial"/>
                <w:i/>
                <w:iCs/>
                <w:vertAlign w:val="superscript"/>
              </w:rPr>
              <w:t>5%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CO</w:t>
            </w:r>
            <w:r w:rsidR="00A62EBD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vertAlign w:val="superscript"/>
              </w:rPr>
              <w:t>,37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cdc3</w:t>
            </w:r>
            <w:r w:rsidRPr="00C17FEA">
              <w:rPr>
                <w:rFonts w:cs="Arial"/>
                <w:i/>
                <w:vertAlign w:val="superscript"/>
              </w:rPr>
              <w:t>24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cdc10</w:t>
            </w:r>
            <w:r w:rsidRPr="00C17FEA">
              <w:rPr>
                <w:rFonts w:cs="Arial"/>
                <w:i/>
                <w:vertAlign w:val="superscript"/>
              </w:rPr>
              <w:t>24/3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cdc11</w:t>
            </w:r>
            <w:r w:rsidRPr="00C17FEA">
              <w:rPr>
                <w:rFonts w:cs="Arial"/>
                <w:i/>
                <w:vertAlign w:val="superscript"/>
              </w:rPr>
              <w:t>24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cdc12</w:t>
            </w:r>
            <w:r w:rsidRPr="00C17FEA">
              <w:rPr>
                <w:rFonts w:cs="Arial"/>
                <w:i/>
                <w:vertAlign w:val="superscript"/>
              </w:rPr>
              <w:t>24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cns5</w:t>
            </w:r>
            <w:r w:rsidRPr="00C17FEA">
              <w:rPr>
                <w:rFonts w:cs="Arial"/>
                <w:i/>
                <w:vertAlign w:val="superscript"/>
              </w:rPr>
              <w:t>24/3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crz1, Δcxd1, Δcxd2, Δcxd3,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dnj1</w:t>
            </w:r>
            <w:r w:rsidRPr="00C17FEA">
              <w:rPr>
                <w:rFonts w:cs="Arial"/>
                <w:i/>
                <w:iCs/>
                <w:vertAlign w:val="superscript"/>
              </w:rPr>
              <w:t>30/37/39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fbp1,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kre5,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kre61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7°C</w:t>
            </w:r>
            <w:r w:rsidRPr="00C17FEA">
              <w:rPr>
                <w:rFonts w:cs="Arial"/>
                <w:i/>
                <w:iCs/>
              </w:rPr>
              <w:t>, Δkre61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7°C</w:t>
            </w:r>
            <w:r w:rsidRPr="00C17FEA">
              <w:rPr>
                <w:rFonts w:cs="Arial"/>
                <w:i/>
                <w:iCs/>
              </w:rPr>
              <w:t>, Δkre62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7°C</w:t>
            </w:r>
            <w:r w:rsidRPr="00C17FEA">
              <w:rPr>
                <w:rFonts w:cs="Arial"/>
                <w:i/>
                <w:iCs/>
              </w:rPr>
              <w:t>, Δkre63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7°C</w:t>
            </w:r>
            <w:r w:rsidRPr="00C17FEA">
              <w:rPr>
                <w:rFonts w:cs="Arial"/>
                <w:i/>
                <w:iCs/>
              </w:rPr>
              <w:t>, Δkre64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0/3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7°C</w:t>
            </w:r>
            <w:r w:rsidRPr="00C17FEA">
              <w:rPr>
                <w:rFonts w:cs="Arial"/>
                <w:i/>
                <w:iCs/>
              </w:rPr>
              <w:t xml:space="preserve">, Δmay1,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Δmpr1,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nth1</w:t>
            </w:r>
            <w:bookmarkStart w:id="166" w:name="OLE_LINK307"/>
            <w:bookmarkStart w:id="167" w:name="OLE_LINK308"/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bookmarkEnd w:id="166"/>
            <w:bookmarkEnd w:id="167"/>
            <w:r w:rsidRPr="00C17FEA">
              <w:rPr>
                <w:rFonts w:cs="Arial"/>
                <w:i/>
                <w:iCs/>
              </w:rPr>
              <w:t xml:space="preserve">, Δopt1, Δpep4, Δprb1, Δprc1,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Δqsp1,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</w:t>
            </w:r>
            <w:r w:rsidRPr="00C17FEA">
              <w:rPr>
                <w:rFonts w:cs="Arial"/>
                <w:i/>
                <w:vertAlign w:val="superscript"/>
              </w:rPr>
              <w:t>/39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°C</w:t>
            </w:r>
            <w:r w:rsidRPr="00C17FEA">
              <w:rPr>
                <w:rFonts w:cs="Arial"/>
                <w:i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 xml:space="preserve">rom2,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rub1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Δscx1,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skn1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tps1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tps2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</w:t>
            </w:r>
            <w:r w:rsidRPr="00C17FEA">
              <w:rPr>
                <w:rFonts w:cs="Arial"/>
                <w:i/>
                <w:vertAlign w:val="superscript"/>
              </w:rPr>
              <w:t>0/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uge1,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ugt1</w:t>
            </w:r>
          </w:p>
        </w:tc>
      </w:tr>
      <w:tr w:rsidR="00B62495" w:rsidRPr="00C17FEA" w14:paraId="33D4ABCF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6DA514" w14:textId="78DDFCA7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lastRenderedPageBreak/>
              <w:t>1.5 M Sorbitol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62B965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F3C52" w14:textId="77329890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Δhog1, Δssk1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9ED87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A48C8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6FA7F" w14:textId="6B13BCED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 xml:space="preserve">Δatf1, Δskn7,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pka1,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pkr1</w:t>
            </w:r>
          </w:p>
        </w:tc>
      </w:tr>
      <w:tr w:rsidR="00B62495" w:rsidRPr="00C17FEA" w14:paraId="608CEAC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DC6552" w14:textId="6F43D099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1.8 M Sorbitol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27C424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C929D" w14:textId="17A66B3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vad1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15C7C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5FDE1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96BE4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3829AA0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E2B4F" w14:textId="666B79D6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2.0 M Sorbitol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10457F" w14:textId="442DFFAD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*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hob1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70423" w14:textId="5E6B6D75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ada2,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alg3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alg9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alg12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cap59,</w:t>
            </w:r>
            <w:r w:rsidR="00A62EBD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bzp2,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hob1,</w:t>
            </w:r>
            <w:r w:rsidR="00A62EBD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cap59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674E0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E9E21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50911" w14:textId="78F88B7C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alg12,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cap59,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hap2,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och1</w:t>
            </w:r>
          </w:p>
        </w:tc>
      </w:tr>
      <w:tr w:rsidR="00B62495" w:rsidRPr="00C17FEA" w14:paraId="09E4055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E27C85" w14:textId="720C0AA8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2.5 M Sorbitol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CFA6FA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58231" w14:textId="5301BD8D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Δugd1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03C35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2B61D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14FEC" w14:textId="04D1A112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fbp1, Δcap10, Δcap59, Δcap60, Δcap64, Δuxs1</w:t>
            </w:r>
          </w:p>
        </w:tc>
      </w:tr>
      <w:tr w:rsidR="00B62495" w:rsidRPr="00C17FEA" w14:paraId="2E43BCF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61EE04" w14:textId="791CD0A7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2% Glycerol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F4C8C6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72C0D" w14:textId="617DA1CF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  <w:r w:rsidRPr="00C17FEA">
              <w:rPr>
                <w:rFonts w:cs="Arial"/>
                <w:i/>
                <w:iCs/>
                <w:vertAlign w:val="superscript"/>
              </w:rPr>
              <w:t>22°C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1A19A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1513C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63ECB" w14:textId="2BB567E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30°C</w:t>
            </w:r>
          </w:p>
        </w:tc>
      </w:tr>
      <w:tr w:rsidR="00B62495" w:rsidRPr="00C17FEA" w14:paraId="1A6F04DC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447481" w14:textId="3DF757D5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pH 4.0 – 4.5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6716C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A201E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ED753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73602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FE709" w14:textId="54F16550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</w:tr>
      <w:tr w:rsidR="00B62495" w:rsidRPr="00C17FEA" w14:paraId="2569259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860B5" w14:textId="4BC88D39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pH 6.4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2F9BD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39669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E1050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4A28E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D0517" w14:textId="67DE9168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Cys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</w:p>
        </w:tc>
      </w:tr>
      <w:tr w:rsidR="00B62495" w:rsidRPr="00C17FEA" w14:paraId="724599C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6DA7E5" w14:textId="6F4CA58B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pH 7.0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EDA3B" w14:textId="6A77B27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Cys/37°C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6BB56" w14:textId="0D05771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bookmarkStart w:id="168" w:name="OLE_LINK296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Cys/</w:t>
            </w:r>
            <w:bookmarkStart w:id="169" w:name="OLE_LINK381"/>
            <w:r w:rsidRPr="00C17FEA">
              <w:rPr>
                <w:rFonts w:cs="Arial"/>
                <w:i/>
                <w:iCs/>
                <w:vertAlign w:val="superscript"/>
              </w:rPr>
              <w:t>30</w:t>
            </w:r>
            <w:bookmarkStart w:id="170" w:name="OLE_LINK353"/>
            <w:bookmarkStart w:id="171" w:name="OLE_LINK354"/>
            <w:r w:rsidRPr="00C17FEA">
              <w:rPr>
                <w:rFonts w:cs="Arial"/>
                <w:i/>
                <w:iCs/>
                <w:vertAlign w:val="superscript"/>
              </w:rPr>
              <w:t>°</w:t>
            </w:r>
            <w:bookmarkEnd w:id="170"/>
            <w:bookmarkEnd w:id="171"/>
            <w:r w:rsidRPr="00C17FEA">
              <w:rPr>
                <w:rFonts w:cs="Arial"/>
                <w:i/>
                <w:iCs/>
                <w:vertAlign w:val="superscript"/>
              </w:rPr>
              <w:t>C</w:t>
            </w:r>
            <w:bookmarkEnd w:id="169"/>
            <w:r w:rsidRPr="00C17FEA">
              <w:rPr>
                <w:rFonts w:cs="Arial"/>
                <w:i/>
                <w:iCs/>
              </w:rPr>
              <w:t xml:space="preserve">, </w:t>
            </w:r>
            <w:bookmarkEnd w:id="168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vph1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DAB09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74C1C" w14:textId="25B65F42" w:rsidR="00881596" w:rsidRPr="00C17FEA" w:rsidRDefault="00881596" w:rsidP="00C17FEA">
            <w:pPr>
              <w:pStyle w:val="MDPI42tablebody"/>
              <w:jc w:val="left"/>
            </w:pPr>
            <w:r w:rsidRPr="00C17FEA">
              <w:rPr>
                <w:rFonts w:cs="Arial"/>
                <w:i/>
                <w:iCs/>
              </w:rPr>
              <w:t>Δqsp1</w:t>
            </w: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FD831" w14:textId="60713FC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gpp2, Δopt1,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vph1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30</w:t>
            </w:r>
            <w:r w:rsidRPr="00C17FEA">
              <w:rPr>
                <w:rFonts w:cs="Arial"/>
                <w:i/>
                <w:iCs/>
                <w:vertAlign w:val="superscript"/>
              </w:rPr>
              <w:t>°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C</w:t>
            </w:r>
          </w:p>
        </w:tc>
      </w:tr>
      <w:tr w:rsidR="00B62495" w:rsidRPr="00C17FEA" w14:paraId="61AD009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F2D8C" w14:textId="73A82568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pH 7.4 – 7.5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32204" w14:textId="14AFF38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Cys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C91E1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50E79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923F7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5A161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1D4CC4A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9779D" w14:textId="3D1D64EB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pH 8.0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E72AA" w14:textId="2BB56908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72" w:name="OLE_LINK110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bookmarkEnd w:id="172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1B92E" w14:textId="698B33B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cna1,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9CFE2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8F773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9FBC6" w14:textId="1C4AFAB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</w:p>
        </w:tc>
      </w:tr>
      <w:tr w:rsidR="00B62495" w:rsidRPr="00C17FEA" w14:paraId="48A3C8F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FFCB3" w14:textId="03806000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pH 8.5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E27B5" w14:textId="6EEF919A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cna1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62BEF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06038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80980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6671" w14:textId="77B1A439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ena1, </w:t>
            </w:r>
            <w:bookmarkStart w:id="173" w:name="OLE_LINK271"/>
            <w:bookmarkStart w:id="174" w:name="OLE_LINK272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ena1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nha1</w:t>
            </w:r>
            <w:bookmarkEnd w:id="173"/>
            <w:bookmarkEnd w:id="174"/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nha1,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hog1</w:t>
            </w:r>
          </w:p>
        </w:tc>
      </w:tr>
      <w:tr w:rsidR="00B62495" w:rsidRPr="00C17FEA" w14:paraId="61B364F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E626D1" w14:textId="74F61278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UV (250 J/m</w:t>
            </w:r>
            <w:r w:rsidRPr="00C17FEA">
              <w:rPr>
                <w:rFonts w:cs="Arial"/>
                <w:iCs/>
                <w:vertAlign w:val="superscript"/>
              </w:rPr>
              <w:t>2</w:t>
            </w:r>
            <w:r w:rsidRPr="00C17FEA">
              <w:rPr>
                <w:rFonts w:cs="Arial"/>
                <w:iCs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C0229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B9765" w14:textId="1F2F77DD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hog1,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ssk1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BAF85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95323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74D0A" w14:textId="7B160CE8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skn7,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ena1,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pdr5-2,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pdr5-3, </w:t>
            </w: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yor1,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 xml:space="preserve">ubc6-2,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ubc8</w:t>
            </w:r>
          </w:p>
        </w:tc>
      </w:tr>
      <w:tr w:rsidR="00B62495" w:rsidRPr="00C17FEA" w14:paraId="76E1CEE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92057" w14:textId="17FA2641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UV (300 J/m</w:t>
            </w:r>
            <w:r w:rsidRPr="00C17FEA">
              <w:rPr>
                <w:rFonts w:cs="Arial"/>
                <w:iCs/>
                <w:vertAlign w:val="superscript"/>
              </w:rPr>
              <w:t>2</w:t>
            </w:r>
            <w:r w:rsidRPr="00C17FEA">
              <w:rPr>
                <w:rFonts w:cs="Arial"/>
                <w:iCs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A72AA" w14:textId="729A5CC2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ssk1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D9B0E" w14:textId="26E573D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</w:rPr>
              <w:t>Δ</w:t>
            </w:r>
            <w:r w:rsidRPr="00C17FEA">
              <w:rPr>
                <w:rFonts w:cs="Arial"/>
                <w:i/>
                <w:iCs/>
                <w:lang w:val="en-ZA"/>
              </w:rPr>
              <w:t>hog1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243E0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2C668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2826A" w14:textId="4B98DDC9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sch9</w:t>
            </w:r>
          </w:p>
        </w:tc>
      </w:tr>
      <w:tr w:rsidR="00B62495" w:rsidRPr="00C17FEA" w14:paraId="6B0A3E4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22C90" w14:textId="42813F16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UV (480 J/m</w:t>
            </w:r>
            <w:r w:rsidRPr="00C17FEA">
              <w:rPr>
                <w:rFonts w:cs="Arial"/>
                <w:iCs/>
                <w:vertAlign w:val="superscript"/>
              </w:rPr>
              <w:t>2</w:t>
            </w:r>
            <w:r w:rsidRPr="00C17FEA">
              <w:rPr>
                <w:rFonts w:cs="Arial"/>
                <w:iCs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544F7A" w14:textId="735E0B60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bwc1,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bwc1,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bwc1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bwc2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9D9E1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86F6B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73E40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C0A0C" w14:textId="79E760A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ops1,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phy1</w:t>
            </w:r>
          </w:p>
        </w:tc>
      </w:tr>
      <w:tr w:rsidR="00B62495" w:rsidRPr="00C17FEA" w14:paraId="5BEB6FE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17BF64" w14:textId="3C73CD65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UV (720 J/m</w:t>
            </w:r>
            <w:r w:rsidRPr="00C17FEA">
              <w:rPr>
                <w:rFonts w:cs="Arial"/>
                <w:iCs/>
                <w:vertAlign w:val="superscript"/>
              </w:rPr>
              <w:t>2</w:t>
            </w:r>
            <w:r w:rsidRPr="00C17FEA">
              <w:rPr>
                <w:rFonts w:cs="Arial"/>
                <w:iCs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63C51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4B2DD" w14:textId="419B76BB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hog1,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pbs2,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ssk1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E8E0B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C19F5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C9D4E" w14:textId="0426B20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skn7,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tco5,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tco7</w:t>
            </w:r>
          </w:p>
        </w:tc>
      </w:tr>
      <w:tr w:rsidR="00B62495" w:rsidRPr="00C17FEA" w14:paraId="1412555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B8AEC" w14:textId="5B87DAE8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LIM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2D70A7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7863E" w14:textId="05E5CA8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cap10,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cft1,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liv8,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rint1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5CE9E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451EC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7B25B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0A57C42D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79E4E7" w14:textId="5B9670A2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SD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4F4265" w14:textId="59D401D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75" w:name="OLE_LINK299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aap4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aap5</w:t>
            </w:r>
            <w:r w:rsidRPr="00C17FEA">
              <w:rPr>
                <w:rFonts w:cs="Arial"/>
                <w:i/>
                <w:iCs/>
                <w:vertAlign w:val="superscript"/>
              </w:rPr>
              <w:t>±10mM Amm+10mM AA±1mM H</w:t>
            </w:r>
            <w:r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A62EBD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</w:t>
            </w:r>
            <w:bookmarkEnd w:id="175"/>
            <w:r w:rsidRPr="00C17FEA">
              <w:rPr>
                <w:rFonts w:cs="Arial"/>
                <w:i/>
                <w:iCs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cys3,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Met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  <w:r w:rsidRPr="00C17FEA">
              <w:rPr>
                <w:rFonts w:cs="Arial"/>
                <w:i/>
                <w:iCs/>
                <w:vertAlign w:val="superscript"/>
              </w:rPr>
              <w:t>0.75mM H</w:t>
            </w:r>
            <w:r w:rsidR="00A62EBD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A62EBD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gpp2</w:t>
            </w:r>
            <w:r w:rsidRPr="00C17FEA">
              <w:rPr>
                <w:rFonts w:cs="Arial"/>
                <w:i/>
                <w:iCs/>
                <w:vertAlign w:val="superscript"/>
              </w:rPr>
              <w:t>0.75–1.0mM NaCl</w:t>
            </w:r>
            <w:r w:rsidR="00A62EBD">
              <w:rPr>
                <w:rFonts w:cs="Arial"/>
                <w:i/>
                <w:iCs/>
                <w:vertAlign w:val="superscript"/>
              </w:rPr>
              <w:t>/</w:t>
            </w:r>
            <w:r w:rsidRPr="00C17FEA">
              <w:rPr>
                <w:rFonts w:cs="Arial"/>
                <w:i/>
                <w:iCs/>
                <w:vertAlign w:val="superscript"/>
              </w:rPr>
              <w:t>KCl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kcs1</w:t>
            </w:r>
            <w:r w:rsidRPr="00C17FEA">
              <w:rPr>
                <w:rFonts w:cs="Arial"/>
                <w:i/>
                <w:iCs/>
                <w:vertAlign w:val="superscript"/>
              </w:rPr>
              <w:t>1% Lac/Glycerol/Oleic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pho4)</w:t>
            </w:r>
            <w:r w:rsidRPr="00C17FEA">
              <w:rPr>
                <w:rFonts w:cs="Arial"/>
                <w:i/>
                <w:iCs/>
                <w:vertAlign w:val="superscript"/>
              </w:rPr>
              <w:t>29mM KCl/β-</w:t>
            </w:r>
            <w:r w:rsidR="005C58FA">
              <w:rPr>
                <w:rFonts w:cs="Arial"/>
                <w:i/>
                <w:iCs/>
                <w:vertAlign w:val="superscript"/>
              </w:rPr>
              <w:t>G</w:t>
            </w:r>
            <w:r w:rsidRPr="00C17FEA">
              <w:rPr>
                <w:rFonts w:cs="Arial"/>
                <w:i/>
                <w:iCs/>
                <w:vertAlign w:val="superscript"/>
              </w:rPr>
              <w:t>lycerol phosphate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Gln/Asn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±33mM Spermidine/0.16mM Lys/0.26mM Ala-</w:t>
            </w:r>
            <w:r w:rsidRPr="00C17FEA">
              <w:rPr>
                <w:rFonts w:cs="Arial"/>
                <w:i/>
                <w:iCs/>
                <w:vertAlign w:val="superscript"/>
              </w:rPr>
              <w:lastRenderedPageBreak/>
              <w:t>Lys/Spermidine+Lys/Spermidine+0.31mM Lys-Ala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±0.16mM Lys/0.26mM Ala-Lys/33mM Spermine/Spermine+25mL/L EtOH+20g/L Glycerol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±33mM Spermidine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2D351" w14:textId="4F58D39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>gpp2,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pho4)</w:t>
            </w:r>
            <w:r w:rsidRPr="00C17FEA">
              <w:rPr>
                <w:rFonts w:cs="Arial"/>
                <w:i/>
                <w:iCs/>
                <w:vertAlign w:val="superscript"/>
              </w:rPr>
              <w:t>29mM KH</w:t>
            </w:r>
            <w:r w:rsidR="005C58FA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PO</w:t>
            </w:r>
            <w:r w:rsidR="005C58FA">
              <w:rPr>
                <w:rFonts w:cs="Arial"/>
                <w:i/>
                <w:iCs/>
                <w:sz w:val="14"/>
                <w:szCs w:val="14"/>
                <w:vertAlign w:val="superscript"/>
              </w:rPr>
              <w:t>4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33mM Spermidine/Spermidine+0.16mM Lys/Spermidine+0.31mM Lys-Ala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0.16mM Lys/0.26mM Ala-Lys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18DDC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C1D0B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30D08" w14:textId="09CDCE4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aap2</w:t>
            </w:r>
            <w:bookmarkStart w:id="176" w:name="OLE_LINK301"/>
            <w:bookmarkStart w:id="177" w:name="OLE_LINK302"/>
            <w:r w:rsidRPr="00C17FEA">
              <w:rPr>
                <w:rFonts w:cs="Arial"/>
                <w:i/>
                <w:iCs/>
                <w:vertAlign w:val="superscript"/>
              </w:rPr>
              <w:t>±</w:t>
            </w:r>
            <w:bookmarkEnd w:id="176"/>
            <w:bookmarkEnd w:id="177"/>
            <w:r w:rsidRPr="00C17FEA">
              <w:rPr>
                <w:rFonts w:cs="Arial"/>
                <w:i/>
                <w:iCs/>
                <w:vertAlign w:val="superscript"/>
              </w:rPr>
              <w:t>10mM Amm+10mM AA±1mM H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aap4</w:t>
            </w:r>
            <w:r w:rsidRPr="00C17FEA">
              <w:rPr>
                <w:rFonts w:cs="Arial"/>
                <w:i/>
                <w:iCs/>
                <w:vertAlign w:val="superscript"/>
              </w:rPr>
              <w:t>±10mM Amm+10mM AA±1mM H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aap5</w:t>
            </w:r>
            <w:r w:rsidRPr="00C17FEA">
              <w:rPr>
                <w:rFonts w:cs="Arial"/>
                <w:i/>
                <w:iCs/>
                <w:vertAlign w:val="superscript"/>
              </w:rPr>
              <w:t>±10mM Amm+10mM AA±1mM H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kcs1</w:t>
            </w:r>
            <w:r w:rsidRPr="00C17FEA">
              <w:rPr>
                <w:rFonts w:cs="Arial"/>
                <w:i/>
                <w:iCs/>
                <w:vertAlign w:val="superscript"/>
              </w:rPr>
              <w:t>29mM KH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>PO</w:t>
            </w:r>
            <w:r w:rsidRPr="005C58FA">
              <w:rPr>
                <w:rFonts w:cs="Arial"/>
                <w:i/>
                <w:iCs/>
                <w:sz w:val="14"/>
                <w:szCs w:val="14"/>
                <w:vertAlign w:val="superscript"/>
              </w:rPr>
              <w:t>4</w:t>
            </w:r>
            <w:r w:rsidRPr="00C17FEA">
              <w:rPr>
                <w:rFonts w:cs="Arial"/>
                <w:i/>
                <w:iCs/>
                <w:vertAlign w:val="superscript"/>
              </w:rPr>
              <w:t>/KCl/β-</w:t>
            </w:r>
            <w:r w:rsidR="005C58FA">
              <w:rPr>
                <w:rFonts w:cs="Arial"/>
                <w:i/>
                <w:iCs/>
                <w:vertAlign w:val="superscript"/>
              </w:rPr>
              <w:t>G</w:t>
            </w:r>
            <w:r w:rsidRPr="00C17FEA">
              <w:rPr>
                <w:rFonts w:cs="Arial"/>
                <w:i/>
                <w:iCs/>
                <w:vertAlign w:val="superscript"/>
              </w:rPr>
              <w:t>lycerol phosphate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20mM Cys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5C58FA">
              <w:rPr>
                <w:rFonts w:cs="Arial"/>
                <w:i/>
                <w:iCs/>
                <w:lang w:val="x-none"/>
              </w:rPr>
              <w:t>Δ</w:t>
            </w:r>
            <w:r w:rsidRPr="005C58FA">
              <w:rPr>
                <w:rFonts w:cs="Arial"/>
                <w:i/>
                <w:iCs/>
              </w:rPr>
              <w:t>gpp2</w:t>
            </w:r>
            <w:r w:rsidRPr="005C58FA">
              <w:rPr>
                <w:rFonts w:cs="Arial"/>
                <w:i/>
                <w:iCs/>
                <w:vertAlign w:val="superscript"/>
              </w:rPr>
              <w:t>0.5M NaCl+25 mM Pro</w:t>
            </w:r>
            <w:r w:rsidRPr="00C17FEA">
              <w:rPr>
                <w:rFonts w:cs="Arial"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Gln/Asn+2mM Leu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33mM Spermidine+0.16mM Lys/Spermidine+0.31mM Lys-Ala</w:t>
            </w:r>
          </w:p>
        </w:tc>
      </w:tr>
      <w:tr w:rsidR="00B62495" w:rsidRPr="00C17FEA" w14:paraId="7D049CF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AC77E5" w14:textId="3610CBB9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SG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804728" w14:textId="3D643FC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10mM Pro+20mM Met, 30°C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6C7DD" w14:textId="32BDEC0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cys3</w:t>
            </w:r>
            <w:r w:rsidRPr="00C17FEA">
              <w:rPr>
                <w:rFonts w:cs="Arial"/>
                <w:i/>
                <w:iCs/>
                <w:vertAlign w:val="superscript"/>
              </w:rPr>
              <w:t>10mM Pro+20mM Met, 37°C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E2634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C6637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A3735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593E4ACA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C28117" w14:textId="7A8AFECC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pH 4.0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DF2274" w14:textId="5AED57E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arg,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cdk8</w:t>
            </w:r>
            <w:r w:rsidRPr="00C17FEA">
              <w:rPr>
                <w:rFonts w:cs="Arial"/>
                <w:i/>
                <w:iCs/>
                <w:vertAlign w:val="superscript"/>
              </w:rPr>
              <w:t>1mM H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gat1</w:t>
            </w:r>
            <w:r w:rsidRPr="00C17FEA">
              <w:rPr>
                <w:rFonts w:cs="Arial"/>
                <w:i/>
                <w:iCs/>
                <w:vertAlign w:val="superscript"/>
              </w:rPr>
              <w:t>10mM Amm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gat1</w:t>
            </w:r>
            <w:r w:rsidRPr="00C17FEA">
              <w:rPr>
                <w:rFonts w:cs="Arial"/>
                <w:i/>
                <w:iCs/>
                <w:vertAlign w:val="superscript"/>
              </w:rPr>
              <w:t>10mM Urate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gat1</w:t>
            </w:r>
            <w:r w:rsidRPr="00C17FEA">
              <w:rPr>
                <w:rFonts w:cs="Arial"/>
                <w:i/>
                <w:iCs/>
                <w:vertAlign w:val="superscript"/>
              </w:rPr>
              <w:t>10mM Urea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gat1</w:t>
            </w:r>
            <w:r w:rsidRPr="00C17FEA">
              <w:rPr>
                <w:rFonts w:cs="Arial"/>
                <w:i/>
                <w:iCs/>
                <w:vertAlign w:val="superscript"/>
              </w:rPr>
              <w:t>10mM Creatinine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Icl1</w:t>
            </w:r>
            <w:r w:rsidRPr="00C17FEA">
              <w:rPr>
                <w:rFonts w:cs="Arial"/>
                <w:i/>
                <w:iCs/>
                <w:vertAlign w:val="superscript"/>
              </w:rPr>
              <w:t>0.2% Oleate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isc1,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leu1</w:t>
            </w:r>
            <w:r w:rsidRPr="00C17FEA">
              <w:rPr>
                <w:rFonts w:cs="Arial"/>
                <w:i/>
                <w:iCs/>
                <w:vertAlign w:val="superscript"/>
              </w:rPr>
              <w:t>±2mM Leu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lys4</w:t>
            </w:r>
            <w:r w:rsidRPr="00C17FEA">
              <w:rPr>
                <w:rFonts w:cs="Arial"/>
                <w:i/>
                <w:iCs/>
                <w:vertAlign w:val="superscript"/>
              </w:rPr>
              <w:t>Amm/Asn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S+1mM H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or 1mM Diamide or 1mM Nitrite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ras1,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±33mM Spermidine/0.16mM Lys/0.26 mM Ala-Lys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±0.16mM Lys/0.26mM Ala-Lys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±33mM Spermidine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ssn801</w:t>
            </w:r>
            <w:r w:rsidRPr="00C17FEA">
              <w:rPr>
                <w:rFonts w:cs="Arial"/>
                <w:i/>
                <w:iCs/>
                <w:vertAlign w:val="superscript"/>
              </w:rPr>
              <w:t>1mM H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9807B" w14:textId="7BB5D4E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cdk8</w:t>
            </w:r>
            <w:r w:rsidRPr="00C17FEA">
              <w:rPr>
                <w:rFonts w:cs="Arial"/>
                <w:i/>
                <w:iCs/>
                <w:vertAlign w:val="superscript"/>
              </w:rPr>
              <w:t>1mM NaN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gat1</w:t>
            </w:r>
            <w:r w:rsidRPr="00C17FEA">
              <w:rPr>
                <w:rFonts w:cs="Arial"/>
                <w:i/>
                <w:iCs/>
                <w:vertAlign w:val="superscript"/>
              </w:rPr>
              <w:t>10mM Pro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pex1,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pex6,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pex7,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pkc1</w:t>
            </w:r>
            <w:r w:rsidRPr="00C17FEA">
              <w:rPr>
                <w:rFonts w:cs="Arial"/>
                <w:i/>
                <w:iCs/>
                <w:vertAlign w:val="superscript"/>
              </w:rPr>
              <w:t>S/S+0.5mM H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253D3B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ppg1,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>33mM Spermidine + 0.16mM Lys/Spermidine+0.31mM Lys-Ala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33 mM Spermidine/Spermidine+0.16mM Lys/Spermidine+0.31mM Lys-Ala/33mM Spermine/Spermine+25mL/L EtOH+20g/L Glycerol,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ssn801</w:t>
            </w:r>
            <w:r w:rsidRPr="00C17FEA">
              <w:rPr>
                <w:rFonts w:cs="Arial"/>
                <w:i/>
                <w:iCs/>
                <w:vertAlign w:val="superscript"/>
              </w:rPr>
              <w:t>1mM NaN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294F9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9E753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C574F" w14:textId="082B82BB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bck1,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bwc2,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cdk8,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cir1,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gat201,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gat204,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gpx2,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gpx2,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lrg1,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lys4</w:t>
            </w:r>
            <w:r w:rsidRPr="00C17FEA">
              <w:rPr>
                <w:rFonts w:cs="Arial"/>
                <w:i/>
                <w:iCs/>
                <w:vertAlign w:val="superscript"/>
              </w:rPr>
              <w:t>Amm/Asn+0.2mg/mL Lys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mkk2,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puf4,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rho10,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rom2,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Spe3-lys9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+0.16mM Lys/0.26mM Ala-Lys/33mM Spermidine+Lys/Spermidine+0.31mM Lys-Ala/43mM Pro+Lys, </w:t>
            </w:r>
            <w:r w:rsidRPr="00C17FEA">
              <w:rPr>
                <w:rFonts w:cs="Arial"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 xml:space="preserve">ssd1,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  <w:r w:rsidRPr="00C17FEA">
              <w:rPr>
                <w:rFonts w:cs="Arial"/>
                <w:i/>
                <w:iCs/>
                <w:vertAlign w:val="superscript"/>
              </w:rPr>
              <w:t>±0.2%Glc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ssn801,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tsa1</w:t>
            </w:r>
          </w:p>
        </w:tc>
      </w:tr>
      <w:tr w:rsidR="00B62495" w:rsidRPr="00C17FEA" w14:paraId="5E044581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F347E" w14:textId="05C6D89B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+ 2% Acetate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4DBC3D" w14:textId="387068B5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 xml:space="preserve">acs1, </w:t>
            </w: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 xml:space="preserve">cdk8, </w:t>
            </w: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 xml:space="preserve">icl1,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mls1,</w:t>
            </w:r>
            <w:r w:rsidRPr="00C17FEA">
              <w:rPr>
                <w:rFonts w:cs="Arial"/>
                <w:i/>
              </w:rPr>
              <w:t xml:space="preserve"> </w:t>
            </w: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>snf1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r w:rsidRPr="00C17FEA">
              <w:rPr>
                <w:rFonts w:cs="Arial"/>
                <w:i/>
              </w:rPr>
              <w:t xml:space="preserve">, </w:t>
            </w: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>ssn801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B2A4D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2CA61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AAF34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007B4" w14:textId="4B6DBCA6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 xml:space="preserve">acs2, </w:t>
            </w: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B62495" w:rsidRPr="00C17FEA" w14:paraId="104C31A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4C0B9" w14:textId="4BEAFE6D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pH 7.0 + 150 μM BPS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62202B" w14:textId="112F7870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0.03% MMS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8FCD8" w14:textId="7EE0EE4C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6mM CQ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600μM CoCl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8μg/mL Phleomycin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100J/m</w:t>
            </w:r>
            <w:r w:rsidR="00253D3B">
              <w:rPr>
                <w:rFonts w:cs="Arial"/>
                <w:i/>
                <w:iCs/>
                <w:vertAlign w:val="superscript"/>
              </w:rPr>
              <w:t>²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UV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8C189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58128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8B3F3" w14:textId="675BFD70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10mM SHAM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500mM Paraquat</w:t>
            </w:r>
            <w:r w:rsidRPr="00C17FEA">
              <w:rPr>
                <w:rFonts w:cs="Arial"/>
                <w:i/>
                <w:iCs/>
              </w:rPr>
              <w:t>,</w:t>
            </w:r>
          </w:p>
        </w:tc>
      </w:tr>
      <w:tr w:rsidR="00B62495" w:rsidRPr="00C17FEA" w14:paraId="56F3839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8EEF16" w14:textId="4F168EE6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pH 7.0 + 100μM FeCl</w:t>
            </w:r>
            <w:r w:rsidRPr="00C17FEA">
              <w:rPr>
                <w:rFonts w:cs="Arial"/>
                <w:iCs/>
                <w:vertAlign w:val="subscript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76FEE6" w14:textId="4F926EC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6mM CQ</w:t>
            </w:r>
            <w:r w:rsidRPr="00C17FEA">
              <w:rPr>
                <w:rFonts w:cs="Arial"/>
                <w:i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8μg/mL Phleomycin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10mM SHAM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0.03% MMS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100J/m</w:t>
            </w:r>
            <w:r w:rsidR="00253D3B">
              <w:rPr>
                <w:rFonts w:cs="Arial"/>
                <w:i/>
                <w:iCs/>
                <w:vertAlign w:val="superscript"/>
              </w:rPr>
              <w:t>²</w:t>
            </w:r>
            <w:r w:rsidRPr="00C17FEA">
              <w:rPr>
                <w:rFonts w:cs="Arial"/>
                <w:i/>
                <w:iCs/>
                <w:vertAlign w:val="superscript"/>
              </w:rPr>
              <w:t xml:space="preserve"> UV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DAA92" w14:textId="32A461F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600μM CoCl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500mM Paraquat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5AE54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DC022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09652" w14:textId="674E865C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</w:p>
        </w:tc>
      </w:tr>
      <w:tr w:rsidR="00B62495" w:rsidRPr="00C17FEA" w14:paraId="5B32DFF2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C668B" w14:textId="4A856484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+ 2% Glc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6EAF1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FF08D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C1242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5614A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242A1" w14:textId="7A6E07C6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cdk8,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mls,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ssn8,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ssn801</w:t>
            </w:r>
          </w:p>
        </w:tc>
      </w:tr>
      <w:tr w:rsidR="00B62495" w:rsidRPr="00C17FEA" w14:paraId="1CFF95E9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DC6936" w14:textId="6A2D1F61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+ 2% Glycerol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BD243F" w14:textId="6019AE2B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acs1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44074" w14:textId="543B90F8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snf1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98B7F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93A16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64B9C" w14:textId="0C3562C6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acs2,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B62495" w:rsidRPr="00C17FEA" w14:paraId="2E8FC0F5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31451" w14:textId="771AEFE3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+ 2 – 3% Ethanol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6F4708" w14:textId="5F71CCE0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acs1,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sod2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4F56A" w14:textId="2BCD9F7E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snf1</w:t>
            </w:r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7D8EB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9A16A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22485" w14:textId="0A6C70C1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acs2,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snf1,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sod1</w:t>
            </w:r>
          </w:p>
        </w:tc>
      </w:tr>
      <w:tr w:rsidR="00B62495" w:rsidRPr="00C17FEA" w14:paraId="38F30728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64179" w14:textId="7D2E56A1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</w:rPr>
              <w:t>YNB + 2% Sucrose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BA8ADC" w14:textId="75BE595E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>snf1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DF3D5" w14:textId="22776728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lang w:val="x-none"/>
              </w:rPr>
              <w:t>Δ</w:t>
            </w:r>
            <w:r w:rsidRPr="00C17FEA">
              <w:rPr>
                <w:rFonts w:cs="Arial"/>
                <w:i/>
              </w:rPr>
              <w:t>snf1</w:t>
            </w:r>
            <w:bookmarkStart w:id="178" w:name="OLE_LINK33"/>
            <w:bookmarkStart w:id="179" w:name="OLE_LINK34"/>
            <w:r w:rsidRPr="00C17FEA">
              <w:rPr>
                <w:rFonts w:cs="Arial"/>
                <w:i/>
                <w:vertAlign w:val="superscript"/>
                <w:lang w:val="x-none"/>
              </w:rPr>
              <w:t>37°C</w:t>
            </w:r>
            <w:bookmarkEnd w:id="178"/>
            <w:bookmarkEnd w:id="179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03162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351F3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B867C" w14:textId="59BD34AF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</w:tr>
      <w:tr w:rsidR="00B62495" w:rsidRPr="00C17FEA" w14:paraId="5744490B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89B554" w14:textId="4A9AFE88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+ 2% Gal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FE25D1" w14:textId="372382E5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snf1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D95A6" w14:textId="68615CB6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ssn8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2C92A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C0B26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4A82A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</w:p>
        </w:tc>
      </w:tr>
      <w:tr w:rsidR="00B62495" w:rsidRPr="00C17FEA" w14:paraId="02F15944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A0D479" w14:textId="7A2EA3EE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+ 0.5% Glc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042304" w14:textId="6A53DE4A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vertAlign w:val="superscript"/>
              </w:rPr>
              <w:t>1mM NaNO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kcs1)</w:t>
            </w:r>
            <w:r w:rsidRPr="00C17FEA">
              <w:rPr>
                <w:rFonts w:cs="Arial"/>
                <w:i/>
                <w:iCs/>
                <w:vertAlign w:val="superscript"/>
              </w:rPr>
              <w:t>1mM NaNO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Δ</w:t>
            </w:r>
            <w:r w:rsidRPr="00C17FEA">
              <w:rPr>
                <w:rFonts w:cs="Arial"/>
                <w:i/>
                <w:iCs/>
              </w:rPr>
              <w:t>kcs1</w:t>
            </w:r>
            <w:r w:rsidRPr="00C17FEA">
              <w:rPr>
                <w:rFonts w:cs="Arial"/>
                <w:i/>
                <w:iCs/>
                <w:vertAlign w:val="superscript"/>
              </w:rPr>
              <w:t>1mM NaNO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00A13" w14:textId="1B586206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bookmarkStart w:id="180" w:name="OLE_LINK57"/>
            <w:r w:rsidRPr="00C17FEA">
              <w:rPr>
                <w:rFonts w:cs="Arial"/>
                <w:i/>
                <w:iCs/>
                <w:vertAlign w:val="superscript"/>
              </w:rPr>
              <w:t>1mM H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bookmarkEnd w:id="180"/>
            <w:r w:rsidRPr="00C17FEA">
              <w:rPr>
                <w:rFonts w:cs="Arial"/>
                <w:i/>
                <w:iCs/>
              </w:rPr>
              <w:t>, (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kcs1)</w:t>
            </w:r>
            <w:r w:rsidRPr="00C17FEA">
              <w:rPr>
                <w:rFonts w:cs="Arial"/>
                <w:i/>
                <w:iCs/>
                <w:vertAlign w:val="superscript"/>
              </w:rPr>
              <w:t>1mM H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Pr="00253D3B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>,</w:t>
            </w:r>
            <w:r w:rsidRPr="00C17FEA">
              <w:rPr>
                <w:rFonts w:cs="Arial"/>
                <w:i/>
                <w:iCs/>
                <w:lang w:val="x-none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lastRenderedPageBreak/>
              <w:t>Δ</w:t>
            </w:r>
            <w:r w:rsidRPr="00C17FEA">
              <w:rPr>
                <w:rFonts w:cs="Arial"/>
                <w:i/>
                <w:iCs/>
              </w:rPr>
              <w:t>kcs1</w:t>
            </w:r>
            <w:r w:rsidRPr="00C17FEA">
              <w:rPr>
                <w:rFonts w:cs="Arial"/>
                <w:i/>
                <w:iCs/>
                <w:vertAlign w:val="superscript"/>
              </w:rPr>
              <w:t>1mM H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  <w:vertAlign w:val="superscript"/>
                <w:lang w:val="x-none"/>
              </w:rPr>
              <w:t>O</w:t>
            </w:r>
            <w:r w:rsidR="007B35F3" w:rsidRPr="00A62EBD">
              <w:rPr>
                <w:rFonts w:cs="Arial"/>
                <w:i/>
                <w:iCs/>
                <w:sz w:val="14"/>
                <w:szCs w:val="14"/>
                <w:vertAlign w:val="superscript"/>
                <w:lang w:val="x-none"/>
              </w:rPr>
              <w:t>2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kcs1,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kcs1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F4888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E43C7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AEFE0" w14:textId="0CC6600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ipk1</w:t>
            </w:r>
          </w:p>
        </w:tc>
      </w:tr>
      <w:tr w:rsidR="00B62495" w:rsidRPr="00C17FEA" w14:paraId="6C77D197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0E17AE" w14:textId="7C1AEBFD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  <w:lang w:val="es-ES"/>
              </w:rPr>
            </w:pPr>
            <w:r w:rsidRPr="00C17FEA">
              <w:rPr>
                <w:rFonts w:cs="Arial"/>
                <w:iCs/>
                <w:lang w:val="es-ES"/>
              </w:rPr>
              <w:t>YNB + 0.2 mg/mL Uracil + 2% Glc + Vitamin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AF431C" w14:textId="052DB54B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81" w:name="OLE_LINK382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ctr4,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ctr4</w:t>
            </w:r>
            <w:r w:rsidRPr="00C17FEA">
              <w:rPr>
                <w:rFonts w:cs="Arial"/>
                <w:i/>
                <w:iCs/>
                <w:vertAlign w:val="superscript"/>
              </w:rPr>
              <w:t>10mM Amm/Pro/Creatinine/</w:t>
            </w:r>
            <w:bookmarkEnd w:id="181"/>
            <w:r w:rsidRPr="00C17FEA">
              <w:rPr>
                <w:rFonts w:cs="Arial"/>
                <w:i/>
                <w:iCs/>
                <w:vertAlign w:val="superscript"/>
              </w:rPr>
              <w:t>Urea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cgp1,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cgp1</w:t>
            </w:r>
            <w:r w:rsidRPr="00C17FEA">
              <w:rPr>
                <w:rFonts w:cs="Arial"/>
                <w:i/>
                <w:iCs/>
                <w:vertAlign w:val="superscript"/>
              </w:rPr>
              <w:t>10mM Creatinine, Leu/Ile/Lys/Gly/Asn/Met/Trp/Val/Thr/Arg/His/Phe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E34EF" w14:textId="4590A356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ctr4</w:t>
            </w:r>
            <w:r w:rsidRPr="00C17FEA">
              <w:rPr>
                <w:rFonts w:cs="Arial"/>
                <w:i/>
                <w:iCs/>
                <w:vertAlign w:val="superscript"/>
              </w:rPr>
              <w:t>10mM Ala/Gln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bookmarkStart w:id="182" w:name="OLE_LINK383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cgp1</w:t>
            </w:r>
            <w:r w:rsidRPr="00C17FEA">
              <w:rPr>
                <w:rFonts w:cs="Arial"/>
                <w:i/>
                <w:iCs/>
                <w:vertAlign w:val="superscript"/>
              </w:rPr>
              <w:t>10mM Amm/Pro</w:t>
            </w:r>
            <w:bookmarkEnd w:id="182"/>
            <w:r w:rsidRPr="00C17FEA">
              <w:rPr>
                <w:rFonts w:cs="Arial"/>
                <w:i/>
                <w:iCs/>
                <w:vertAlign w:val="superscript"/>
              </w:rPr>
              <w:t>/Ala/Gln/Urea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16B4C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E3579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64E54" w14:textId="58D6F0B5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ctr4</w:t>
            </w:r>
            <w:r w:rsidRPr="00C17FEA">
              <w:rPr>
                <w:rFonts w:cs="Arial"/>
                <w:i/>
                <w:iCs/>
                <w:vertAlign w:val="superscript"/>
              </w:rPr>
              <w:t>10mM Leu/Ile/Lys/Gly/Asn/Met/Trp/Val/Thr/Arg/His/Phe</w:t>
            </w:r>
          </w:p>
        </w:tc>
      </w:tr>
      <w:tr w:rsidR="00B62495" w:rsidRPr="00C17FEA" w14:paraId="46D7B636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A8DA55" w14:textId="48DD411F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+ 1 mM NaNO</w:t>
            </w:r>
            <w:r w:rsidRPr="00C17FEA">
              <w:rPr>
                <w:rFonts w:cs="Arial"/>
                <w:iCs/>
                <w:vertAlign w:val="subscript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CF153" w14:textId="6B181548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3067F" w14:textId="77777777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D0E07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FFEDB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0E901" w14:textId="15F54EE4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rho11,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rho10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rho11</w:t>
            </w:r>
          </w:p>
        </w:tc>
      </w:tr>
      <w:tr w:rsidR="00B62495" w:rsidRPr="00C17FEA" w14:paraId="3DCA7873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21C38" w14:textId="7EE02B4F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YNB + 150μM BPS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815C9F" w14:textId="78EA7586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 xml:space="preserve">grx4,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10μM FeSO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</w:rPr>
              <w:t>4</w:t>
            </w:r>
            <w:r w:rsidRPr="00C17FEA">
              <w:rPr>
                <w:rFonts w:cs="Arial"/>
                <w:i/>
                <w:iCs/>
                <w:vertAlign w:val="superscript"/>
              </w:rPr>
              <w:t>/FeCl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</w:rPr>
              <w:t>3</w:t>
            </w:r>
            <w:r w:rsidRPr="00C17FEA">
              <w:rPr>
                <w:rFonts w:cs="Arial"/>
                <w:i/>
                <w:iCs/>
                <w:vertAlign w:val="superscript"/>
              </w:rPr>
              <w:t>/Heme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B1628" w14:textId="55AB9163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100μM Heme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C091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151D2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CA248" w14:textId="31F5589C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grx4</w:t>
            </w:r>
            <w:r w:rsidRPr="00C17FEA">
              <w:rPr>
                <w:rFonts w:cs="Arial"/>
                <w:i/>
                <w:iCs/>
                <w:vertAlign w:val="superscript"/>
              </w:rPr>
              <w:t>100μM FeSO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</w:rPr>
              <w:t>4</w:t>
            </w:r>
            <w:r w:rsidRPr="00C17FEA">
              <w:rPr>
                <w:rFonts w:cs="Arial"/>
                <w:i/>
                <w:iCs/>
                <w:vertAlign w:val="superscript"/>
              </w:rPr>
              <w:t>/FeCl</w:t>
            </w:r>
            <w:r w:rsidRPr="007B35F3">
              <w:rPr>
                <w:rFonts w:cs="Arial"/>
                <w:i/>
                <w:iCs/>
                <w:sz w:val="14"/>
                <w:szCs w:val="14"/>
                <w:vertAlign w:val="superscript"/>
              </w:rPr>
              <w:t>3</w:t>
            </w:r>
          </w:p>
        </w:tc>
      </w:tr>
      <w:tr w:rsidR="00B62495" w:rsidRPr="00C17FEA" w14:paraId="656F8C6E" w14:textId="77777777" w:rsidTr="00D32474"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FED86C" w14:textId="2C5523C0" w:rsidR="00881596" w:rsidRPr="00C17FEA" w:rsidRDefault="00881596" w:rsidP="00C17FEA">
            <w:pPr>
              <w:pStyle w:val="MDPI42tablebody"/>
              <w:jc w:val="left"/>
              <w:rPr>
                <w:rFonts w:cs="Arial"/>
                <w:iCs/>
              </w:rPr>
            </w:pPr>
            <w:r w:rsidRPr="00C17FEA">
              <w:rPr>
                <w:rFonts w:cs="Arial"/>
                <w:iCs/>
              </w:rPr>
              <w:t>ASA (pH 6.5)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C16B7E" w14:textId="594956BD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mpf3</w:t>
            </w:r>
            <w:r w:rsidRPr="00C17FEA">
              <w:rPr>
                <w:rFonts w:cs="Arial"/>
                <w:i/>
                <w:iCs/>
                <w:vertAlign w:val="superscript"/>
              </w:rPr>
              <w:t>1.2M NaCl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pck1</w:t>
            </w:r>
            <w:r w:rsidRPr="00C17FEA">
              <w:rPr>
                <w:rFonts w:cs="Arial"/>
                <w:i/>
                <w:iCs/>
                <w:vertAlign w:val="superscript"/>
              </w:rPr>
              <w:t>2% Lac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tuf1</w:t>
            </w:r>
            <w:r w:rsidRPr="00C17FEA">
              <w:rPr>
                <w:rFonts w:cs="Arial"/>
                <w:i/>
                <w:iCs/>
                <w:vertAlign w:val="superscript"/>
              </w:rPr>
              <w:t>2% Glycerol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5ACD1" w14:textId="7D781532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</w:rPr>
            </w:pP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mpf3</w:t>
            </w:r>
            <w:r w:rsidRPr="00C17FEA">
              <w:rPr>
                <w:rFonts w:cs="Arial"/>
                <w:i/>
                <w:iCs/>
                <w:vertAlign w:val="superscript"/>
              </w:rPr>
              <w:t>1.8M Sorbitol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tuf1</w:t>
            </w:r>
            <w:r w:rsidRPr="00C17FEA">
              <w:rPr>
                <w:rFonts w:cs="Arial"/>
                <w:i/>
                <w:iCs/>
                <w:vertAlign w:val="superscript"/>
              </w:rPr>
              <w:t>2% Glc</w:t>
            </w:r>
            <w:r w:rsidRPr="00C17FEA">
              <w:rPr>
                <w:rFonts w:cs="Arial"/>
                <w:i/>
                <w:iCs/>
              </w:rPr>
              <w:t xml:space="preserve">,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vad1</w:t>
            </w:r>
            <w:r w:rsidRPr="00C17FEA">
              <w:rPr>
                <w:rFonts w:cs="Arial"/>
                <w:i/>
                <w:iCs/>
                <w:vertAlign w:val="superscript"/>
              </w:rPr>
              <w:t>2% Glc+8mM Caffeine</w:t>
            </w:r>
            <w:r w:rsidR="007B35F3">
              <w:rPr>
                <w:rFonts w:cs="Arial"/>
                <w:i/>
                <w:iCs/>
                <w:vertAlign w:val="superscript"/>
              </w:rPr>
              <w:t>/</w:t>
            </w:r>
            <w:r w:rsidRPr="00C17FEA">
              <w:rPr>
                <w:rFonts w:cs="Arial"/>
                <w:i/>
                <w:iCs/>
                <w:vertAlign w:val="superscript"/>
              </w:rPr>
              <w:t>2% Glycerol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3CB48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A5EA6" w14:textId="77777777" w:rsidR="00881596" w:rsidRPr="00C17FEA" w:rsidRDefault="00881596" w:rsidP="00C17FEA">
            <w:pPr>
              <w:pStyle w:val="MDPI42tablebody"/>
              <w:jc w:val="left"/>
            </w:pPr>
          </w:p>
        </w:tc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DE9CE" w14:textId="21B7C32D" w:rsidR="00881596" w:rsidRPr="00C17FEA" w:rsidRDefault="00881596" w:rsidP="00C17FEA">
            <w:pPr>
              <w:pStyle w:val="MDPI42tablebody"/>
              <w:jc w:val="left"/>
              <w:rPr>
                <w:rFonts w:cs="Arial"/>
                <w:i/>
                <w:iCs/>
                <w:lang w:val="x-none"/>
              </w:rPr>
            </w:pPr>
            <w:bookmarkStart w:id="183" w:name="OLE_LINK349"/>
            <w:bookmarkStart w:id="184" w:name="OLE_LINK350"/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pck1</w:t>
            </w:r>
            <w:r w:rsidRPr="00C17FEA">
              <w:rPr>
                <w:rFonts w:cs="Arial"/>
                <w:i/>
                <w:iCs/>
                <w:vertAlign w:val="superscript"/>
              </w:rPr>
              <w:t>2% Glc</w:t>
            </w:r>
            <w:r w:rsidRPr="00C17FEA">
              <w:rPr>
                <w:rFonts w:cs="Arial"/>
                <w:i/>
                <w:iCs/>
              </w:rPr>
              <w:t>,</w:t>
            </w:r>
            <w:bookmarkEnd w:id="183"/>
            <w:bookmarkEnd w:id="184"/>
            <w:r w:rsidRPr="00C17FEA">
              <w:rPr>
                <w:rFonts w:cs="Arial"/>
                <w:i/>
                <w:iCs/>
                <w:vertAlign w:val="superscript"/>
              </w:rPr>
              <w:t xml:space="preserve"> </w:t>
            </w:r>
            <w:r w:rsidRPr="00C17FEA">
              <w:rPr>
                <w:rFonts w:cs="Arial"/>
                <w:i/>
                <w:iCs/>
                <w:lang w:val="x-none"/>
              </w:rPr>
              <w:t>Δ</w:t>
            </w:r>
            <w:r w:rsidRPr="00C17FEA">
              <w:rPr>
                <w:rFonts w:cs="Arial"/>
                <w:i/>
                <w:iCs/>
              </w:rPr>
              <w:t>vad1</w:t>
            </w:r>
            <w:r w:rsidRPr="00C17FEA">
              <w:rPr>
                <w:rFonts w:cs="Arial"/>
                <w:i/>
                <w:iCs/>
                <w:vertAlign w:val="superscript"/>
              </w:rPr>
              <w:t>2% Glc</w:t>
            </w:r>
            <w:r w:rsidR="002D25B7" w:rsidRPr="00C17FEA">
              <w:rPr>
                <w:rFonts w:cs="Arial"/>
                <w:i/>
                <w:iCs/>
                <w:vertAlign w:val="superscript"/>
              </w:rPr>
              <w:t>/</w:t>
            </w:r>
            <w:r w:rsidRPr="00C17FEA">
              <w:rPr>
                <w:rFonts w:cs="Arial"/>
                <w:i/>
                <w:iCs/>
                <w:vertAlign w:val="superscript"/>
              </w:rPr>
              <w:t>2% Lac</w:t>
            </w:r>
          </w:p>
        </w:tc>
      </w:tr>
    </w:tbl>
    <w:p w14:paraId="68A6A2B2" w14:textId="77777777" w:rsidR="009E08D8" w:rsidRPr="009E08D8" w:rsidRDefault="009E08D8" w:rsidP="009E08D8">
      <w:pPr>
        <w:pStyle w:val="MDPI43tablefooter"/>
        <w:ind w:left="0"/>
        <w:rPr>
          <w:iCs/>
          <w:lang w:val="en-GB"/>
        </w:rPr>
      </w:pPr>
      <w:r w:rsidRPr="009E08D8">
        <w:rPr>
          <w:b/>
          <w:bCs/>
          <w:iCs/>
          <w:lang w:val="en-GB"/>
        </w:rPr>
        <w:t>*</w:t>
      </w:r>
      <w:r w:rsidRPr="009E08D8">
        <w:rPr>
          <w:iCs/>
          <w:lang w:val="en-GB"/>
        </w:rPr>
        <w:t xml:space="preserve">glucose starvation; </w:t>
      </w:r>
      <w:r w:rsidRPr="009E08D8">
        <w:rPr>
          <w:b/>
          <w:bCs/>
          <w:iCs/>
          <w:vertAlign w:val="superscript"/>
          <w:lang w:val="en-GB"/>
        </w:rPr>
        <w:t>ovex</w:t>
      </w:r>
      <w:r w:rsidRPr="009E08D8">
        <w:rPr>
          <w:iCs/>
          <w:lang w:val="en-GB"/>
        </w:rPr>
        <w:t>overexpression;</w:t>
      </w:r>
      <w:r w:rsidRPr="009E08D8">
        <w:rPr>
          <w:iCs/>
          <w:vertAlign w:val="superscript"/>
          <w:lang w:val="en-GB"/>
        </w:rPr>
        <w:t xml:space="preserve"> </w:t>
      </w:r>
      <w:r w:rsidRPr="009E08D8">
        <w:rPr>
          <w:b/>
          <w:bCs/>
          <w:iCs/>
          <w:vertAlign w:val="superscript"/>
          <w:lang w:val="en-GB"/>
        </w:rPr>
        <w:t>S</w:t>
      </w:r>
      <w:r w:rsidRPr="009E08D8">
        <w:rPr>
          <w:iCs/>
          <w:lang w:val="en-GB"/>
        </w:rPr>
        <w:t>1.0 M sorbitol</w:t>
      </w:r>
    </w:p>
    <w:p w14:paraId="5BBC6F7D" w14:textId="174CFAEC" w:rsidR="009E08D8" w:rsidRPr="009E08D8" w:rsidRDefault="009E08D8" w:rsidP="009E08D8">
      <w:pPr>
        <w:pStyle w:val="MDPI43tablefooter"/>
        <w:ind w:left="0"/>
        <w:rPr>
          <w:iCs/>
          <w:lang w:val="en-GB"/>
        </w:rPr>
      </w:pPr>
      <w:r w:rsidRPr="009E08D8">
        <w:rPr>
          <w:iCs/>
          <w:lang w:val="en-GB"/>
        </w:rPr>
        <w:t xml:space="preserve">Hyper-sensitive are mutants that failed to grow or </w:t>
      </w:r>
      <w:r>
        <w:rPr>
          <w:iCs/>
          <w:lang w:val="en-GB"/>
        </w:rPr>
        <w:t>showed</w:t>
      </w:r>
      <w:r w:rsidRPr="009E08D8">
        <w:rPr>
          <w:iCs/>
          <w:lang w:val="en-GB"/>
        </w:rPr>
        <w:t xml:space="preserve"> drastic growth reduction compared to the </w:t>
      </w:r>
      <w:r w:rsidRPr="009E08D8">
        <w:rPr>
          <w:i/>
          <w:lang w:val="en-GB"/>
        </w:rPr>
        <w:t>wt</w:t>
      </w:r>
    </w:p>
    <w:p w14:paraId="670E03AC" w14:textId="38A06D55" w:rsidR="009E08D8" w:rsidRPr="009E08D8" w:rsidRDefault="009E08D8" w:rsidP="009E08D8">
      <w:pPr>
        <w:pStyle w:val="MDPI43tablefooter"/>
        <w:ind w:left="0"/>
        <w:rPr>
          <w:iCs/>
          <w:lang w:val="en-GB"/>
        </w:rPr>
      </w:pPr>
      <w:r w:rsidRPr="009E08D8">
        <w:rPr>
          <w:iCs/>
          <w:lang w:val="en-GB"/>
        </w:rPr>
        <w:t>Slightly</w:t>
      </w:r>
      <w:r w:rsidR="00CD0704">
        <w:rPr>
          <w:iCs/>
          <w:lang w:val="en-GB"/>
        </w:rPr>
        <w:t>-</w:t>
      </w:r>
      <w:r w:rsidRPr="009E08D8">
        <w:rPr>
          <w:iCs/>
          <w:lang w:val="en-GB"/>
        </w:rPr>
        <w:t>to</w:t>
      </w:r>
      <w:r w:rsidR="00CD0704">
        <w:rPr>
          <w:iCs/>
          <w:lang w:val="en-GB"/>
        </w:rPr>
        <w:t>-</w:t>
      </w:r>
      <w:r w:rsidRPr="009E08D8">
        <w:rPr>
          <w:iCs/>
          <w:lang w:val="en-GB"/>
        </w:rPr>
        <w:t xml:space="preserve">moderately sensitive are mutants that grow but to a lesser extent compared to the </w:t>
      </w:r>
      <w:r w:rsidRPr="009E08D8">
        <w:rPr>
          <w:i/>
          <w:lang w:val="en-GB"/>
        </w:rPr>
        <w:t>wt</w:t>
      </w:r>
    </w:p>
    <w:p w14:paraId="1FAFC197" w14:textId="70516C2E" w:rsidR="009E08D8" w:rsidRPr="009E08D8" w:rsidRDefault="009E08D8" w:rsidP="009E08D8">
      <w:pPr>
        <w:pStyle w:val="MDPI43tablefooter"/>
        <w:ind w:left="0"/>
        <w:rPr>
          <w:iCs/>
          <w:lang w:val="en-GB"/>
        </w:rPr>
      </w:pPr>
      <w:r w:rsidRPr="009E08D8">
        <w:rPr>
          <w:iCs/>
          <w:lang w:val="en-GB"/>
        </w:rPr>
        <w:t xml:space="preserve">Hyper-resistance are mutants that grow </w:t>
      </w:r>
      <w:r w:rsidR="004D0F12">
        <w:rPr>
          <w:iCs/>
          <w:lang w:val="en-GB"/>
        </w:rPr>
        <w:t xml:space="preserve">over and </w:t>
      </w:r>
      <w:r w:rsidRPr="009E08D8">
        <w:rPr>
          <w:iCs/>
          <w:lang w:val="en-GB"/>
        </w:rPr>
        <w:t xml:space="preserve">beyond the </w:t>
      </w:r>
      <w:r w:rsidRPr="009E08D8">
        <w:rPr>
          <w:i/>
          <w:lang w:val="en-GB"/>
        </w:rPr>
        <w:t>wt</w:t>
      </w:r>
    </w:p>
    <w:p w14:paraId="34A28B1C" w14:textId="77777777" w:rsidR="009E08D8" w:rsidRPr="009E08D8" w:rsidRDefault="009E08D8" w:rsidP="009E08D8">
      <w:pPr>
        <w:pStyle w:val="MDPI43tablefooter"/>
        <w:ind w:left="0"/>
        <w:rPr>
          <w:iCs/>
          <w:lang w:val="en-GB"/>
        </w:rPr>
      </w:pPr>
      <w:r w:rsidRPr="009E08D8">
        <w:rPr>
          <w:iCs/>
          <w:lang w:val="en-GB"/>
        </w:rPr>
        <w:t xml:space="preserve">Slightly to moderately resistant are mutants that grow to a larger extent than the </w:t>
      </w:r>
      <w:r w:rsidRPr="009E08D8">
        <w:rPr>
          <w:i/>
          <w:lang w:val="en-GB"/>
        </w:rPr>
        <w:t>wt</w:t>
      </w:r>
    </w:p>
    <w:p w14:paraId="2FA771B6" w14:textId="6E5E99C0" w:rsidR="009E08D8" w:rsidRPr="009E08D8" w:rsidRDefault="009E08D8" w:rsidP="009E08D8">
      <w:pPr>
        <w:pStyle w:val="MDPI43tablefooter"/>
        <w:ind w:left="0"/>
        <w:sectPr w:rsidR="009E08D8" w:rsidRPr="009E08D8" w:rsidSect="00736178">
          <w:type w:val="continuous"/>
          <w:pgSz w:w="16838" w:h="11906" w:orient="landscape" w:code="9"/>
          <w:pgMar w:top="720" w:right="1418" w:bottom="720" w:left="1077" w:header="1021" w:footer="340" w:gutter="0"/>
          <w:lnNumType w:countBy="1" w:distance="255" w:restart="continuous"/>
          <w:cols w:space="425"/>
          <w:bidi/>
          <w:docGrid w:type="linesAndChars" w:linePitch="326"/>
        </w:sectPr>
      </w:pPr>
      <w:r w:rsidRPr="009E08D8">
        <w:rPr>
          <w:b/>
          <w:iCs/>
          <w:lang w:val="en-GB"/>
        </w:rPr>
        <w:t>/ =</w:t>
      </w:r>
      <w:r w:rsidRPr="009E08D8">
        <w:rPr>
          <w:bCs/>
          <w:iCs/>
          <w:lang w:val="en-GB"/>
        </w:rPr>
        <w:t xml:space="preserve"> or (excluding units and percentage); </w:t>
      </w:r>
      <w:r w:rsidRPr="009E08D8">
        <w:rPr>
          <w:bCs/>
          <w:iCs/>
          <w:lang w:val="en-GB"/>
        </w:rPr>
        <w:sym w:font="Wingdings" w:char="F0E0"/>
      </w:r>
      <w:r w:rsidRPr="009E08D8">
        <w:rPr>
          <w:bCs/>
          <w:iCs/>
          <w:lang w:val="en-GB"/>
        </w:rPr>
        <w:t xml:space="preserve"> = transfer from one condition to another; </w:t>
      </w:r>
      <w:r w:rsidRPr="009E08D8">
        <w:rPr>
          <w:b/>
          <w:iCs/>
          <w:lang w:val="en-GB"/>
        </w:rPr>
        <w:t xml:space="preserve">AA = </w:t>
      </w:r>
      <w:r w:rsidRPr="009E08D8">
        <w:rPr>
          <w:iCs/>
          <w:lang w:val="en-GB"/>
        </w:rPr>
        <w:t xml:space="preserve">amino acids; </w:t>
      </w:r>
      <w:r w:rsidRPr="009E08D8">
        <w:rPr>
          <w:b/>
          <w:bCs/>
          <w:iCs/>
          <w:lang w:val="en-GB"/>
        </w:rPr>
        <w:t xml:space="preserve">Amm = </w:t>
      </w:r>
      <w:r w:rsidRPr="009E08D8">
        <w:rPr>
          <w:iCs/>
          <w:lang w:val="en-GB"/>
        </w:rPr>
        <w:t xml:space="preserve">ammonium sulphate; </w:t>
      </w:r>
      <w:r w:rsidRPr="009E08D8">
        <w:rPr>
          <w:b/>
          <w:bCs/>
          <w:iCs/>
          <w:lang w:val="en-GB"/>
        </w:rPr>
        <w:t xml:space="preserve">ASA = </w:t>
      </w:r>
      <w:r w:rsidRPr="009E08D8">
        <w:rPr>
          <w:iCs/>
          <w:lang w:val="en-GB"/>
        </w:rPr>
        <w:t xml:space="preserve">asparagine salt agar; </w:t>
      </w:r>
      <w:r w:rsidRPr="009E08D8">
        <w:rPr>
          <w:b/>
          <w:iCs/>
          <w:lang w:val="en-GB"/>
        </w:rPr>
        <w:t>Asc =</w:t>
      </w:r>
      <w:r w:rsidRPr="009E08D8">
        <w:rPr>
          <w:iCs/>
          <w:lang w:val="en-GB"/>
        </w:rPr>
        <w:t xml:space="preserve"> ascorbate; </w:t>
      </w:r>
      <w:r w:rsidRPr="009E08D8">
        <w:rPr>
          <w:b/>
          <w:bCs/>
          <w:iCs/>
          <w:lang w:val="en-GB"/>
        </w:rPr>
        <w:t xml:space="preserve">BCS = </w:t>
      </w:r>
      <w:r w:rsidRPr="009E08D8">
        <w:rPr>
          <w:iCs/>
          <w:lang w:val="en-GB"/>
        </w:rPr>
        <w:t xml:space="preserve">bathocuproinedisulfonic acid; </w:t>
      </w:r>
      <w:r w:rsidRPr="009E08D8">
        <w:rPr>
          <w:b/>
          <w:bCs/>
          <w:iCs/>
          <w:lang w:val="en-GB"/>
        </w:rPr>
        <w:t>BPS =</w:t>
      </w:r>
      <w:r w:rsidRPr="009E08D8">
        <w:rPr>
          <w:iCs/>
          <w:lang w:val="en-GB"/>
        </w:rPr>
        <w:t xml:space="preserve"> bathophenanthroline disulfonate; </w:t>
      </w:r>
      <w:r w:rsidRPr="009E08D8">
        <w:rPr>
          <w:b/>
          <w:bCs/>
          <w:iCs/>
          <w:lang w:val="en-GB"/>
        </w:rPr>
        <w:t>BFA =</w:t>
      </w:r>
      <w:r w:rsidRPr="009E08D8">
        <w:rPr>
          <w:iCs/>
          <w:lang w:val="en-GB"/>
        </w:rPr>
        <w:t xml:space="preserve"> brefeldin A; </w:t>
      </w:r>
      <w:r w:rsidRPr="009E08D8">
        <w:rPr>
          <w:b/>
          <w:bCs/>
          <w:iCs/>
          <w:lang w:val="en-GB"/>
        </w:rPr>
        <w:t>CCM =</w:t>
      </w:r>
      <w:r w:rsidRPr="009E08D8">
        <w:rPr>
          <w:iCs/>
          <w:lang w:val="en-GB"/>
        </w:rPr>
        <w:t xml:space="preserve"> curcumin; </w:t>
      </w:r>
      <w:r w:rsidRPr="009E08D8">
        <w:rPr>
          <w:b/>
          <w:bCs/>
          <w:iCs/>
          <w:lang w:val="en-GB"/>
        </w:rPr>
        <w:t>CDNB =</w:t>
      </w:r>
      <w:r w:rsidRPr="009E08D8">
        <w:rPr>
          <w:iCs/>
          <w:lang w:val="en-GB"/>
        </w:rPr>
        <w:t xml:space="preserve"> 1-chloro-2,4-dinitrobenzene; </w:t>
      </w:r>
      <w:r w:rsidRPr="009E08D8">
        <w:rPr>
          <w:b/>
          <w:iCs/>
          <w:lang w:val="en-GB"/>
        </w:rPr>
        <w:t>CFW</w:t>
      </w:r>
      <w:r w:rsidRPr="009E08D8">
        <w:rPr>
          <w:iCs/>
          <w:lang w:val="en-GB"/>
        </w:rPr>
        <w:t xml:space="preserve"> = calcofluor white; </w:t>
      </w:r>
      <w:r w:rsidRPr="009E08D8">
        <w:rPr>
          <w:b/>
          <w:iCs/>
          <w:lang w:val="en-GB"/>
        </w:rPr>
        <w:t>COOH</w:t>
      </w:r>
      <w:r w:rsidRPr="009E08D8">
        <w:rPr>
          <w:iCs/>
          <w:lang w:val="en-GB"/>
        </w:rPr>
        <w:t xml:space="preserve"> = cumene hydroperoxide; </w:t>
      </w:r>
      <w:r w:rsidRPr="009E08D8">
        <w:rPr>
          <w:b/>
          <w:bCs/>
          <w:iCs/>
          <w:lang w:val="en-GB"/>
        </w:rPr>
        <w:t>CQ =</w:t>
      </w:r>
      <w:r w:rsidRPr="009E08D8">
        <w:rPr>
          <w:iCs/>
          <w:lang w:val="en-GB"/>
        </w:rPr>
        <w:t xml:space="preserve"> chloroquine;</w:t>
      </w:r>
      <w:r w:rsidRPr="009E08D8">
        <w:rPr>
          <w:b/>
          <w:bCs/>
          <w:iCs/>
          <w:lang w:val="en-GB"/>
        </w:rPr>
        <w:t xml:space="preserve"> CR = </w:t>
      </w:r>
      <w:r w:rsidRPr="009E08D8">
        <w:rPr>
          <w:iCs/>
          <w:lang w:val="en-GB"/>
        </w:rPr>
        <w:t xml:space="preserve">Congo red; </w:t>
      </w:r>
      <w:r w:rsidRPr="009E08D8">
        <w:rPr>
          <w:b/>
          <w:iCs/>
          <w:lang w:val="en-GB"/>
        </w:rPr>
        <w:t>DDT</w:t>
      </w:r>
      <w:r w:rsidRPr="009E08D8">
        <w:rPr>
          <w:iCs/>
          <w:lang w:val="en-GB"/>
        </w:rPr>
        <w:t xml:space="preserve"> = dithiothreitol; </w:t>
      </w:r>
      <w:r w:rsidRPr="009E08D8">
        <w:rPr>
          <w:b/>
          <w:bCs/>
          <w:iCs/>
          <w:lang w:val="en-GB"/>
        </w:rPr>
        <w:t>EGTA =</w:t>
      </w:r>
      <w:r w:rsidRPr="009E08D8">
        <w:rPr>
          <w:iCs/>
          <w:lang w:val="en-GB"/>
        </w:rPr>
        <w:t xml:space="preserve"> </w:t>
      </w:r>
      <w:r w:rsidRPr="009E08D8">
        <w:rPr>
          <w:lang w:val="en-GB"/>
        </w:rPr>
        <w:t xml:space="preserve">ethylene glycol-bis (β-aminoethyl ether)-N, N, N′,N′-tetraacetic acid; </w:t>
      </w:r>
      <w:r w:rsidRPr="009E08D8">
        <w:rPr>
          <w:b/>
          <w:bCs/>
          <w:iCs/>
          <w:lang w:val="en-GB"/>
        </w:rPr>
        <w:t xml:space="preserve">EtOH = </w:t>
      </w:r>
      <w:r w:rsidRPr="009E08D8">
        <w:rPr>
          <w:iCs/>
          <w:lang w:val="en-GB"/>
        </w:rPr>
        <w:t xml:space="preserve">ethanol; </w:t>
      </w:r>
      <w:r w:rsidRPr="009E08D8">
        <w:rPr>
          <w:b/>
          <w:bCs/>
          <w:iCs/>
          <w:lang w:val="en-GB"/>
        </w:rPr>
        <w:t>Gal =</w:t>
      </w:r>
      <w:r w:rsidRPr="009E08D8">
        <w:rPr>
          <w:iCs/>
          <w:lang w:val="en-GB"/>
        </w:rPr>
        <w:t xml:space="preserve"> galactose; </w:t>
      </w:r>
      <w:r w:rsidR="00A3018E" w:rsidRPr="00A3018E">
        <w:rPr>
          <w:b/>
          <w:bCs/>
          <w:i/>
          <w:lang w:val="en-GB"/>
        </w:rPr>
        <w:t>P</w:t>
      </w:r>
      <w:r w:rsidR="00A3018E" w:rsidRPr="00A3018E">
        <w:rPr>
          <w:b/>
          <w:bCs/>
          <w:i/>
          <w:vertAlign w:val="subscript"/>
          <w:lang w:val="en-GB"/>
        </w:rPr>
        <w:t>g</w:t>
      </w:r>
      <w:r w:rsidRPr="00A3018E">
        <w:rPr>
          <w:b/>
          <w:bCs/>
          <w:i/>
          <w:vertAlign w:val="subscript"/>
          <w:lang w:val="en-GB"/>
        </w:rPr>
        <w:t>al7</w:t>
      </w:r>
      <w:r w:rsidRPr="009E08D8">
        <w:rPr>
          <w:iCs/>
          <w:lang w:val="en-GB"/>
        </w:rPr>
        <w:t xml:space="preserve"> = galactose promoter; </w:t>
      </w:r>
      <w:r w:rsidRPr="009E08D8">
        <w:rPr>
          <w:b/>
          <w:i/>
          <w:lang w:val="en-GB"/>
        </w:rPr>
        <w:t>Gene</w:t>
      </w:r>
      <w:r w:rsidRPr="009E08D8">
        <w:rPr>
          <w:b/>
          <w:i/>
          <w:vertAlign w:val="superscript"/>
          <w:lang w:val="en-GB"/>
        </w:rPr>
        <w:t>x</w:t>
      </w:r>
      <w:r w:rsidRPr="009E08D8">
        <w:rPr>
          <w:b/>
          <w:iCs/>
          <w:vertAlign w:val="superscript"/>
          <w:lang w:val="en-GB"/>
        </w:rPr>
        <w:t>#y</w:t>
      </w:r>
      <w:r w:rsidRPr="009E08D8">
        <w:rPr>
          <w:b/>
          <w:bCs/>
          <w:iCs/>
          <w:lang w:val="en-GB"/>
        </w:rPr>
        <w:t xml:space="preserve"> =</w:t>
      </w:r>
      <w:r w:rsidRPr="009E08D8">
        <w:rPr>
          <w:iCs/>
          <w:lang w:val="en-GB"/>
        </w:rPr>
        <w:t xml:space="preserve"> point mutation in the wild type gene; </w:t>
      </w:r>
      <w:r w:rsidRPr="009E08D8">
        <w:rPr>
          <w:b/>
          <w:bCs/>
          <w:iCs/>
          <w:lang w:val="en-GB"/>
        </w:rPr>
        <w:t xml:space="preserve">Glc = </w:t>
      </w:r>
      <w:r w:rsidRPr="009E08D8">
        <w:rPr>
          <w:iCs/>
          <w:lang w:val="en-GB"/>
        </w:rPr>
        <w:t xml:space="preserve">glucose; </w:t>
      </w:r>
      <w:r w:rsidRPr="009E08D8">
        <w:rPr>
          <w:b/>
          <w:iCs/>
          <w:lang w:val="en-GB"/>
        </w:rPr>
        <w:t>HU</w:t>
      </w:r>
      <w:r w:rsidRPr="009E08D8">
        <w:rPr>
          <w:iCs/>
          <w:lang w:val="en-GB"/>
        </w:rPr>
        <w:t xml:space="preserve"> = hydroxyurea; </w:t>
      </w:r>
      <w:r w:rsidRPr="009E08D8">
        <w:rPr>
          <w:b/>
          <w:bCs/>
          <w:iCs/>
          <w:lang w:val="en-GB"/>
        </w:rPr>
        <w:t xml:space="preserve">Lac = </w:t>
      </w:r>
      <w:r w:rsidRPr="009E08D8">
        <w:rPr>
          <w:iCs/>
          <w:lang w:val="en-GB"/>
        </w:rPr>
        <w:t xml:space="preserve">lactate; </w:t>
      </w:r>
      <w:r w:rsidRPr="009E08D8">
        <w:rPr>
          <w:b/>
          <w:iCs/>
          <w:lang w:val="en-GB"/>
        </w:rPr>
        <w:t>LIM</w:t>
      </w:r>
      <w:r w:rsidRPr="009E08D8">
        <w:rPr>
          <w:iCs/>
          <w:lang w:val="en-GB"/>
        </w:rPr>
        <w:t xml:space="preserve"> = limiting/low-iron media; </w:t>
      </w:r>
      <w:r w:rsidRPr="009E08D8">
        <w:rPr>
          <w:b/>
          <w:iCs/>
          <w:lang w:val="en-GB"/>
        </w:rPr>
        <w:t>MG</w:t>
      </w:r>
      <w:r w:rsidRPr="009E08D8">
        <w:rPr>
          <w:iCs/>
          <w:lang w:val="en-GB"/>
        </w:rPr>
        <w:t xml:space="preserve"> = methylglyoxal; </w:t>
      </w:r>
      <w:r w:rsidRPr="009E08D8">
        <w:rPr>
          <w:b/>
          <w:iCs/>
          <w:lang w:val="en-GB"/>
        </w:rPr>
        <w:t>MMS</w:t>
      </w:r>
      <w:r w:rsidRPr="009E08D8">
        <w:rPr>
          <w:iCs/>
          <w:lang w:val="en-GB"/>
        </w:rPr>
        <w:t xml:space="preserve"> = methylmethane sulfonate; </w:t>
      </w:r>
      <w:r w:rsidRPr="009E08D8">
        <w:rPr>
          <w:b/>
          <w:bCs/>
          <w:iCs/>
          <w:lang w:val="en-GB"/>
        </w:rPr>
        <w:t>MND =</w:t>
      </w:r>
      <w:r w:rsidRPr="009E08D8">
        <w:rPr>
          <w:iCs/>
          <w:lang w:val="en-GB"/>
        </w:rPr>
        <w:t xml:space="preserve"> menadione; </w:t>
      </w:r>
      <w:r w:rsidRPr="009E08D8">
        <w:rPr>
          <w:b/>
          <w:bCs/>
          <w:iCs/>
          <w:lang w:val="en-GB"/>
        </w:rPr>
        <w:t>MNS =</w:t>
      </w:r>
      <w:r w:rsidRPr="009E08D8">
        <w:rPr>
          <w:iCs/>
          <w:lang w:val="en-GB"/>
        </w:rPr>
        <w:t xml:space="preserve"> monensin; </w:t>
      </w:r>
      <w:r w:rsidRPr="009E08D8">
        <w:rPr>
          <w:b/>
          <w:bCs/>
          <w:iCs/>
          <w:lang w:val="en-GB"/>
        </w:rPr>
        <w:t>NCZ =</w:t>
      </w:r>
      <w:r w:rsidRPr="009E08D8">
        <w:rPr>
          <w:iCs/>
          <w:lang w:val="en-GB"/>
        </w:rPr>
        <w:t xml:space="preserve"> nocodazole; </w:t>
      </w:r>
      <w:r w:rsidRPr="009E08D8">
        <w:rPr>
          <w:b/>
          <w:bCs/>
          <w:iCs/>
          <w:lang w:val="en-GB"/>
        </w:rPr>
        <w:t>NEM =</w:t>
      </w:r>
      <w:r w:rsidRPr="009E08D8">
        <w:rPr>
          <w:iCs/>
          <w:lang w:val="en-GB"/>
        </w:rPr>
        <w:t xml:space="preserve"> N-ethylmaleimide; </w:t>
      </w:r>
      <w:r w:rsidRPr="009E08D8">
        <w:rPr>
          <w:b/>
          <w:bCs/>
          <w:iCs/>
          <w:lang w:val="en-GB"/>
        </w:rPr>
        <w:t>Paraquat™</w:t>
      </w:r>
      <w:r w:rsidRPr="009E08D8">
        <w:rPr>
          <w:iCs/>
          <w:lang w:val="en-GB"/>
        </w:rPr>
        <w:t xml:space="preserve"> </w:t>
      </w:r>
      <w:r w:rsidRPr="009E08D8">
        <w:rPr>
          <w:b/>
          <w:bCs/>
          <w:iCs/>
          <w:lang w:val="en-GB"/>
        </w:rPr>
        <w:t>=</w:t>
      </w:r>
      <w:r w:rsidRPr="009E08D8">
        <w:rPr>
          <w:iCs/>
          <w:lang w:val="en-GB"/>
        </w:rPr>
        <w:t xml:space="preserve"> a trademark name (N,N′-dimethyl-4,4′-bipyridinium dichloride, also known as methyl viologen); </w:t>
      </w:r>
      <w:r w:rsidRPr="009E08D8">
        <w:rPr>
          <w:b/>
          <w:iCs/>
          <w:lang w:val="en-GB"/>
        </w:rPr>
        <w:t>RPM</w:t>
      </w:r>
      <w:r w:rsidRPr="009E08D8">
        <w:rPr>
          <w:iCs/>
          <w:lang w:val="en-GB"/>
        </w:rPr>
        <w:t xml:space="preserve"> = rapamycin; </w:t>
      </w:r>
      <w:r w:rsidRPr="009E08D8">
        <w:rPr>
          <w:b/>
          <w:iCs/>
          <w:lang w:val="en-GB"/>
        </w:rPr>
        <w:t>SDS</w:t>
      </w:r>
      <w:r w:rsidRPr="009E08D8">
        <w:rPr>
          <w:iCs/>
          <w:lang w:val="en-GB"/>
        </w:rPr>
        <w:t xml:space="preserve"> = sodium dodecyl sulphate; </w:t>
      </w:r>
      <w:r w:rsidRPr="009E08D8">
        <w:rPr>
          <w:b/>
          <w:iCs/>
          <w:lang w:val="en-GB"/>
        </w:rPr>
        <w:t>SD</w:t>
      </w:r>
      <w:r w:rsidRPr="009E08D8">
        <w:rPr>
          <w:iCs/>
          <w:lang w:val="en-GB"/>
        </w:rPr>
        <w:t xml:space="preserve"> = synthetic dextrose mostly contains 10 mM NH</w:t>
      </w:r>
      <w:r w:rsidRPr="009E08D8">
        <w:rPr>
          <w:iCs/>
          <w:vertAlign w:val="subscript"/>
          <w:lang w:val="en-GB"/>
        </w:rPr>
        <w:t>4</w:t>
      </w:r>
      <w:r w:rsidRPr="009E08D8">
        <w:rPr>
          <w:iCs/>
          <w:vertAlign w:val="superscript"/>
          <w:lang w:val="en-GB"/>
        </w:rPr>
        <w:t>+</w:t>
      </w:r>
      <w:r w:rsidRPr="009E08D8">
        <w:rPr>
          <w:iCs/>
          <w:lang w:val="en-GB"/>
        </w:rPr>
        <w:t xml:space="preserve">; </w:t>
      </w:r>
      <w:r w:rsidRPr="009E08D8">
        <w:rPr>
          <w:b/>
          <w:iCs/>
          <w:lang w:val="en-GB"/>
        </w:rPr>
        <w:t>SG</w:t>
      </w:r>
      <w:r w:rsidRPr="009E08D8">
        <w:rPr>
          <w:iCs/>
          <w:lang w:val="en-GB"/>
        </w:rPr>
        <w:t xml:space="preserve"> = synthetic galactose; </w:t>
      </w:r>
      <w:r w:rsidRPr="009E08D8">
        <w:rPr>
          <w:b/>
          <w:i/>
          <w:iCs/>
          <w:lang w:val="en-GB"/>
        </w:rPr>
        <w:t>t-</w:t>
      </w:r>
      <w:r w:rsidRPr="009E08D8">
        <w:rPr>
          <w:b/>
          <w:iCs/>
          <w:lang w:val="en-GB"/>
        </w:rPr>
        <w:t>BOOH</w:t>
      </w:r>
      <w:r w:rsidRPr="009E08D8">
        <w:rPr>
          <w:iCs/>
          <w:lang w:val="en-GB"/>
        </w:rPr>
        <w:t xml:space="preserve"> = </w:t>
      </w:r>
      <w:r w:rsidRPr="009E08D8">
        <w:rPr>
          <w:i/>
          <w:iCs/>
          <w:lang w:val="en-GB"/>
        </w:rPr>
        <w:t>tert-</w:t>
      </w:r>
      <w:r w:rsidRPr="009E08D8">
        <w:rPr>
          <w:iCs/>
          <w:lang w:val="en-GB"/>
        </w:rPr>
        <w:t xml:space="preserve">butyl hydroperoxide; </w:t>
      </w:r>
      <w:r w:rsidRPr="009E08D8">
        <w:rPr>
          <w:b/>
          <w:iCs/>
          <w:lang w:val="en-GB"/>
        </w:rPr>
        <w:t>TCM</w:t>
      </w:r>
      <w:r w:rsidRPr="009E08D8">
        <w:rPr>
          <w:iCs/>
          <w:lang w:val="en-GB"/>
        </w:rPr>
        <w:t xml:space="preserve"> = tunicamycin; </w:t>
      </w:r>
      <w:r w:rsidRPr="009E08D8">
        <w:rPr>
          <w:b/>
          <w:bCs/>
          <w:iCs/>
          <w:lang w:val="en-GB"/>
        </w:rPr>
        <w:t>YNB =</w:t>
      </w:r>
      <w:r w:rsidRPr="009E08D8">
        <w:rPr>
          <w:iCs/>
          <w:lang w:val="en-GB"/>
        </w:rPr>
        <w:t xml:space="preserve"> yeast nitrogen base</w:t>
      </w:r>
      <w:r w:rsidRPr="00325902">
        <w:t>.</w:t>
      </w:r>
      <w:r>
        <w:tab/>
      </w:r>
    </w:p>
    <w:p w14:paraId="5AE3EE37" w14:textId="5284EF89" w:rsidR="00C34A11" w:rsidRDefault="009071F7" w:rsidP="00D16B57">
      <w:pPr>
        <w:pStyle w:val="MDPI63Notes"/>
      </w:pPr>
      <w:r w:rsidRPr="00DD79D8">
        <w:rPr>
          <w:b/>
        </w:rPr>
        <w:lastRenderedPageBreak/>
        <w:t>Disclaimer/Publisher’s Note:</w:t>
      </w:r>
      <w:r w:rsidRPr="00DD79D8">
        <w:t xml:space="preserve"> The statements, opinions and data contained in all publications are solely those of the individual author(s) and contributor(s) and not of MDPI and/or the editor(s). MDPI and/or the editor(s) disclaim responsibility for any injury to people or property resulting from any ideas, methods, instructions or products referred to in the content.</w:t>
      </w:r>
    </w:p>
    <w:sectPr w:rsidR="00C34A11" w:rsidSect="004C6CC5">
      <w:pgSz w:w="11906" w:h="16838" w:code="9"/>
      <w:pgMar w:top="1417" w:right="720" w:bottom="1077" w:left="720" w:header="1020" w:footer="340" w:gutter="0"/>
      <w:lnNumType w:countBy="1" w:distance="255" w:restart="continuous"/>
      <w:cols w:space="425"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ACA0" w14:textId="77777777" w:rsidR="00760852" w:rsidRDefault="00760852">
      <w:pPr>
        <w:spacing w:line="240" w:lineRule="auto"/>
      </w:pPr>
      <w:r>
        <w:separator/>
      </w:r>
    </w:p>
  </w:endnote>
  <w:endnote w:type="continuationSeparator" w:id="0">
    <w:p w14:paraId="7787E277" w14:textId="77777777" w:rsidR="00760852" w:rsidRDefault="007608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JansonTextLTStd-Roman">
    <w:altName w:val="Cambria"/>
    <w:panose1 w:val="00000000000000000000"/>
    <w:charset w:val="00"/>
    <w:family w:val="roman"/>
    <w:notTrueType/>
    <w:pitch w:val="default"/>
  </w:font>
  <w:font w:name="MTSY">
    <w:panose1 w:val="00000000000000000000"/>
    <w:charset w:val="00"/>
    <w:family w:val="roman"/>
    <w:notTrueType/>
    <w:pitch w:val="default"/>
  </w:font>
  <w:font w:name="EURM10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2A32" w14:textId="77777777" w:rsidR="008765C7" w:rsidRPr="00327793" w:rsidRDefault="008765C7" w:rsidP="008765C7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43F18" w14:textId="77777777" w:rsidR="00A920FE" w:rsidRDefault="00A920FE" w:rsidP="00D165AC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  <w:lang w:val="it-IT"/>
      </w:rPr>
    </w:pPr>
  </w:p>
  <w:p w14:paraId="5A45539C" w14:textId="77777777" w:rsidR="008765C7" w:rsidRPr="003E46A8" w:rsidRDefault="008765C7" w:rsidP="00AA048A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</w:rPr>
    </w:pPr>
    <w:r w:rsidRPr="00B67F2D">
      <w:rPr>
        <w:i/>
        <w:sz w:val="16"/>
        <w:szCs w:val="16"/>
        <w:lang w:val="it-IT"/>
      </w:rPr>
      <w:t xml:space="preserve">J. Fungi </w:t>
    </w:r>
    <w:r w:rsidR="00E53437">
      <w:rPr>
        <w:b/>
        <w:bCs/>
        <w:iCs/>
        <w:sz w:val="16"/>
        <w:szCs w:val="16"/>
        <w:lang w:val="it-IT"/>
      </w:rPr>
      <w:t>2023</w:t>
    </w:r>
    <w:r w:rsidR="003174AC" w:rsidRPr="003174AC">
      <w:rPr>
        <w:bCs/>
        <w:iCs/>
        <w:sz w:val="16"/>
        <w:szCs w:val="16"/>
        <w:lang w:val="it-IT"/>
      </w:rPr>
      <w:t>,</w:t>
    </w:r>
    <w:r w:rsidR="00E53437">
      <w:rPr>
        <w:bCs/>
        <w:i/>
        <w:iCs/>
        <w:sz w:val="16"/>
        <w:szCs w:val="16"/>
        <w:lang w:val="it-IT"/>
      </w:rPr>
      <w:t xml:space="preserve"> 9</w:t>
    </w:r>
    <w:r w:rsidR="003174AC" w:rsidRPr="003174AC">
      <w:rPr>
        <w:bCs/>
        <w:iCs/>
        <w:sz w:val="16"/>
        <w:szCs w:val="16"/>
        <w:lang w:val="it-IT"/>
      </w:rPr>
      <w:t xml:space="preserve">, </w:t>
    </w:r>
    <w:r w:rsidR="00133C79">
      <w:rPr>
        <w:bCs/>
        <w:iCs/>
        <w:sz w:val="16"/>
        <w:szCs w:val="16"/>
        <w:lang w:val="it-IT"/>
      </w:rPr>
      <w:t>x</w:t>
    </w:r>
    <w:r w:rsidR="00A920FE">
      <w:rPr>
        <w:bCs/>
        <w:iCs/>
        <w:sz w:val="16"/>
        <w:szCs w:val="16"/>
        <w:lang w:val="it-IT"/>
      </w:rPr>
      <w:t>. https://doi.org/10.3390/xxxxx</w:t>
    </w:r>
    <w:r w:rsidR="00AA048A" w:rsidRPr="003E46A8">
      <w:rPr>
        <w:sz w:val="16"/>
        <w:szCs w:val="16"/>
      </w:rPr>
      <w:tab/>
    </w:r>
    <w:r w:rsidRPr="003E46A8">
      <w:rPr>
        <w:sz w:val="16"/>
        <w:szCs w:val="16"/>
      </w:rPr>
      <w:t>www.mdpi.com/journal/</w:t>
    </w:r>
    <w:r w:rsidRPr="00B67F2D">
      <w:rPr>
        <w:sz w:val="16"/>
        <w:szCs w:val="16"/>
        <w:lang w:val="it-IT"/>
      </w:rPr>
      <w:t>jof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417F" w14:textId="77777777" w:rsidR="00760852" w:rsidRDefault="00760852">
      <w:pPr>
        <w:spacing w:line="240" w:lineRule="auto"/>
      </w:pPr>
      <w:r>
        <w:separator/>
      </w:r>
    </w:p>
  </w:footnote>
  <w:footnote w:type="continuationSeparator" w:id="0">
    <w:p w14:paraId="50868BF6" w14:textId="77777777" w:rsidR="00760852" w:rsidRDefault="007608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D7D15" w14:textId="77777777" w:rsidR="008765C7" w:rsidRDefault="008765C7" w:rsidP="008765C7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52877" w14:textId="77777777" w:rsidR="00A920FE" w:rsidRDefault="008765C7" w:rsidP="00AA048A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J. Fungi </w:t>
    </w:r>
    <w:r w:rsidR="00E53437">
      <w:rPr>
        <w:b/>
        <w:sz w:val="16"/>
      </w:rPr>
      <w:t>2023</w:t>
    </w:r>
    <w:r w:rsidR="003174AC" w:rsidRPr="003174AC">
      <w:rPr>
        <w:sz w:val="16"/>
      </w:rPr>
      <w:t>,</w:t>
    </w:r>
    <w:r w:rsidR="00E53437">
      <w:rPr>
        <w:i/>
        <w:sz w:val="16"/>
      </w:rPr>
      <w:t xml:space="preserve"> 9</w:t>
    </w:r>
    <w:r w:rsidR="00133C79">
      <w:rPr>
        <w:sz w:val="16"/>
      </w:rPr>
      <w:t>, x FOR PEER REVIEW</w:t>
    </w:r>
    <w:r w:rsidR="00AA048A">
      <w:rPr>
        <w:sz w:val="16"/>
      </w:rPr>
      <w:tab/>
    </w:r>
    <w:r w:rsidR="00133C79">
      <w:rPr>
        <w:sz w:val="16"/>
      </w:rPr>
      <w:fldChar w:fldCharType="begin"/>
    </w:r>
    <w:r w:rsidR="00133C79">
      <w:rPr>
        <w:sz w:val="16"/>
      </w:rPr>
      <w:instrText xml:space="preserve"> PAGE   \* MERGEFORMAT </w:instrText>
    </w:r>
    <w:r w:rsidR="00133C79">
      <w:rPr>
        <w:sz w:val="16"/>
      </w:rPr>
      <w:fldChar w:fldCharType="separate"/>
    </w:r>
    <w:r w:rsidR="007B3474">
      <w:rPr>
        <w:sz w:val="16"/>
      </w:rPr>
      <w:t>5</w:t>
    </w:r>
    <w:r w:rsidR="00133C79">
      <w:rPr>
        <w:sz w:val="16"/>
      </w:rPr>
      <w:fldChar w:fldCharType="end"/>
    </w:r>
    <w:r w:rsidR="00133C79">
      <w:rPr>
        <w:sz w:val="16"/>
      </w:rPr>
      <w:t xml:space="preserve"> of </w:t>
    </w:r>
    <w:r w:rsidR="00133C79">
      <w:rPr>
        <w:sz w:val="16"/>
      </w:rPr>
      <w:fldChar w:fldCharType="begin"/>
    </w:r>
    <w:r w:rsidR="00133C79">
      <w:rPr>
        <w:sz w:val="16"/>
      </w:rPr>
      <w:instrText xml:space="preserve"> NUMPAGES   \* MERGEFORMAT </w:instrText>
    </w:r>
    <w:r w:rsidR="00133C79">
      <w:rPr>
        <w:sz w:val="16"/>
      </w:rPr>
      <w:fldChar w:fldCharType="separate"/>
    </w:r>
    <w:r w:rsidR="007B3474">
      <w:rPr>
        <w:sz w:val="16"/>
      </w:rPr>
      <w:t>5</w:t>
    </w:r>
    <w:r w:rsidR="00133C79">
      <w:rPr>
        <w:sz w:val="16"/>
      </w:rPr>
      <w:fldChar w:fldCharType="end"/>
    </w:r>
  </w:p>
  <w:p w14:paraId="377E1E45" w14:textId="77777777" w:rsidR="008765C7" w:rsidRPr="00D13D31" w:rsidRDefault="008765C7" w:rsidP="00D165AC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A920FE" w:rsidRPr="00AA048A" w14:paraId="36D9132B" w14:textId="77777777" w:rsidTr="0085648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3FD6CB12" w14:textId="77777777" w:rsidR="00A920FE" w:rsidRPr="0011000A" w:rsidRDefault="00714FFC" w:rsidP="00AA048A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11000A">
            <w:rPr>
              <w:rFonts w:eastAsia="DengXian"/>
              <w:b/>
              <w:bCs/>
              <w:noProof/>
            </w:rPr>
            <w:drawing>
              <wp:inline distT="0" distB="0" distL="0" distR="0" wp14:anchorId="277C7A1F" wp14:editId="6D65D1D9">
                <wp:extent cx="1156970" cy="429260"/>
                <wp:effectExtent l="0" t="0" r="0" b="0"/>
                <wp:docPr id="4" name="Picture 3" descr="C:\Users\home\AppData\Local\Temp\HZ$D.661.3551\jof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AppData\Local\Temp\HZ$D.661.3551\jof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697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E395A5D" w14:textId="77777777" w:rsidR="00A920FE" w:rsidRPr="0011000A" w:rsidRDefault="00A920FE" w:rsidP="00AA048A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694C800B" w14:textId="77777777" w:rsidR="00A920FE" w:rsidRPr="0011000A" w:rsidRDefault="00856487" w:rsidP="00856487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</w:rPr>
            <w:drawing>
              <wp:inline distT="0" distB="0" distL="0" distR="0" wp14:anchorId="763062D2" wp14:editId="394C0F32">
                <wp:extent cx="540000" cy="360000"/>
                <wp:effectExtent l="0" t="0" r="0" b="2540"/>
                <wp:docPr id="5" name="Pictur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C1250C" w14:textId="77777777" w:rsidR="008765C7" w:rsidRPr="00A920FE" w:rsidRDefault="008765C7" w:rsidP="00D165AC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7F3A"/>
    <w:multiLevelType w:val="hybridMultilevel"/>
    <w:tmpl w:val="5AEA3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80AF9"/>
    <w:multiLevelType w:val="hybridMultilevel"/>
    <w:tmpl w:val="55D435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26BB4"/>
    <w:multiLevelType w:val="hybridMultilevel"/>
    <w:tmpl w:val="508A3D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8189A"/>
    <w:multiLevelType w:val="hybridMultilevel"/>
    <w:tmpl w:val="C4E4DAF2"/>
    <w:lvl w:ilvl="0" w:tplc="04090009">
      <w:start w:val="1"/>
      <w:numFmt w:val="bullet"/>
      <w:lvlText w:val=""/>
      <w:lvlJc w:val="left"/>
      <w:pPr>
        <w:ind w:left="34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4" w15:restartNumberingAfterBreak="0">
    <w:nsid w:val="0BE8720B"/>
    <w:multiLevelType w:val="hybridMultilevel"/>
    <w:tmpl w:val="FC20E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468F5"/>
    <w:multiLevelType w:val="hybridMultilevel"/>
    <w:tmpl w:val="EA2C195E"/>
    <w:lvl w:ilvl="0" w:tplc="AB985B7A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7" w15:restartNumberingAfterBreak="0">
    <w:nsid w:val="1EEB5AFB"/>
    <w:multiLevelType w:val="hybridMultilevel"/>
    <w:tmpl w:val="885EFE70"/>
    <w:lvl w:ilvl="0" w:tplc="1CE87A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13123"/>
    <w:multiLevelType w:val="hybridMultilevel"/>
    <w:tmpl w:val="761CAD1A"/>
    <w:lvl w:ilvl="0" w:tplc="2D3CC0D6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F72A2"/>
    <w:multiLevelType w:val="hybridMultilevel"/>
    <w:tmpl w:val="F52AE3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6CA320C"/>
    <w:multiLevelType w:val="hybridMultilevel"/>
    <w:tmpl w:val="8F38C4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616F3"/>
    <w:multiLevelType w:val="hybridMultilevel"/>
    <w:tmpl w:val="9174B046"/>
    <w:lvl w:ilvl="0" w:tplc="BC606972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D37751"/>
    <w:multiLevelType w:val="hybridMultilevel"/>
    <w:tmpl w:val="5EB0EE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64ECF"/>
    <w:multiLevelType w:val="hybridMultilevel"/>
    <w:tmpl w:val="4EFEF44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20" w15:restartNumberingAfterBreak="0">
    <w:nsid w:val="58B73D00"/>
    <w:multiLevelType w:val="hybridMultilevel"/>
    <w:tmpl w:val="451A60A2"/>
    <w:lvl w:ilvl="0" w:tplc="839C846A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2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B10B0"/>
    <w:multiLevelType w:val="hybridMultilevel"/>
    <w:tmpl w:val="DEBC71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504651">
    <w:abstractNumId w:val="10"/>
  </w:num>
  <w:num w:numId="2" w16cid:durableId="649478788">
    <w:abstractNumId w:val="13"/>
  </w:num>
  <w:num w:numId="3" w16cid:durableId="154493511">
    <w:abstractNumId w:val="9"/>
  </w:num>
  <w:num w:numId="4" w16cid:durableId="3033902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90560662">
    <w:abstractNumId w:val="11"/>
  </w:num>
  <w:num w:numId="6" w16cid:durableId="2076003460">
    <w:abstractNumId w:val="19"/>
  </w:num>
  <w:num w:numId="7" w16cid:durableId="1584299468">
    <w:abstractNumId w:val="6"/>
  </w:num>
  <w:num w:numId="8" w16cid:durableId="524950415">
    <w:abstractNumId w:val="19"/>
  </w:num>
  <w:num w:numId="9" w16cid:durableId="2067218693">
    <w:abstractNumId w:val="6"/>
  </w:num>
  <w:num w:numId="10" w16cid:durableId="1560357275">
    <w:abstractNumId w:val="19"/>
  </w:num>
  <w:num w:numId="11" w16cid:durableId="942422379">
    <w:abstractNumId w:val="6"/>
  </w:num>
  <w:num w:numId="12" w16cid:durableId="824666033">
    <w:abstractNumId w:val="21"/>
  </w:num>
  <w:num w:numId="13" w16cid:durableId="797338074">
    <w:abstractNumId w:val="19"/>
  </w:num>
  <w:num w:numId="14" w16cid:durableId="1353188329">
    <w:abstractNumId w:val="6"/>
  </w:num>
  <w:num w:numId="15" w16cid:durableId="1768887156">
    <w:abstractNumId w:val="5"/>
  </w:num>
  <w:num w:numId="16" w16cid:durableId="607659764">
    <w:abstractNumId w:val="18"/>
  </w:num>
  <w:num w:numId="17" w16cid:durableId="699860252">
    <w:abstractNumId w:val="5"/>
  </w:num>
  <w:num w:numId="18" w16cid:durableId="2038893440">
    <w:abstractNumId w:val="19"/>
  </w:num>
  <w:num w:numId="19" w16cid:durableId="1618560007">
    <w:abstractNumId w:val="6"/>
  </w:num>
  <w:num w:numId="20" w16cid:durableId="907348960">
    <w:abstractNumId w:val="5"/>
  </w:num>
  <w:num w:numId="21" w16cid:durableId="311451009">
    <w:abstractNumId w:val="8"/>
  </w:num>
  <w:num w:numId="22" w16cid:durableId="1364670557">
    <w:abstractNumId w:val="20"/>
  </w:num>
  <w:num w:numId="23" w16cid:durableId="609239329">
    <w:abstractNumId w:val="15"/>
  </w:num>
  <w:num w:numId="24" w16cid:durableId="498158501">
    <w:abstractNumId w:val="14"/>
  </w:num>
  <w:num w:numId="25" w16cid:durableId="1151023611">
    <w:abstractNumId w:val="4"/>
  </w:num>
  <w:num w:numId="26" w16cid:durableId="31808321">
    <w:abstractNumId w:val="7"/>
  </w:num>
  <w:num w:numId="27" w16cid:durableId="163323936">
    <w:abstractNumId w:val="16"/>
  </w:num>
  <w:num w:numId="28" w16cid:durableId="309407909">
    <w:abstractNumId w:val="3"/>
  </w:num>
  <w:num w:numId="29" w16cid:durableId="1885167319">
    <w:abstractNumId w:val="12"/>
  </w:num>
  <w:num w:numId="30" w16cid:durableId="861364288">
    <w:abstractNumId w:val="17"/>
  </w:num>
  <w:num w:numId="31" w16cid:durableId="1302149263">
    <w:abstractNumId w:val="1"/>
  </w:num>
  <w:num w:numId="32" w16cid:durableId="1964534874">
    <w:abstractNumId w:val="2"/>
  </w:num>
  <w:num w:numId="33" w16cid:durableId="2107846958">
    <w:abstractNumId w:val="22"/>
  </w:num>
  <w:num w:numId="34" w16cid:durableId="1889993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O1MDQyMDEyMjQ3szRW0lEKTi0uzszPAykwNKsFAIWHngctAAAA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ef9ffxzfstzs5e9dzov9txxs20trda0deex&quot;&gt;Cryptococcus project-Converted&lt;record-ids&gt;&lt;item&gt;34&lt;/item&gt;&lt;item&gt;36&lt;/item&gt;&lt;item&gt;37&lt;/item&gt;&lt;item&gt;39&lt;/item&gt;&lt;item&gt;44&lt;/item&gt;&lt;item&gt;45&lt;/item&gt;&lt;item&gt;48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item&gt;81&lt;/item&gt;&lt;item&gt;84&lt;/item&gt;&lt;item&gt;91&lt;/item&gt;&lt;item&gt;104&lt;/item&gt;&lt;item&gt;105&lt;/item&gt;&lt;item&gt;106&lt;/item&gt;&lt;item&gt;107&lt;/item&gt;&lt;item&gt;108&lt;/item&gt;&lt;item&gt;109&lt;/item&gt;&lt;item&gt;110&lt;/item&gt;&lt;item&gt;111&lt;/item&gt;&lt;item&gt;112&lt;/item&gt;&lt;item&gt;113&lt;/item&gt;&lt;item&gt;115&lt;/item&gt;&lt;item&gt;116&lt;/item&gt;&lt;item&gt;117&lt;/item&gt;&lt;item&gt;118&lt;/item&gt;&lt;item&gt;119&lt;/item&gt;&lt;item&gt;120&lt;/item&gt;&lt;item&gt;123&lt;/item&gt;&lt;item&gt;124&lt;/item&gt;&lt;item&gt;125&lt;/item&gt;&lt;item&gt;126&lt;/item&gt;&lt;item&gt;132&lt;/item&gt;&lt;item&gt;145&lt;/item&gt;&lt;item&gt;157&lt;/item&gt;&lt;item&gt;160&lt;/item&gt;&lt;item&gt;161&lt;/item&gt;&lt;item&gt;164&lt;/item&gt;&lt;item&gt;165&lt;/item&gt;&lt;item&gt;168&lt;/item&gt;&lt;item&gt;169&lt;/item&gt;&lt;item&gt;172&lt;/item&gt;&lt;item&gt;174&lt;/item&gt;&lt;item&gt;177&lt;/item&gt;&lt;item&gt;212&lt;/item&gt;&lt;item&gt;222&lt;/item&gt;&lt;item&gt;226&lt;/item&gt;&lt;item&gt;238&lt;/item&gt;&lt;item&gt;242&lt;/item&gt;&lt;item&gt;244&lt;/item&gt;&lt;item&gt;245&lt;/item&gt;&lt;item&gt;246&lt;/item&gt;&lt;item&gt;247&lt;/item&gt;&lt;item&gt;250&lt;/item&gt;&lt;item&gt;252&lt;/item&gt;&lt;item&gt;255&lt;/item&gt;&lt;item&gt;256&lt;/item&gt;&lt;item&gt;257&lt;/item&gt;&lt;item&gt;258&lt;/item&gt;&lt;item&gt;262&lt;/item&gt;&lt;item&gt;264&lt;/item&gt;&lt;item&gt;272&lt;/item&gt;&lt;item&gt;273&lt;/item&gt;&lt;item&gt;275&lt;/item&gt;&lt;item&gt;279&lt;/item&gt;&lt;item&gt;286&lt;/item&gt;&lt;item&gt;293&lt;/item&gt;&lt;item&gt;294&lt;/item&gt;&lt;item&gt;301&lt;/item&gt;&lt;item&gt;302&lt;/item&gt;&lt;item&gt;305&lt;/item&gt;&lt;item&gt;313&lt;/item&gt;&lt;item&gt;315&lt;/item&gt;&lt;item&gt;316&lt;/item&gt;&lt;item&gt;317&lt;/item&gt;&lt;item&gt;318&lt;/item&gt;&lt;item&gt;323&lt;/item&gt;&lt;item&gt;324&lt;/item&gt;&lt;item&gt;328&lt;/item&gt;&lt;item&gt;329&lt;/item&gt;&lt;item&gt;336&lt;/item&gt;&lt;item&gt;337&lt;/item&gt;&lt;item&gt;338&lt;/item&gt;&lt;item&gt;348&lt;/item&gt;&lt;item&gt;350&lt;/item&gt;&lt;item&gt;351&lt;/item&gt;&lt;item&gt;352&lt;/item&gt;&lt;item&gt;360&lt;/item&gt;&lt;item&gt;361&lt;/item&gt;&lt;item&gt;364&lt;/item&gt;&lt;item&gt;366&lt;/item&gt;&lt;item&gt;371&lt;/item&gt;&lt;item&gt;372&lt;/item&gt;&lt;item&gt;373&lt;/item&gt;&lt;item&gt;374&lt;/item&gt;&lt;item&gt;375&lt;/item&gt;&lt;item&gt;390&lt;/item&gt;&lt;item&gt;391&lt;/item&gt;&lt;item&gt;393&lt;/item&gt;&lt;item&gt;398&lt;/item&gt;&lt;item&gt;404&lt;/item&gt;&lt;item&gt;407&lt;/item&gt;&lt;item&gt;410&lt;/item&gt;&lt;item&gt;420&lt;/item&gt;&lt;item&gt;421&lt;/item&gt;&lt;item&gt;422&lt;/item&gt;&lt;item&gt;425&lt;/item&gt;&lt;item&gt;426&lt;/item&gt;&lt;item&gt;429&lt;/item&gt;&lt;item&gt;431&lt;/item&gt;&lt;item&gt;432&lt;/item&gt;&lt;item&gt;433&lt;/item&gt;&lt;item&gt;434&lt;/item&gt;&lt;item&gt;437&lt;/item&gt;&lt;item&gt;438&lt;/item&gt;&lt;item&gt;440&lt;/item&gt;&lt;item&gt;441&lt;/item&gt;&lt;item&gt;442&lt;/item&gt;&lt;item&gt;444&lt;/item&gt;&lt;item&gt;446&lt;/item&gt;&lt;item&gt;447&lt;/item&gt;&lt;item&gt;448&lt;/item&gt;&lt;item&gt;449&lt;/item&gt;&lt;item&gt;451&lt;/item&gt;&lt;item&gt;452&lt;/item&gt;&lt;item&gt;453&lt;/item&gt;&lt;item&gt;475&lt;/item&gt;&lt;item&gt;477&lt;/item&gt;&lt;item&gt;481&lt;/item&gt;&lt;item&gt;482&lt;/item&gt;&lt;item&gt;484&lt;/item&gt;&lt;item&gt;485&lt;/item&gt;&lt;item&gt;486&lt;/item&gt;&lt;item&gt;490&lt;/item&gt;&lt;item&gt;491&lt;/item&gt;&lt;item&gt;492&lt;/item&gt;&lt;item&gt;493&lt;/item&gt;&lt;item&gt;494&lt;/item&gt;&lt;item&gt;495&lt;/item&gt;&lt;item&gt;496&lt;/item&gt;&lt;item&gt;497&lt;/item&gt;&lt;item&gt;499&lt;/item&gt;&lt;item&gt;501&lt;/item&gt;&lt;item&gt;502&lt;/item&gt;&lt;item&gt;504&lt;/item&gt;&lt;item&gt;507&lt;/item&gt;&lt;item&gt;510&lt;/item&gt;&lt;item&gt;511&lt;/item&gt;&lt;item&gt;514&lt;/item&gt;&lt;item&gt;515&lt;/item&gt;&lt;item&gt;519&lt;/item&gt;&lt;item&gt;532&lt;/item&gt;&lt;item&gt;533&lt;/item&gt;&lt;item&gt;536&lt;/item&gt;&lt;item&gt;541&lt;/item&gt;&lt;item&gt;542&lt;/item&gt;&lt;item&gt;548&lt;/item&gt;&lt;item&gt;549&lt;/item&gt;&lt;item&gt;550&lt;/item&gt;&lt;item&gt;551&lt;/item&gt;&lt;item&gt;552&lt;/item&gt;&lt;item&gt;556&lt;/item&gt;&lt;item&gt;558&lt;/item&gt;&lt;item&gt;559&lt;/item&gt;&lt;item&gt;560&lt;/item&gt;&lt;item&gt;561&lt;/item&gt;&lt;item&gt;562&lt;/item&gt;&lt;item&gt;563&lt;/item&gt;&lt;item&gt;564&lt;/item&gt;&lt;item&gt;565&lt;/item&gt;&lt;item&gt;566&lt;/item&gt;&lt;item&gt;567&lt;/item&gt;&lt;/record-ids&gt;&lt;/item&gt;&lt;/Libraries&gt;"/>
  </w:docVars>
  <w:rsids>
    <w:rsidRoot w:val="003E46A8"/>
    <w:rsid w:val="0000060F"/>
    <w:rsid w:val="0001218A"/>
    <w:rsid w:val="0001274B"/>
    <w:rsid w:val="00016829"/>
    <w:rsid w:val="00017C28"/>
    <w:rsid w:val="000200C3"/>
    <w:rsid w:val="00020306"/>
    <w:rsid w:val="00031FDC"/>
    <w:rsid w:val="000430E0"/>
    <w:rsid w:val="00055505"/>
    <w:rsid w:val="000625D4"/>
    <w:rsid w:val="00062A23"/>
    <w:rsid w:val="00065B25"/>
    <w:rsid w:val="0006743A"/>
    <w:rsid w:val="000679FC"/>
    <w:rsid w:val="00070871"/>
    <w:rsid w:val="00070A79"/>
    <w:rsid w:val="00073241"/>
    <w:rsid w:val="0007392A"/>
    <w:rsid w:val="00082508"/>
    <w:rsid w:val="00083BBA"/>
    <w:rsid w:val="00090C80"/>
    <w:rsid w:val="00094CCA"/>
    <w:rsid w:val="000A0512"/>
    <w:rsid w:val="000A4002"/>
    <w:rsid w:val="000A681C"/>
    <w:rsid w:val="000B4B75"/>
    <w:rsid w:val="000B7170"/>
    <w:rsid w:val="000C28D0"/>
    <w:rsid w:val="000C71E5"/>
    <w:rsid w:val="000D4838"/>
    <w:rsid w:val="000E7750"/>
    <w:rsid w:val="000F1E23"/>
    <w:rsid w:val="000F7121"/>
    <w:rsid w:val="000F7EFB"/>
    <w:rsid w:val="00107FF1"/>
    <w:rsid w:val="0011000A"/>
    <w:rsid w:val="00112537"/>
    <w:rsid w:val="001166E7"/>
    <w:rsid w:val="00133C79"/>
    <w:rsid w:val="001377EF"/>
    <w:rsid w:val="0015577C"/>
    <w:rsid w:val="001703AE"/>
    <w:rsid w:val="00176246"/>
    <w:rsid w:val="00190115"/>
    <w:rsid w:val="0019570D"/>
    <w:rsid w:val="001C276D"/>
    <w:rsid w:val="001D16DD"/>
    <w:rsid w:val="001E2AEB"/>
    <w:rsid w:val="001F094E"/>
    <w:rsid w:val="001F154D"/>
    <w:rsid w:val="00201A71"/>
    <w:rsid w:val="00204628"/>
    <w:rsid w:val="0021761B"/>
    <w:rsid w:val="00222EC6"/>
    <w:rsid w:val="002303B8"/>
    <w:rsid w:val="00233234"/>
    <w:rsid w:val="002453F3"/>
    <w:rsid w:val="00246D67"/>
    <w:rsid w:val="00247953"/>
    <w:rsid w:val="00253D3B"/>
    <w:rsid w:val="00255B72"/>
    <w:rsid w:val="00260117"/>
    <w:rsid w:val="0026338A"/>
    <w:rsid w:val="00264842"/>
    <w:rsid w:val="00280F4E"/>
    <w:rsid w:val="00282B38"/>
    <w:rsid w:val="00283D98"/>
    <w:rsid w:val="002B24EC"/>
    <w:rsid w:val="002D1B63"/>
    <w:rsid w:val="002D25B7"/>
    <w:rsid w:val="002D6B17"/>
    <w:rsid w:val="002E389C"/>
    <w:rsid w:val="002F02C9"/>
    <w:rsid w:val="002F0633"/>
    <w:rsid w:val="002F12CA"/>
    <w:rsid w:val="00310E98"/>
    <w:rsid w:val="00314A54"/>
    <w:rsid w:val="003174AC"/>
    <w:rsid w:val="00326141"/>
    <w:rsid w:val="0033096B"/>
    <w:rsid w:val="00335C22"/>
    <w:rsid w:val="003375D9"/>
    <w:rsid w:val="003423A7"/>
    <w:rsid w:val="00363548"/>
    <w:rsid w:val="00363AA4"/>
    <w:rsid w:val="0036742E"/>
    <w:rsid w:val="00374744"/>
    <w:rsid w:val="00381364"/>
    <w:rsid w:val="003828BF"/>
    <w:rsid w:val="003932C7"/>
    <w:rsid w:val="003A392B"/>
    <w:rsid w:val="003B7DF1"/>
    <w:rsid w:val="003C69C6"/>
    <w:rsid w:val="003D47E0"/>
    <w:rsid w:val="003D5507"/>
    <w:rsid w:val="003D6750"/>
    <w:rsid w:val="003E02C7"/>
    <w:rsid w:val="003E0B72"/>
    <w:rsid w:val="003E2180"/>
    <w:rsid w:val="003E46A8"/>
    <w:rsid w:val="00401D30"/>
    <w:rsid w:val="00404844"/>
    <w:rsid w:val="004050D7"/>
    <w:rsid w:val="004055F9"/>
    <w:rsid w:val="0041423B"/>
    <w:rsid w:val="00414890"/>
    <w:rsid w:val="00414A6C"/>
    <w:rsid w:val="00415F38"/>
    <w:rsid w:val="00424085"/>
    <w:rsid w:val="00430C1E"/>
    <w:rsid w:val="00433523"/>
    <w:rsid w:val="00435B93"/>
    <w:rsid w:val="00443DE8"/>
    <w:rsid w:val="00450A33"/>
    <w:rsid w:val="00451FC4"/>
    <w:rsid w:val="004550E7"/>
    <w:rsid w:val="004564B3"/>
    <w:rsid w:val="004574CD"/>
    <w:rsid w:val="004650E1"/>
    <w:rsid w:val="0046590B"/>
    <w:rsid w:val="00472057"/>
    <w:rsid w:val="00476462"/>
    <w:rsid w:val="00481B23"/>
    <w:rsid w:val="0049000E"/>
    <w:rsid w:val="0049303F"/>
    <w:rsid w:val="004954A5"/>
    <w:rsid w:val="004A1F4F"/>
    <w:rsid w:val="004B36F4"/>
    <w:rsid w:val="004B3CE7"/>
    <w:rsid w:val="004C0283"/>
    <w:rsid w:val="004C6CC5"/>
    <w:rsid w:val="004C7791"/>
    <w:rsid w:val="004D0F12"/>
    <w:rsid w:val="004D3CD1"/>
    <w:rsid w:val="004E2A54"/>
    <w:rsid w:val="004E362F"/>
    <w:rsid w:val="004E5855"/>
    <w:rsid w:val="004F1319"/>
    <w:rsid w:val="004F4F0B"/>
    <w:rsid w:val="00506D3F"/>
    <w:rsid w:val="00512EE9"/>
    <w:rsid w:val="00514137"/>
    <w:rsid w:val="0051463B"/>
    <w:rsid w:val="005225B6"/>
    <w:rsid w:val="0052293D"/>
    <w:rsid w:val="005341B5"/>
    <w:rsid w:val="0053506D"/>
    <w:rsid w:val="00536ECE"/>
    <w:rsid w:val="0053797A"/>
    <w:rsid w:val="005412C8"/>
    <w:rsid w:val="0054138E"/>
    <w:rsid w:val="00543E05"/>
    <w:rsid w:val="00561A16"/>
    <w:rsid w:val="00563A1F"/>
    <w:rsid w:val="00572328"/>
    <w:rsid w:val="005759C7"/>
    <w:rsid w:val="005819C0"/>
    <w:rsid w:val="005841CC"/>
    <w:rsid w:val="00585ED6"/>
    <w:rsid w:val="0059299E"/>
    <w:rsid w:val="005A4FF1"/>
    <w:rsid w:val="005A6035"/>
    <w:rsid w:val="005B1CB3"/>
    <w:rsid w:val="005B7C37"/>
    <w:rsid w:val="005C0093"/>
    <w:rsid w:val="005C58FA"/>
    <w:rsid w:val="005C7847"/>
    <w:rsid w:val="005D68ED"/>
    <w:rsid w:val="005D6928"/>
    <w:rsid w:val="005D787D"/>
    <w:rsid w:val="005E1B1C"/>
    <w:rsid w:val="005E2BA7"/>
    <w:rsid w:val="005E36EC"/>
    <w:rsid w:val="005E6EB9"/>
    <w:rsid w:val="005F38AC"/>
    <w:rsid w:val="005F4BF0"/>
    <w:rsid w:val="006130D6"/>
    <w:rsid w:val="00613F70"/>
    <w:rsid w:val="00615A06"/>
    <w:rsid w:val="00630499"/>
    <w:rsid w:val="00633207"/>
    <w:rsid w:val="006378C5"/>
    <w:rsid w:val="00640B53"/>
    <w:rsid w:val="00642AD1"/>
    <w:rsid w:val="0066472D"/>
    <w:rsid w:val="00670623"/>
    <w:rsid w:val="0067090C"/>
    <w:rsid w:val="00673100"/>
    <w:rsid w:val="00683BA2"/>
    <w:rsid w:val="00690B57"/>
    <w:rsid w:val="00692393"/>
    <w:rsid w:val="00695008"/>
    <w:rsid w:val="006A11F1"/>
    <w:rsid w:val="006B0276"/>
    <w:rsid w:val="006B4DB2"/>
    <w:rsid w:val="006C09DD"/>
    <w:rsid w:val="006C2E22"/>
    <w:rsid w:val="006C622C"/>
    <w:rsid w:val="006D440E"/>
    <w:rsid w:val="006D7035"/>
    <w:rsid w:val="006E161D"/>
    <w:rsid w:val="006E19C8"/>
    <w:rsid w:val="006E1EF9"/>
    <w:rsid w:val="006E6003"/>
    <w:rsid w:val="006E7852"/>
    <w:rsid w:val="006E7901"/>
    <w:rsid w:val="006F2230"/>
    <w:rsid w:val="00703AFF"/>
    <w:rsid w:val="00706F40"/>
    <w:rsid w:val="007122BA"/>
    <w:rsid w:val="0071380F"/>
    <w:rsid w:val="00713C18"/>
    <w:rsid w:val="00714FFC"/>
    <w:rsid w:val="0071775C"/>
    <w:rsid w:val="00720369"/>
    <w:rsid w:val="0073244C"/>
    <w:rsid w:val="00736178"/>
    <w:rsid w:val="007372CF"/>
    <w:rsid w:val="007542AB"/>
    <w:rsid w:val="00755A2A"/>
    <w:rsid w:val="007573B8"/>
    <w:rsid w:val="00757D0C"/>
    <w:rsid w:val="00760852"/>
    <w:rsid w:val="00764590"/>
    <w:rsid w:val="007716D1"/>
    <w:rsid w:val="00771C8F"/>
    <w:rsid w:val="0077468D"/>
    <w:rsid w:val="00775029"/>
    <w:rsid w:val="00775DA5"/>
    <w:rsid w:val="007761EA"/>
    <w:rsid w:val="00781562"/>
    <w:rsid w:val="00784277"/>
    <w:rsid w:val="0078635F"/>
    <w:rsid w:val="00786BDC"/>
    <w:rsid w:val="00793178"/>
    <w:rsid w:val="0079567D"/>
    <w:rsid w:val="007A0054"/>
    <w:rsid w:val="007B3474"/>
    <w:rsid w:val="007B35F3"/>
    <w:rsid w:val="007B49CF"/>
    <w:rsid w:val="007C11E9"/>
    <w:rsid w:val="007D79CD"/>
    <w:rsid w:val="007E04A9"/>
    <w:rsid w:val="007E381A"/>
    <w:rsid w:val="007E6CA3"/>
    <w:rsid w:val="00801959"/>
    <w:rsid w:val="00805E90"/>
    <w:rsid w:val="0080636C"/>
    <w:rsid w:val="00824F86"/>
    <w:rsid w:val="00832C9A"/>
    <w:rsid w:val="00840540"/>
    <w:rsid w:val="00856487"/>
    <w:rsid w:val="008653E6"/>
    <w:rsid w:val="00867BE5"/>
    <w:rsid w:val="0087135F"/>
    <w:rsid w:val="008765C7"/>
    <w:rsid w:val="00881596"/>
    <w:rsid w:val="00882234"/>
    <w:rsid w:val="008834D6"/>
    <w:rsid w:val="00887AB0"/>
    <w:rsid w:val="00890413"/>
    <w:rsid w:val="00893D52"/>
    <w:rsid w:val="008A1CB6"/>
    <w:rsid w:val="008A46A5"/>
    <w:rsid w:val="008C3EF7"/>
    <w:rsid w:val="008D2321"/>
    <w:rsid w:val="008D2CB1"/>
    <w:rsid w:val="008D5BDE"/>
    <w:rsid w:val="008E01B6"/>
    <w:rsid w:val="008E2AA8"/>
    <w:rsid w:val="008E5D45"/>
    <w:rsid w:val="008E7F27"/>
    <w:rsid w:val="008F687A"/>
    <w:rsid w:val="00903AAA"/>
    <w:rsid w:val="009071F7"/>
    <w:rsid w:val="00907A49"/>
    <w:rsid w:val="0091033D"/>
    <w:rsid w:val="00911E7A"/>
    <w:rsid w:val="009238E2"/>
    <w:rsid w:val="009259B7"/>
    <w:rsid w:val="00927E51"/>
    <w:rsid w:val="009314B6"/>
    <w:rsid w:val="00950058"/>
    <w:rsid w:val="0095642E"/>
    <w:rsid w:val="0095734C"/>
    <w:rsid w:val="00970088"/>
    <w:rsid w:val="00976402"/>
    <w:rsid w:val="00976815"/>
    <w:rsid w:val="00986730"/>
    <w:rsid w:val="0098748A"/>
    <w:rsid w:val="009900C1"/>
    <w:rsid w:val="00992618"/>
    <w:rsid w:val="009955E7"/>
    <w:rsid w:val="00996CC4"/>
    <w:rsid w:val="009A4C5F"/>
    <w:rsid w:val="009B657E"/>
    <w:rsid w:val="009B7DB9"/>
    <w:rsid w:val="009C47E6"/>
    <w:rsid w:val="009E03BE"/>
    <w:rsid w:val="009E08D8"/>
    <w:rsid w:val="009E2A9C"/>
    <w:rsid w:val="009E4892"/>
    <w:rsid w:val="009F1036"/>
    <w:rsid w:val="009F32E2"/>
    <w:rsid w:val="009F5229"/>
    <w:rsid w:val="009F70E6"/>
    <w:rsid w:val="00A22092"/>
    <w:rsid w:val="00A24F6E"/>
    <w:rsid w:val="00A26DE8"/>
    <w:rsid w:val="00A3018E"/>
    <w:rsid w:val="00A30FEA"/>
    <w:rsid w:val="00A3416E"/>
    <w:rsid w:val="00A4474D"/>
    <w:rsid w:val="00A529EE"/>
    <w:rsid w:val="00A56B67"/>
    <w:rsid w:val="00A57274"/>
    <w:rsid w:val="00A57EE8"/>
    <w:rsid w:val="00A62EBD"/>
    <w:rsid w:val="00A67A21"/>
    <w:rsid w:val="00A81B90"/>
    <w:rsid w:val="00A9080B"/>
    <w:rsid w:val="00A913C0"/>
    <w:rsid w:val="00A920FE"/>
    <w:rsid w:val="00A96D61"/>
    <w:rsid w:val="00A9704C"/>
    <w:rsid w:val="00AA048A"/>
    <w:rsid w:val="00AA04B2"/>
    <w:rsid w:val="00AA736C"/>
    <w:rsid w:val="00AB0A67"/>
    <w:rsid w:val="00AB291E"/>
    <w:rsid w:val="00AB2A01"/>
    <w:rsid w:val="00AC0C56"/>
    <w:rsid w:val="00AD31E3"/>
    <w:rsid w:val="00AD6954"/>
    <w:rsid w:val="00AE757F"/>
    <w:rsid w:val="00B056AB"/>
    <w:rsid w:val="00B05A2D"/>
    <w:rsid w:val="00B07A59"/>
    <w:rsid w:val="00B15AAB"/>
    <w:rsid w:val="00B21642"/>
    <w:rsid w:val="00B3037C"/>
    <w:rsid w:val="00B3155C"/>
    <w:rsid w:val="00B33C0A"/>
    <w:rsid w:val="00B372E8"/>
    <w:rsid w:val="00B41ED3"/>
    <w:rsid w:val="00B45501"/>
    <w:rsid w:val="00B50D8A"/>
    <w:rsid w:val="00B61340"/>
    <w:rsid w:val="00B61E9E"/>
    <w:rsid w:val="00B62495"/>
    <w:rsid w:val="00B70F08"/>
    <w:rsid w:val="00B715D5"/>
    <w:rsid w:val="00B766D6"/>
    <w:rsid w:val="00B80545"/>
    <w:rsid w:val="00B81C62"/>
    <w:rsid w:val="00B85268"/>
    <w:rsid w:val="00B91BFC"/>
    <w:rsid w:val="00B93137"/>
    <w:rsid w:val="00B979EE"/>
    <w:rsid w:val="00BA76B0"/>
    <w:rsid w:val="00BA7FF8"/>
    <w:rsid w:val="00BB1C79"/>
    <w:rsid w:val="00BC320B"/>
    <w:rsid w:val="00BC411F"/>
    <w:rsid w:val="00BC5F3A"/>
    <w:rsid w:val="00BF0DB5"/>
    <w:rsid w:val="00BF4467"/>
    <w:rsid w:val="00C00D80"/>
    <w:rsid w:val="00C026B6"/>
    <w:rsid w:val="00C05125"/>
    <w:rsid w:val="00C17FEA"/>
    <w:rsid w:val="00C20D77"/>
    <w:rsid w:val="00C2397A"/>
    <w:rsid w:val="00C26F91"/>
    <w:rsid w:val="00C32072"/>
    <w:rsid w:val="00C34A11"/>
    <w:rsid w:val="00C37008"/>
    <w:rsid w:val="00C50FB3"/>
    <w:rsid w:val="00C51DCD"/>
    <w:rsid w:val="00C55F02"/>
    <w:rsid w:val="00C5722C"/>
    <w:rsid w:val="00C57DB3"/>
    <w:rsid w:val="00C609B0"/>
    <w:rsid w:val="00C6154D"/>
    <w:rsid w:val="00C66B2B"/>
    <w:rsid w:val="00C74CD2"/>
    <w:rsid w:val="00C82EC4"/>
    <w:rsid w:val="00C9221D"/>
    <w:rsid w:val="00C9664B"/>
    <w:rsid w:val="00CA1AD2"/>
    <w:rsid w:val="00CB6CBA"/>
    <w:rsid w:val="00CC0F0D"/>
    <w:rsid w:val="00CC18C7"/>
    <w:rsid w:val="00CD0704"/>
    <w:rsid w:val="00CD1874"/>
    <w:rsid w:val="00CD4C88"/>
    <w:rsid w:val="00CE0B77"/>
    <w:rsid w:val="00CE1D5D"/>
    <w:rsid w:val="00CE725B"/>
    <w:rsid w:val="00CF3F44"/>
    <w:rsid w:val="00D0009A"/>
    <w:rsid w:val="00D04974"/>
    <w:rsid w:val="00D04F8F"/>
    <w:rsid w:val="00D14FCF"/>
    <w:rsid w:val="00D165AC"/>
    <w:rsid w:val="00D16B57"/>
    <w:rsid w:val="00D16CAB"/>
    <w:rsid w:val="00D32474"/>
    <w:rsid w:val="00D33402"/>
    <w:rsid w:val="00D4299E"/>
    <w:rsid w:val="00D4637D"/>
    <w:rsid w:val="00D65112"/>
    <w:rsid w:val="00D700A1"/>
    <w:rsid w:val="00D80F4F"/>
    <w:rsid w:val="00D874B3"/>
    <w:rsid w:val="00DA0692"/>
    <w:rsid w:val="00DA795C"/>
    <w:rsid w:val="00DB502F"/>
    <w:rsid w:val="00DD6792"/>
    <w:rsid w:val="00DD79D8"/>
    <w:rsid w:val="00DE0EA4"/>
    <w:rsid w:val="00DE187C"/>
    <w:rsid w:val="00DE321B"/>
    <w:rsid w:val="00DE5498"/>
    <w:rsid w:val="00DE66BC"/>
    <w:rsid w:val="00DF102F"/>
    <w:rsid w:val="00DF4F0C"/>
    <w:rsid w:val="00E100A1"/>
    <w:rsid w:val="00E26139"/>
    <w:rsid w:val="00E36D38"/>
    <w:rsid w:val="00E36E82"/>
    <w:rsid w:val="00E4195F"/>
    <w:rsid w:val="00E453E0"/>
    <w:rsid w:val="00E45E79"/>
    <w:rsid w:val="00E47683"/>
    <w:rsid w:val="00E47F0D"/>
    <w:rsid w:val="00E5007A"/>
    <w:rsid w:val="00E53437"/>
    <w:rsid w:val="00E60295"/>
    <w:rsid w:val="00E63428"/>
    <w:rsid w:val="00E74C0B"/>
    <w:rsid w:val="00E76D92"/>
    <w:rsid w:val="00E82FBE"/>
    <w:rsid w:val="00E85B2B"/>
    <w:rsid w:val="00EA4A31"/>
    <w:rsid w:val="00EB1C2F"/>
    <w:rsid w:val="00EB1E32"/>
    <w:rsid w:val="00EB37A8"/>
    <w:rsid w:val="00EB47AC"/>
    <w:rsid w:val="00EB5DD1"/>
    <w:rsid w:val="00EC0ED1"/>
    <w:rsid w:val="00EC43C0"/>
    <w:rsid w:val="00ED2031"/>
    <w:rsid w:val="00ED2B66"/>
    <w:rsid w:val="00ED2F4E"/>
    <w:rsid w:val="00ED5C23"/>
    <w:rsid w:val="00ED6C5E"/>
    <w:rsid w:val="00ED7BB1"/>
    <w:rsid w:val="00F0704D"/>
    <w:rsid w:val="00F10D77"/>
    <w:rsid w:val="00F17122"/>
    <w:rsid w:val="00F21BDA"/>
    <w:rsid w:val="00F273B5"/>
    <w:rsid w:val="00F34E34"/>
    <w:rsid w:val="00F41A2F"/>
    <w:rsid w:val="00F449CA"/>
    <w:rsid w:val="00F4573B"/>
    <w:rsid w:val="00F46BA1"/>
    <w:rsid w:val="00F52CF7"/>
    <w:rsid w:val="00F54BEE"/>
    <w:rsid w:val="00F5688B"/>
    <w:rsid w:val="00F56DAE"/>
    <w:rsid w:val="00F5700A"/>
    <w:rsid w:val="00F57B73"/>
    <w:rsid w:val="00F64361"/>
    <w:rsid w:val="00F76BB1"/>
    <w:rsid w:val="00F819C3"/>
    <w:rsid w:val="00F83C84"/>
    <w:rsid w:val="00F96627"/>
    <w:rsid w:val="00FB23F5"/>
    <w:rsid w:val="00FB7BBB"/>
    <w:rsid w:val="00FC07EB"/>
    <w:rsid w:val="00FC100C"/>
    <w:rsid w:val="00FC3C92"/>
    <w:rsid w:val="00FD3067"/>
    <w:rsid w:val="00FD3602"/>
    <w:rsid w:val="00FD3A68"/>
    <w:rsid w:val="00FD40A4"/>
    <w:rsid w:val="00FD4471"/>
    <w:rsid w:val="00FE03D9"/>
    <w:rsid w:val="00FE22CA"/>
    <w:rsid w:val="00FE43E9"/>
    <w:rsid w:val="00FE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A20C47C"/>
  <w15:chartTrackingRefBased/>
  <w15:docId w15:val="{D08DAE06-00DE-4BBA-8188-D5EFC93B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178"/>
    <w:pPr>
      <w:spacing w:line="260" w:lineRule="atLeast"/>
      <w:jc w:val="both"/>
    </w:pPr>
    <w:rPr>
      <w:rFonts w:ascii="Palatino Linotype" w:hAnsi="Palatino Linotype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60F"/>
    <w:pPr>
      <w:keepNext/>
      <w:keepLines/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060F"/>
    <w:pPr>
      <w:keepNext/>
      <w:keepLines/>
      <w:spacing w:before="4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060F"/>
    <w:pPr>
      <w:keepNext/>
      <w:keepLines/>
      <w:spacing w:before="40" w:line="259" w:lineRule="auto"/>
      <w:jc w:val="left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060F"/>
    <w:pPr>
      <w:keepNext/>
      <w:keepLines/>
      <w:spacing w:before="40" w:line="259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060F"/>
    <w:pPr>
      <w:keepNext/>
      <w:keepLines/>
      <w:spacing w:before="40" w:line="259" w:lineRule="auto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060F"/>
    <w:pPr>
      <w:keepNext/>
      <w:keepLines/>
      <w:spacing w:before="40" w:line="259" w:lineRule="auto"/>
      <w:jc w:val="left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060F"/>
    <w:pPr>
      <w:keepNext/>
      <w:keepLines/>
      <w:spacing w:before="4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060F"/>
    <w:pPr>
      <w:keepNext/>
      <w:keepLines/>
      <w:spacing w:before="40" w:line="259" w:lineRule="auto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060F"/>
    <w:pPr>
      <w:keepNext/>
      <w:keepLines/>
      <w:spacing w:before="40" w:line="259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C34A11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C34A11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C34A11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C34A11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C34A11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C34A11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C34A11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C34A11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EB1C2F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C34A11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34A11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C34A11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C34A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C34A11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C34A11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C34A11"/>
    <w:pPr>
      <w:ind w:firstLine="0"/>
    </w:pPr>
  </w:style>
  <w:style w:type="paragraph" w:customStyle="1" w:styleId="MDPI31text">
    <w:name w:val="MDPI_3.1_text"/>
    <w:qFormat/>
    <w:rsid w:val="00E36E8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C34A11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C34A1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C34A11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856487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856487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C34A11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C34A11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C34A11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775DA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C34A1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C34A11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C34A11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rsid w:val="00C34A11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C34A11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C34A11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2F0633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C34A11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C34A11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404844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C34A11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C34A11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C6154D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3174A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C34A11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C34A1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C34A1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C34A11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C34A11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C34A11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4E5855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C34A11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C34A1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C34A1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C34A11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C34A11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C34A11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C34A11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C34A11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C34A1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C34A11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C34A11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C34A11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C34A11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C34A1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C34A11"/>
  </w:style>
  <w:style w:type="paragraph" w:styleId="Bibliography">
    <w:name w:val="Bibliography"/>
    <w:basedOn w:val="Normal"/>
    <w:next w:val="Normal"/>
    <w:uiPriority w:val="37"/>
    <w:semiHidden/>
    <w:unhideWhenUsed/>
    <w:rsid w:val="00C34A11"/>
  </w:style>
  <w:style w:type="paragraph" w:styleId="BodyText">
    <w:name w:val="Body Text"/>
    <w:link w:val="BodyTextChar"/>
    <w:rsid w:val="00C34A11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C34A11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uiPriority w:val="99"/>
    <w:rsid w:val="00C34A11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rsid w:val="00C34A11"/>
  </w:style>
  <w:style w:type="character" w:customStyle="1" w:styleId="CommentTextChar">
    <w:name w:val="Comment Text Char"/>
    <w:link w:val="CommentText"/>
    <w:uiPriority w:val="99"/>
    <w:rsid w:val="00C34A11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34A11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34A11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C34A1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C34A11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C34A11"/>
    <w:rPr>
      <w:rFonts w:ascii="Palatino Linotype" w:hAnsi="Palatino Linotype"/>
      <w:noProof/>
      <w:color w:val="000000"/>
    </w:rPr>
  </w:style>
  <w:style w:type="character" w:styleId="FollowedHyperlink">
    <w:name w:val="FollowedHyperlink"/>
    <w:uiPriority w:val="99"/>
    <w:rsid w:val="00C34A11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C34A11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C34A11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C34A11"/>
    <w:rPr>
      <w:szCs w:val="24"/>
    </w:rPr>
  </w:style>
  <w:style w:type="paragraph" w:customStyle="1" w:styleId="MsoFootnoteText0">
    <w:name w:val="MsoFootnoteText"/>
    <w:basedOn w:val="NormalWeb"/>
    <w:qFormat/>
    <w:rsid w:val="00C34A11"/>
    <w:rPr>
      <w:rFonts w:ascii="Times New Roman" w:hAnsi="Times New Roman"/>
    </w:rPr>
  </w:style>
  <w:style w:type="character" w:styleId="PageNumber">
    <w:name w:val="page number"/>
    <w:rsid w:val="00C34A11"/>
  </w:style>
  <w:style w:type="character" w:styleId="PlaceholderText">
    <w:name w:val="Placeholder Text"/>
    <w:uiPriority w:val="99"/>
    <w:semiHidden/>
    <w:rsid w:val="00C34A11"/>
    <w:rPr>
      <w:color w:val="808080"/>
    </w:rPr>
  </w:style>
  <w:style w:type="paragraph" w:customStyle="1" w:styleId="MDPI71FootNotes">
    <w:name w:val="MDPI_7.1_FootNotes"/>
    <w:qFormat/>
    <w:rsid w:val="00B979EE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006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06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006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060F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060F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060F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060F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060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06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customStyle="1" w:styleId="CitaviBibliographyEntry">
    <w:name w:val="Citavi Bibliography Entry"/>
    <w:basedOn w:val="Normal"/>
    <w:link w:val="CitaviBibliographyEntryChar"/>
    <w:uiPriority w:val="99"/>
    <w:rsid w:val="0000060F"/>
    <w:pPr>
      <w:tabs>
        <w:tab w:val="left" w:pos="454"/>
      </w:tabs>
      <w:spacing w:line="259" w:lineRule="auto"/>
      <w:ind w:left="454" w:hanging="454"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CitaviBibliographyEntryChar">
    <w:name w:val="Citavi Bibliography Entry Char"/>
    <w:basedOn w:val="DefaultParagraphFont"/>
    <w:link w:val="CitaviBibliographyEntry"/>
    <w:uiPriority w:val="99"/>
    <w:rsid w:val="0000060F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customStyle="1" w:styleId="CitaviBibliographyHeading">
    <w:name w:val="Citavi Bibliography Heading"/>
    <w:basedOn w:val="Heading1"/>
    <w:link w:val="CitaviBibliographyHeadingChar"/>
    <w:uiPriority w:val="99"/>
    <w:rsid w:val="0000060F"/>
  </w:style>
  <w:style w:type="character" w:customStyle="1" w:styleId="CitaviBibliographyHeadingChar">
    <w:name w:val="Citavi Bibliography Heading Char"/>
    <w:basedOn w:val="DefaultParagraphFont"/>
    <w:link w:val="CitaviBibliographyHeading"/>
    <w:uiPriority w:val="99"/>
    <w:rsid w:val="000006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US"/>
    </w:rPr>
  </w:style>
  <w:style w:type="paragraph" w:customStyle="1" w:styleId="CitaviChapterBibliographyHeading">
    <w:name w:val="Citavi Chapter Bibliography Heading"/>
    <w:basedOn w:val="Heading2"/>
    <w:link w:val="CitaviChapterBibliographyHeadingChar"/>
    <w:uiPriority w:val="99"/>
    <w:rsid w:val="0000060F"/>
  </w:style>
  <w:style w:type="character" w:customStyle="1" w:styleId="CitaviChapterBibliographyHeadingChar">
    <w:name w:val="Citavi Chapter Bibliography Heading Char"/>
    <w:basedOn w:val="DefaultParagraphFont"/>
    <w:link w:val="CitaviChapterBibliographyHeading"/>
    <w:uiPriority w:val="99"/>
    <w:rsid w:val="000006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paragraph" w:customStyle="1" w:styleId="CitaviBibliographySubheading1">
    <w:name w:val="Citavi Bibliography Subheading 1"/>
    <w:basedOn w:val="Heading2"/>
    <w:link w:val="CitaviBibliographySubheading1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1Char">
    <w:name w:val="Citavi Bibliography Subheading 1 Char"/>
    <w:basedOn w:val="DefaultParagraphFont"/>
    <w:link w:val="CitaviBibliographySubheading1"/>
    <w:uiPriority w:val="99"/>
    <w:rsid w:val="0000060F"/>
    <w:rPr>
      <w:rFonts w:ascii="Palatino Linotype" w:eastAsiaTheme="majorEastAsia" w:hAnsi="Palatino Linotype" w:cstheme="majorBidi"/>
      <w:color w:val="2F5496" w:themeColor="accent1" w:themeShade="BF"/>
      <w:sz w:val="28"/>
      <w:szCs w:val="26"/>
      <w:lang w:val="en-GB" w:eastAsia="en-US"/>
    </w:rPr>
  </w:style>
  <w:style w:type="paragraph" w:customStyle="1" w:styleId="CitaviBibliographySubheading2">
    <w:name w:val="Citavi Bibliography Subheading 2"/>
    <w:basedOn w:val="Heading3"/>
    <w:link w:val="CitaviBibliographySubheading2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2Char">
    <w:name w:val="Citavi Bibliography Subheading 2 Char"/>
    <w:basedOn w:val="DefaultParagraphFont"/>
    <w:link w:val="CitaviBibliographySubheading2"/>
    <w:uiPriority w:val="99"/>
    <w:rsid w:val="0000060F"/>
    <w:rPr>
      <w:rFonts w:ascii="Palatino Linotype" w:eastAsiaTheme="majorEastAsia" w:hAnsi="Palatino Linotype" w:cstheme="majorBidi"/>
      <w:color w:val="1F3763" w:themeColor="accent1" w:themeShade="7F"/>
      <w:sz w:val="28"/>
      <w:szCs w:val="24"/>
      <w:lang w:val="en-GB" w:eastAsia="en-US"/>
    </w:rPr>
  </w:style>
  <w:style w:type="paragraph" w:customStyle="1" w:styleId="CitaviBibliographySubheading3">
    <w:name w:val="Citavi Bibliography Subheading 3"/>
    <w:basedOn w:val="Heading4"/>
    <w:link w:val="CitaviBibliographySubheading3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3Char">
    <w:name w:val="Citavi Bibliography Subheading 3 Char"/>
    <w:basedOn w:val="DefaultParagraphFont"/>
    <w:link w:val="CitaviBibliographySubheading3"/>
    <w:uiPriority w:val="99"/>
    <w:rsid w:val="0000060F"/>
    <w:rPr>
      <w:rFonts w:ascii="Palatino Linotype" w:eastAsiaTheme="majorEastAsia" w:hAnsi="Palatino Linotype" w:cstheme="majorBidi"/>
      <w:i/>
      <w:iCs/>
      <w:color w:val="2F5496" w:themeColor="accent1" w:themeShade="BF"/>
      <w:sz w:val="28"/>
      <w:szCs w:val="22"/>
      <w:lang w:val="en-GB" w:eastAsia="en-US"/>
    </w:rPr>
  </w:style>
  <w:style w:type="paragraph" w:customStyle="1" w:styleId="CitaviBibliographySubheading4">
    <w:name w:val="Citavi Bibliography Subheading 4"/>
    <w:basedOn w:val="Heading5"/>
    <w:link w:val="CitaviBibliographySubheading4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4Char">
    <w:name w:val="Citavi Bibliography Subheading 4 Char"/>
    <w:basedOn w:val="DefaultParagraphFont"/>
    <w:link w:val="CitaviBibliographySubheading4"/>
    <w:uiPriority w:val="99"/>
    <w:rsid w:val="0000060F"/>
    <w:rPr>
      <w:rFonts w:ascii="Palatino Linotype" w:eastAsiaTheme="majorEastAsia" w:hAnsi="Palatino Linotype" w:cstheme="majorBidi"/>
      <w:color w:val="2F5496" w:themeColor="accent1" w:themeShade="BF"/>
      <w:sz w:val="28"/>
      <w:szCs w:val="22"/>
      <w:lang w:val="en-GB" w:eastAsia="en-US"/>
    </w:rPr>
  </w:style>
  <w:style w:type="paragraph" w:customStyle="1" w:styleId="CitaviBibliographySubheading5">
    <w:name w:val="Citavi Bibliography Subheading 5"/>
    <w:basedOn w:val="Heading6"/>
    <w:link w:val="CitaviBibliographySubheading5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5Char">
    <w:name w:val="Citavi Bibliography Subheading 5 Char"/>
    <w:basedOn w:val="DefaultParagraphFont"/>
    <w:link w:val="CitaviBibliographySubheading5"/>
    <w:uiPriority w:val="99"/>
    <w:rsid w:val="0000060F"/>
    <w:rPr>
      <w:rFonts w:ascii="Palatino Linotype" w:eastAsiaTheme="majorEastAsia" w:hAnsi="Palatino Linotype" w:cstheme="majorBidi"/>
      <w:color w:val="1F3763" w:themeColor="accent1" w:themeShade="7F"/>
      <w:sz w:val="28"/>
      <w:szCs w:val="22"/>
      <w:lang w:val="en-GB" w:eastAsia="en-US"/>
    </w:rPr>
  </w:style>
  <w:style w:type="paragraph" w:customStyle="1" w:styleId="CitaviBibliographySubheading6">
    <w:name w:val="Citavi Bibliography Subheading 6"/>
    <w:basedOn w:val="Heading7"/>
    <w:link w:val="CitaviBibliographySubheading6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6Char">
    <w:name w:val="Citavi Bibliography Subheading 6 Char"/>
    <w:basedOn w:val="DefaultParagraphFont"/>
    <w:link w:val="CitaviBibliographySubheading6"/>
    <w:uiPriority w:val="99"/>
    <w:rsid w:val="0000060F"/>
    <w:rPr>
      <w:rFonts w:ascii="Palatino Linotype" w:eastAsiaTheme="majorEastAsia" w:hAnsi="Palatino Linotype" w:cstheme="majorBidi"/>
      <w:i/>
      <w:iCs/>
      <w:color w:val="1F3763" w:themeColor="accent1" w:themeShade="7F"/>
      <w:sz w:val="28"/>
      <w:szCs w:val="22"/>
      <w:lang w:val="en-GB" w:eastAsia="en-US"/>
    </w:rPr>
  </w:style>
  <w:style w:type="paragraph" w:customStyle="1" w:styleId="CitaviBibliographySubheading7">
    <w:name w:val="Citavi Bibliography Subheading 7"/>
    <w:basedOn w:val="Heading8"/>
    <w:link w:val="CitaviBibliographySubheading7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7Char">
    <w:name w:val="Citavi Bibliography Subheading 7 Char"/>
    <w:basedOn w:val="DefaultParagraphFont"/>
    <w:link w:val="CitaviBibliographySubheading7"/>
    <w:uiPriority w:val="99"/>
    <w:rsid w:val="0000060F"/>
    <w:rPr>
      <w:rFonts w:ascii="Palatino Linotype" w:eastAsiaTheme="majorEastAsia" w:hAnsi="Palatino Linotype" w:cstheme="majorBidi"/>
      <w:color w:val="272727" w:themeColor="text1" w:themeTint="D8"/>
      <w:sz w:val="28"/>
      <w:szCs w:val="21"/>
      <w:lang w:val="en-GB" w:eastAsia="en-US"/>
    </w:rPr>
  </w:style>
  <w:style w:type="paragraph" w:customStyle="1" w:styleId="CitaviBibliographySubheading8">
    <w:name w:val="Citavi Bibliography Subheading 8"/>
    <w:basedOn w:val="Heading9"/>
    <w:link w:val="CitaviBibliographySubheading8Char"/>
    <w:uiPriority w:val="99"/>
    <w:rsid w:val="0000060F"/>
    <w:pPr>
      <w:jc w:val="both"/>
      <w:outlineLvl w:val="9"/>
    </w:pPr>
    <w:rPr>
      <w:rFonts w:ascii="Palatino Linotype" w:hAnsi="Palatino Linotype"/>
      <w:sz w:val="28"/>
    </w:rPr>
  </w:style>
  <w:style w:type="character" w:customStyle="1" w:styleId="CitaviBibliographySubheading8Char">
    <w:name w:val="Citavi Bibliography Subheading 8 Char"/>
    <w:basedOn w:val="DefaultParagraphFont"/>
    <w:link w:val="CitaviBibliographySubheading8"/>
    <w:uiPriority w:val="99"/>
    <w:rsid w:val="0000060F"/>
    <w:rPr>
      <w:rFonts w:ascii="Palatino Linotype" w:eastAsiaTheme="majorEastAsia" w:hAnsi="Palatino Linotype" w:cstheme="majorBidi"/>
      <w:i/>
      <w:iCs/>
      <w:color w:val="272727" w:themeColor="text1" w:themeTint="D8"/>
      <w:sz w:val="28"/>
      <w:szCs w:val="21"/>
      <w:lang w:val="en-GB" w:eastAsia="en-US"/>
    </w:rPr>
  </w:style>
  <w:style w:type="character" w:customStyle="1" w:styleId="fontstyle01">
    <w:name w:val="fontstyle01"/>
    <w:basedOn w:val="DefaultParagraphFont"/>
    <w:rsid w:val="0000060F"/>
    <w:rPr>
      <w:rFonts w:ascii="JansonTextLTStd-Roman" w:hAnsi="JansonTextLTStd-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DefaultParagraphFont"/>
    <w:rsid w:val="0000060F"/>
    <w:rPr>
      <w:rFonts w:ascii="MTSY" w:hAnsi="MTSY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DefaultParagraphFont"/>
    <w:rsid w:val="0000060F"/>
    <w:rPr>
      <w:rFonts w:ascii="EURM10" w:hAnsi="EURM10" w:hint="default"/>
      <w:b w:val="0"/>
      <w:bCs w:val="0"/>
      <w:i w:val="0"/>
      <w:iCs w:val="0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00060F"/>
    <w:rPr>
      <w:b/>
      <w:bCs/>
    </w:rPr>
  </w:style>
  <w:style w:type="character" w:styleId="Emphasis">
    <w:name w:val="Emphasis"/>
    <w:basedOn w:val="DefaultParagraphFont"/>
    <w:uiPriority w:val="20"/>
    <w:qFormat/>
    <w:rsid w:val="0000060F"/>
    <w:rPr>
      <w:i/>
      <w:iCs/>
    </w:rPr>
  </w:style>
  <w:style w:type="character" w:customStyle="1" w:styleId="pspdfkit-6um8mrhfmv4j3nvtw9x41bv9fb">
    <w:name w:val="pspdfkit-6um8mrhfmv4j3nvtw9x41bv9fb"/>
    <w:basedOn w:val="DefaultParagraphFont"/>
    <w:rsid w:val="0000060F"/>
  </w:style>
  <w:style w:type="character" w:customStyle="1" w:styleId="fs5">
    <w:name w:val="fs5"/>
    <w:basedOn w:val="DefaultParagraphFont"/>
    <w:rsid w:val="0000060F"/>
  </w:style>
  <w:style w:type="character" w:customStyle="1" w:styleId="ff5">
    <w:name w:val="ff5"/>
    <w:basedOn w:val="DefaultParagraphFont"/>
    <w:rsid w:val="0000060F"/>
  </w:style>
  <w:style w:type="character" w:customStyle="1" w:styleId="ff1">
    <w:name w:val="ff1"/>
    <w:basedOn w:val="DefaultParagraphFont"/>
    <w:rsid w:val="0000060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060F"/>
    <w:rPr>
      <w:color w:val="605E5C"/>
      <w:shd w:val="clear" w:color="auto" w:fill="E1DFDD"/>
    </w:rPr>
  </w:style>
  <w:style w:type="character" w:customStyle="1" w:styleId="underline">
    <w:name w:val="underline"/>
    <w:basedOn w:val="DefaultParagraphFont"/>
    <w:rsid w:val="0000060F"/>
  </w:style>
  <w:style w:type="paragraph" w:styleId="DocumentMap">
    <w:name w:val="Document Map"/>
    <w:basedOn w:val="Normal"/>
    <w:link w:val="DocumentMapChar"/>
    <w:uiPriority w:val="99"/>
    <w:semiHidden/>
    <w:unhideWhenUsed/>
    <w:rsid w:val="0000060F"/>
    <w:pPr>
      <w:spacing w:line="240" w:lineRule="auto"/>
      <w:jc w:val="left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060F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00060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00060F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00060F"/>
    <w:pPr>
      <w:spacing w:line="259" w:lineRule="auto"/>
      <w:jc w:val="center"/>
    </w:pPr>
    <w:rPr>
      <w:rFonts w:eastAsiaTheme="minorHAnsi" w:cs="Arial"/>
      <w:noProof/>
      <w:color w:val="auto"/>
      <w:sz w:val="18"/>
      <w:szCs w:val="22"/>
      <w:lang w:eastAsia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0060F"/>
    <w:rPr>
      <w:rFonts w:ascii="Palatino Linotype" w:eastAsiaTheme="minorHAnsi" w:hAnsi="Palatino Linotype" w:cs="Arial"/>
      <w:noProof/>
      <w:sz w:val="18"/>
      <w:szCs w:val="22"/>
      <w:lang w:val="en-GB" w:eastAsia="en-US"/>
    </w:rPr>
  </w:style>
  <w:style w:type="paragraph" w:customStyle="1" w:styleId="EndNoteBibliography">
    <w:name w:val="EndNote Bibliography"/>
    <w:basedOn w:val="Normal"/>
    <w:link w:val="EndNoteBibliographyChar"/>
    <w:rsid w:val="0000060F"/>
    <w:pPr>
      <w:spacing w:after="160" w:line="240" w:lineRule="auto"/>
    </w:pPr>
    <w:rPr>
      <w:rFonts w:eastAsiaTheme="minorHAnsi" w:cs="Arial"/>
      <w:noProof/>
      <w:color w:val="auto"/>
      <w:sz w:val="18"/>
      <w:szCs w:val="22"/>
      <w:lang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0060F"/>
    <w:rPr>
      <w:rFonts w:ascii="Palatino Linotype" w:eastAsiaTheme="minorHAnsi" w:hAnsi="Palatino Linotype" w:cs="Arial"/>
      <w:noProof/>
      <w:sz w:val="18"/>
      <w:szCs w:val="22"/>
      <w:lang w:val="en-GB" w:eastAsia="en-US"/>
    </w:rPr>
  </w:style>
  <w:style w:type="numbering" w:customStyle="1" w:styleId="NoList1">
    <w:name w:val="No List1"/>
    <w:next w:val="NoList"/>
    <w:uiPriority w:val="99"/>
    <w:semiHidden/>
    <w:unhideWhenUsed/>
    <w:rsid w:val="0077468D"/>
  </w:style>
  <w:style w:type="table" w:customStyle="1" w:styleId="TableGrid1">
    <w:name w:val="Table Grid1"/>
    <w:basedOn w:val="TableNormal"/>
    <w:next w:val="TableGrid"/>
    <w:uiPriority w:val="39"/>
    <w:rsid w:val="0077468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SF0\OneDrive\Desktop\Phenotypic%20adaptation%20in%20Cn_Sam&amp;Sebolai\jof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496C5-4D06-4989-95B4-34C8BDCE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jof-template</Template>
  <TotalTime>10</TotalTime>
  <Pages>42</Pages>
  <Words>10304</Words>
  <Characters>58736</Characters>
  <Application>Microsoft Office Word</Application>
  <DocSecurity>0</DocSecurity>
  <Lines>489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68903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Folorunso, Olufemi Samuel</dc:creator>
  <cp:keywords/>
  <dc:description/>
  <cp:lastModifiedBy>Folorunso, Olufemi Samuel</cp:lastModifiedBy>
  <cp:revision>7</cp:revision>
  <dcterms:created xsi:type="dcterms:W3CDTF">2023-01-04T19:13:00Z</dcterms:created>
  <dcterms:modified xsi:type="dcterms:W3CDTF">2023-01-20T17:05:00Z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425b38bb-4134-4419-8a64-2a33597ab810</vt:lpwstr>
  </property>
</Properties>
</file>